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904CE6" w:rsidP="00FD501F">
      <w:pPr>
        <w:pStyle w:val="Titul2"/>
      </w:pPr>
      <w:r w:rsidRPr="00904CE6">
        <w:t xml:space="preserve">Architektonická studie, </w:t>
      </w:r>
      <w:r w:rsidR="00991A73">
        <w:t>D</w:t>
      </w:r>
      <w:r w:rsidR="00FD501F" w:rsidRPr="00807E58">
        <w:t xml:space="preserve">okumentace pro </w:t>
      </w:r>
      <w:r w:rsidR="00991A73">
        <w:t xml:space="preserve">společné </w:t>
      </w:r>
      <w:r w:rsidR="00FD501F" w:rsidRPr="00807E58">
        <w:t xml:space="preserve">povolení </w:t>
      </w:r>
      <w:r w:rsidR="00FD501F" w:rsidRPr="00807E58">
        <w:br/>
        <w:t xml:space="preserve">a Projektová dokumentace pro provádění stavby </w:t>
      </w:r>
    </w:p>
    <w:p w:rsidR="00FD501F" w:rsidRDefault="00FD501F" w:rsidP="00FD501F">
      <w:pPr>
        <w:pStyle w:val="Titul2"/>
      </w:pPr>
      <w:r w:rsidRPr="00807E58">
        <w:t>(D</w:t>
      </w:r>
      <w:r w:rsidR="00D214AD">
        <w:t>U</w:t>
      </w:r>
      <w:r w:rsidRPr="00807E58">
        <w:t>SP+PDPS)</w:t>
      </w:r>
    </w:p>
    <w:p w:rsidR="00FD501F" w:rsidRDefault="00FD501F" w:rsidP="00FD501F">
      <w:pPr>
        <w:pStyle w:val="Titul2"/>
      </w:pPr>
    </w:p>
    <w:sdt>
      <w:sdtPr>
        <w:rPr>
          <w:rStyle w:val="Nzevakce"/>
        </w:rPr>
        <w:alias w:val="Název akce - Vypsat pole, přenese se do zápatí"/>
        <w:tag w:val="Název akce"/>
        <w:id w:val="1889687308"/>
        <w:placeholder>
          <w:docPart w:val="4E0C71AE85CC45A591BFFA995D043F72"/>
        </w:placeholder>
        <w:text w:multiLine="1"/>
      </w:sdtPr>
      <w:sdtEndPr>
        <w:rPr>
          <w:rStyle w:val="Nzevakce"/>
        </w:rPr>
      </w:sdtEndPr>
      <w:sdtContent>
        <w:p w:rsidR="00DB6CED" w:rsidRDefault="009A2CA4" w:rsidP="00DB6CED">
          <w:pPr>
            <w:pStyle w:val="Tituldatum"/>
          </w:pPr>
          <w:r w:rsidRPr="00E4738A">
            <w:rPr>
              <w:rStyle w:val="Nzevakce"/>
            </w:rPr>
            <w:t xml:space="preserve">„Rekonstrukce výpravní budovy v </w:t>
          </w:r>
          <w:proofErr w:type="spellStart"/>
          <w:r w:rsidRPr="00E4738A">
            <w:rPr>
              <w:rStyle w:val="Nzevakce"/>
            </w:rPr>
            <w:t>žst</w:t>
          </w:r>
          <w:proofErr w:type="spellEnd"/>
          <w:r w:rsidRPr="00E4738A">
            <w:rPr>
              <w:rStyle w:val="Nzevakce"/>
            </w:rPr>
            <w:t xml:space="preserve">. </w:t>
          </w:r>
          <w:r w:rsidR="00980AB0">
            <w:rPr>
              <w:rStyle w:val="Nzevakce"/>
            </w:rPr>
            <w:t>Aš</w:t>
          </w:r>
          <w:r w:rsidRPr="00E4738A">
            <w:rPr>
              <w:rStyle w:val="Nzevakce"/>
            </w:rPr>
            <w:t>“</w:t>
          </w:r>
        </w:p>
      </w:sdtContent>
    </w:sdt>
    <w:p w:rsidR="00807E58" w:rsidRDefault="00807E58" w:rsidP="006C2343">
      <w:pPr>
        <w:pStyle w:val="Titul2"/>
      </w:pPr>
    </w:p>
    <w:p w:rsidR="00807E58" w:rsidRPr="006C2343" w:rsidRDefault="00807E58" w:rsidP="006C2343">
      <w:pPr>
        <w:pStyle w:val="Titul2"/>
      </w:pPr>
    </w:p>
    <w:p w:rsidR="00B507F3" w:rsidRPr="006C2343" w:rsidRDefault="006C2343" w:rsidP="006C2343">
      <w:pPr>
        <w:pStyle w:val="Tituldatum"/>
      </w:pPr>
      <w:r w:rsidRPr="006C2343">
        <w:t>Datum vydání</w:t>
      </w:r>
      <w:r w:rsidRPr="00E4738A">
        <w:t xml:space="preserve">: </w:t>
      </w:r>
      <w:r w:rsidRPr="00E4738A">
        <w:tab/>
      </w:r>
      <w:r w:rsidR="00C0601E">
        <w:t>2</w:t>
      </w:r>
      <w:r w:rsidR="007F5977">
        <w:t>2</w:t>
      </w:r>
      <w:r w:rsidR="00C0601E">
        <w:t>. 4</w:t>
      </w:r>
      <w:r w:rsidRPr="00E4738A">
        <w:t>. 20</w:t>
      </w:r>
      <w:r w:rsidR="00BF26F4" w:rsidRPr="00E4738A">
        <w:t>20</w:t>
      </w:r>
    </w:p>
    <w:p w:rsidR="00DB0562" w:rsidRDefault="00826B7B" w:rsidP="00682EB9">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16016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35951597" w:history="1">
        <w:r w:rsidR="0016016E" w:rsidRPr="00783B82">
          <w:rPr>
            <w:rStyle w:val="Hypertextovodkaz"/>
          </w:rPr>
          <w:t>SEZNAM ZKRATEK</w:t>
        </w:r>
        <w:r w:rsidR="0016016E">
          <w:rPr>
            <w:noProof/>
            <w:webHidden/>
          </w:rPr>
          <w:tab/>
        </w:r>
        <w:r w:rsidR="0016016E">
          <w:rPr>
            <w:noProof/>
            <w:webHidden/>
          </w:rPr>
          <w:fldChar w:fldCharType="begin"/>
        </w:r>
        <w:r w:rsidR="0016016E">
          <w:rPr>
            <w:noProof/>
            <w:webHidden/>
          </w:rPr>
          <w:instrText xml:space="preserve"> PAGEREF _Toc35951597 \h </w:instrText>
        </w:r>
        <w:r w:rsidR="0016016E">
          <w:rPr>
            <w:noProof/>
            <w:webHidden/>
          </w:rPr>
        </w:r>
        <w:r w:rsidR="0016016E">
          <w:rPr>
            <w:noProof/>
            <w:webHidden/>
          </w:rPr>
          <w:fldChar w:fldCharType="separate"/>
        </w:r>
        <w:r w:rsidR="0016016E">
          <w:rPr>
            <w:noProof/>
            <w:webHidden/>
          </w:rPr>
          <w:t>3</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598" w:history="1">
        <w:r w:rsidR="0016016E" w:rsidRPr="00783B82">
          <w:rPr>
            <w:rStyle w:val="Hypertextovodkaz"/>
          </w:rPr>
          <w:t>1.</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SPECIFIKACE PŘEDMĚTU DÍLA</w:t>
        </w:r>
        <w:r w:rsidR="0016016E">
          <w:rPr>
            <w:noProof/>
            <w:webHidden/>
          </w:rPr>
          <w:tab/>
        </w:r>
        <w:r w:rsidR="0016016E">
          <w:rPr>
            <w:noProof/>
            <w:webHidden/>
          </w:rPr>
          <w:fldChar w:fldCharType="begin"/>
        </w:r>
        <w:r w:rsidR="0016016E">
          <w:rPr>
            <w:noProof/>
            <w:webHidden/>
          </w:rPr>
          <w:instrText xml:space="preserve"> PAGEREF _Toc35951598 \h </w:instrText>
        </w:r>
        <w:r w:rsidR="0016016E">
          <w:rPr>
            <w:noProof/>
            <w:webHidden/>
          </w:rPr>
        </w:r>
        <w:r w:rsidR="0016016E">
          <w:rPr>
            <w:noProof/>
            <w:webHidden/>
          </w:rPr>
          <w:fldChar w:fldCharType="separate"/>
        </w:r>
        <w:r w:rsidR="0016016E">
          <w:rPr>
            <w:noProof/>
            <w:webHidden/>
          </w:rPr>
          <w:t>4</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599" w:history="1">
        <w:r w:rsidR="0016016E" w:rsidRPr="00783B82">
          <w:rPr>
            <w:rStyle w:val="Hypertextovodkaz"/>
            <w:rFonts w:asciiTheme="majorHAnsi" w:hAnsiTheme="majorHAnsi"/>
          </w:rPr>
          <w:t>1.1</w:t>
        </w:r>
        <w:r w:rsidR="0016016E">
          <w:rPr>
            <w:rFonts w:asciiTheme="minorHAnsi" w:eastAsiaTheme="minorEastAsia" w:hAnsiTheme="minorHAnsi"/>
            <w:noProof/>
            <w:spacing w:val="0"/>
            <w:sz w:val="22"/>
            <w:szCs w:val="22"/>
            <w:lang w:eastAsia="cs-CZ"/>
          </w:rPr>
          <w:tab/>
        </w:r>
        <w:r w:rsidR="0016016E" w:rsidRPr="00783B82">
          <w:rPr>
            <w:rStyle w:val="Hypertextovodkaz"/>
          </w:rPr>
          <w:t>Účel a rozsah předmětu díla</w:t>
        </w:r>
        <w:r w:rsidR="0016016E">
          <w:rPr>
            <w:noProof/>
            <w:webHidden/>
          </w:rPr>
          <w:tab/>
        </w:r>
        <w:r w:rsidR="0016016E">
          <w:rPr>
            <w:noProof/>
            <w:webHidden/>
          </w:rPr>
          <w:fldChar w:fldCharType="begin"/>
        </w:r>
        <w:r w:rsidR="0016016E">
          <w:rPr>
            <w:noProof/>
            <w:webHidden/>
          </w:rPr>
          <w:instrText xml:space="preserve"> PAGEREF _Toc35951599 \h </w:instrText>
        </w:r>
        <w:r w:rsidR="0016016E">
          <w:rPr>
            <w:noProof/>
            <w:webHidden/>
          </w:rPr>
        </w:r>
        <w:r w:rsidR="0016016E">
          <w:rPr>
            <w:noProof/>
            <w:webHidden/>
          </w:rPr>
          <w:fldChar w:fldCharType="separate"/>
        </w:r>
        <w:r w:rsidR="0016016E">
          <w:rPr>
            <w:noProof/>
            <w:webHidden/>
          </w:rPr>
          <w:t>4</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0" w:history="1">
        <w:r w:rsidR="0016016E" w:rsidRPr="00783B82">
          <w:rPr>
            <w:rStyle w:val="Hypertextovodkaz"/>
            <w:rFonts w:asciiTheme="majorHAnsi" w:hAnsiTheme="majorHAnsi"/>
          </w:rPr>
          <w:t>1.2</w:t>
        </w:r>
        <w:r w:rsidR="0016016E">
          <w:rPr>
            <w:rFonts w:asciiTheme="minorHAnsi" w:eastAsiaTheme="minorEastAsia" w:hAnsiTheme="minorHAnsi"/>
            <w:noProof/>
            <w:spacing w:val="0"/>
            <w:sz w:val="22"/>
            <w:szCs w:val="22"/>
            <w:lang w:eastAsia="cs-CZ"/>
          </w:rPr>
          <w:tab/>
        </w:r>
        <w:r w:rsidR="0016016E" w:rsidRPr="00783B82">
          <w:rPr>
            <w:rStyle w:val="Hypertextovodkaz"/>
          </w:rPr>
          <w:t>Umístění stavby</w:t>
        </w:r>
        <w:r w:rsidR="0016016E">
          <w:rPr>
            <w:noProof/>
            <w:webHidden/>
          </w:rPr>
          <w:tab/>
        </w:r>
        <w:r w:rsidR="0016016E">
          <w:rPr>
            <w:noProof/>
            <w:webHidden/>
          </w:rPr>
          <w:fldChar w:fldCharType="begin"/>
        </w:r>
        <w:r w:rsidR="0016016E">
          <w:rPr>
            <w:noProof/>
            <w:webHidden/>
          </w:rPr>
          <w:instrText xml:space="preserve"> PAGEREF _Toc35951600 \h </w:instrText>
        </w:r>
        <w:r w:rsidR="0016016E">
          <w:rPr>
            <w:noProof/>
            <w:webHidden/>
          </w:rPr>
        </w:r>
        <w:r w:rsidR="0016016E">
          <w:rPr>
            <w:noProof/>
            <w:webHidden/>
          </w:rPr>
          <w:fldChar w:fldCharType="separate"/>
        </w:r>
        <w:r w:rsidR="0016016E">
          <w:rPr>
            <w:noProof/>
            <w:webHidden/>
          </w:rPr>
          <w:t>5</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01" w:history="1">
        <w:r w:rsidR="0016016E" w:rsidRPr="00783B82">
          <w:rPr>
            <w:rStyle w:val="Hypertextovodkaz"/>
          </w:rPr>
          <w:t>2.</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PŘEHLED VÝCHOZÍCH PODKLADŮ</w:t>
        </w:r>
        <w:r w:rsidR="0016016E">
          <w:rPr>
            <w:noProof/>
            <w:webHidden/>
          </w:rPr>
          <w:tab/>
        </w:r>
        <w:r w:rsidR="0016016E">
          <w:rPr>
            <w:noProof/>
            <w:webHidden/>
          </w:rPr>
          <w:fldChar w:fldCharType="begin"/>
        </w:r>
        <w:r w:rsidR="0016016E">
          <w:rPr>
            <w:noProof/>
            <w:webHidden/>
          </w:rPr>
          <w:instrText xml:space="preserve"> PAGEREF _Toc35951601 \h </w:instrText>
        </w:r>
        <w:r w:rsidR="0016016E">
          <w:rPr>
            <w:noProof/>
            <w:webHidden/>
          </w:rPr>
        </w:r>
        <w:r w:rsidR="0016016E">
          <w:rPr>
            <w:noProof/>
            <w:webHidden/>
          </w:rPr>
          <w:fldChar w:fldCharType="separate"/>
        </w:r>
        <w:r w:rsidR="0016016E">
          <w:rPr>
            <w:noProof/>
            <w:webHidden/>
          </w:rPr>
          <w:t>5</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2" w:history="1">
        <w:r w:rsidR="0016016E" w:rsidRPr="00783B82">
          <w:rPr>
            <w:rStyle w:val="Hypertextovodkaz"/>
            <w:rFonts w:asciiTheme="majorHAnsi" w:hAnsiTheme="majorHAnsi"/>
          </w:rPr>
          <w:t>2.1</w:t>
        </w:r>
        <w:r w:rsidR="0016016E">
          <w:rPr>
            <w:rFonts w:asciiTheme="minorHAnsi" w:eastAsiaTheme="minorEastAsia" w:hAnsiTheme="minorHAnsi"/>
            <w:noProof/>
            <w:spacing w:val="0"/>
            <w:sz w:val="22"/>
            <w:szCs w:val="22"/>
            <w:lang w:eastAsia="cs-CZ"/>
          </w:rPr>
          <w:tab/>
        </w:r>
        <w:r w:rsidR="0016016E" w:rsidRPr="00783B82">
          <w:rPr>
            <w:rStyle w:val="Hypertextovodkaz"/>
          </w:rPr>
          <w:t>Dokumentace</w:t>
        </w:r>
        <w:r w:rsidR="0016016E">
          <w:rPr>
            <w:noProof/>
            <w:webHidden/>
          </w:rPr>
          <w:tab/>
        </w:r>
        <w:r w:rsidR="0016016E">
          <w:rPr>
            <w:noProof/>
            <w:webHidden/>
          </w:rPr>
          <w:fldChar w:fldCharType="begin"/>
        </w:r>
        <w:r w:rsidR="0016016E">
          <w:rPr>
            <w:noProof/>
            <w:webHidden/>
          </w:rPr>
          <w:instrText xml:space="preserve"> PAGEREF _Toc35951602 \h </w:instrText>
        </w:r>
        <w:r w:rsidR="0016016E">
          <w:rPr>
            <w:noProof/>
            <w:webHidden/>
          </w:rPr>
        </w:r>
        <w:r w:rsidR="0016016E">
          <w:rPr>
            <w:noProof/>
            <w:webHidden/>
          </w:rPr>
          <w:fldChar w:fldCharType="separate"/>
        </w:r>
        <w:r w:rsidR="0016016E">
          <w:rPr>
            <w:noProof/>
            <w:webHidden/>
          </w:rPr>
          <w:t>5</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3" w:history="1">
        <w:r w:rsidR="0016016E" w:rsidRPr="00783B82">
          <w:rPr>
            <w:rStyle w:val="Hypertextovodkaz"/>
            <w:rFonts w:asciiTheme="majorHAnsi" w:hAnsiTheme="majorHAnsi"/>
          </w:rPr>
          <w:t>2.2</w:t>
        </w:r>
        <w:r w:rsidR="0016016E">
          <w:rPr>
            <w:rFonts w:asciiTheme="minorHAnsi" w:eastAsiaTheme="minorEastAsia" w:hAnsiTheme="minorHAnsi"/>
            <w:noProof/>
            <w:spacing w:val="0"/>
            <w:sz w:val="22"/>
            <w:szCs w:val="22"/>
            <w:lang w:eastAsia="cs-CZ"/>
          </w:rPr>
          <w:tab/>
        </w:r>
        <w:r w:rsidR="0016016E" w:rsidRPr="00783B82">
          <w:rPr>
            <w:rStyle w:val="Hypertextovodkaz"/>
          </w:rPr>
          <w:t>Související dokumentace</w:t>
        </w:r>
        <w:r w:rsidR="0016016E">
          <w:rPr>
            <w:noProof/>
            <w:webHidden/>
          </w:rPr>
          <w:tab/>
        </w:r>
        <w:r w:rsidR="0016016E">
          <w:rPr>
            <w:noProof/>
            <w:webHidden/>
          </w:rPr>
          <w:fldChar w:fldCharType="begin"/>
        </w:r>
        <w:r w:rsidR="0016016E">
          <w:rPr>
            <w:noProof/>
            <w:webHidden/>
          </w:rPr>
          <w:instrText xml:space="preserve"> PAGEREF _Toc35951603 \h </w:instrText>
        </w:r>
        <w:r w:rsidR="0016016E">
          <w:rPr>
            <w:noProof/>
            <w:webHidden/>
          </w:rPr>
        </w:r>
        <w:r w:rsidR="0016016E">
          <w:rPr>
            <w:noProof/>
            <w:webHidden/>
          </w:rPr>
          <w:fldChar w:fldCharType="separate"/>
        </w:r>
        <w:r w:rsidR="0016016E">
          <w:rPr>
            <w:noProof/>
            <w:webHidden/>
          </w:rPr>
          <w:t>6</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04" w:history="1">
        <w:r w:rsidR="0016016E" w:rsidRPr="00783B82">
          <w:rPr>
            <w:rStyle w:val="Hypertextovodkaz"/>
          </w:rPr>
          <w:t>3.</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KOORDINACE S JINÝMI STAVBAMI</w:t>
        </w:r>
        <w:r w:rsidR="0016016E">
          <w:rPr>
            <w:noProof/>
            <w:webHidden/>
          </w:rPr>
          <w:tab/>
        </w:r>
        <w:r w:rsidR="0016016E">
          <w:rPr>
            <w:noProof/>
            <w:webHidden/>
          </w:rPr>
          <w:fldChar w:fldCharType="begin"/>
        </w:r>
        <w:r w:rsidR="0016016E">
          <w:rPr>
            <w:noProof/>
            <w:webHidden/>
          </w:rPr>
          <w:instrText xml:space="preserve"> PAGEREF _Toc35951604 \h </w:instrText>
        </w:r>
        <w:r w:rsidR="0016016E">
          <w:rPr>
            <w:noProof/>
            <w:webHidden/>
          </w:rPr>
        </w:r>
        <w:r w:rsidR="0016016E">
          <w:rPr>
            <w:noProof/>
            <w:webHidden/>
          </w:rPr>
          <w:fldChar w:fldCharType="separate"/>
        </w:r>
        <w:r w:rsidR="0016016E">
          <w:rPr>
            <w:noProof/>
            <w:webHidden/>
          </w:rPr>
          <w:t>6</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05" w:history="1">
        <w:r w:rsidR="0016016E" w:rsidRPr="00783B82">
          <w:rPr>
            <w:rStyle w:val="Hypertextovodkaz"/>
          </w:rPr>
          <w:t>4.</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ZVLÁŠTNÍ TECHNICKÉ PODMÍNKY A POŽADAVKY NA PROVEDENÍ DÍLA</w:t>
        </w:r>
        <w:r w:rsidR="0016016E">
          <w:rPr>
            <w:noProof/>
            <w:webHidden/>
          </w:rPr>
          <w:tab/>
        </w:r>
        <w:r w:rsidR="0016016E">
          <w:rPr>
            <w:noProof/>
            <w:webHidden/>
          </w:rPr>
          <w:fldChar w:fldCharType="begin"/>
        </w:r>
        <w:r w:rsidR="0016016E">
          <w:rPr>
            <w:noProof/>
            <w:webHidden/>
          </w:rPr>
          <w:instrText xml:space="preserve"> PAGEREF _Toc35951605 \h </w:instrText>
        </w:r>
        <w:r w:rsidR="0016016E">
          <w:rPr>
            <w:noProof/>
            <w:webHidden/>
          </w:rPr>
        </w:r>
        <w:r w:rsidR="0016016E">
          <w:rPr>
            <w:noProof/>
            <w:webHidden/>
          </w:rPr>
          <w:fldChar w:fldCharType="separate"/>
        </w:r>
        <w:r w:rsidR="0016016E">
          <w:rPr>
            <w:noProof/>
            <w:webHidden/>
          </w:rPr>
          <w:t>6</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6" w:history="1">
        <w:r w:rsidR="0016016E" w:rsidRPr="00783B82">
          <w:rPr>
            <w:rStyle w:val="Hypertextovodkaz"/>
            <w:rFonts w:asciiTheme="majorHAnsi" w:hAnsiTheme="majorHAnsi"/>
          </w:rPr>
          <w:t>4.1</w:t>
        </w:r>
        <w:r w:rsidR="0016016E">
          <w:rPr>
            <w:rFonts w:asciiTheme="minorHAnsi" w:eastAsiaTheme="minorEastAsia" w:hAnsiTheme="minorHAnsi"/>
            <w:noProof/>
            <w:spacing w:val="0"/>
            <w:sz w:val="22"/>
            <w:szCs w:val="22"/>
            <w:lang w:eastAsia="cs-CZ"/>
          </w:rPr>
          <w:tab/>
        </w:r>
        <w:r w:rsidR="0016016E" w:rsidRPr="00783B82">
          <w:rPr>
            <w:rStyle w:val="Hypertextovodkaz"/>
          </w:rPr>
          <w:t>Všeobecně</w:t>
        </w:r>
        <w:r w:rsidR="0016016E">
          <w:rPr>
            <w:noProof/>
            <w:webHidden/>
          </w:rPr>
          <w:tab/>
        </w:r>
        <w:r w:rsidR="0016016E">
          <w:rPr>
            <w:noProof/>
            <w:webHidden/>
          </w:rPr>
          <w:fldChar w:fldCharType="begin"/>
        </w:r>
        <w:r w:rsidR="0016016E">
          <w:rPr>
            <w:noProof/>
            <w:webHidden/>
          </w:rPr>
          <w:instrText xml:space="preserve"> PAGEREF _Toc35951606 \h </w:instrText>
        </w:r>
        <w:r w:rsidR="0016016E">
          <w:rPr>
            <w:noProof/>
            <w:webHidden/>
          </w:rPr>
        </w:r>
        <w:r w:rsidR="0016016E">
          <w:rPr>
            <w:noProof/>
            <w:webHidden/>
          </w:rPr>
          <w:fldChar w:fldCharType="separate"/>
        </w:r>
        <w:r w:rsidR="0016016E">
          <w:rPr>
            <w:noProof/>
            <w:webHidden/>
          </w:rPr>
          <w:t>6</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7" w:history="1">
        <w:r w:rsidR="0016016E" w:rsidRPr="00783B82">
          <w:rPr>
            <w:rStyle w:val="Hypertextovodkaz"/>
            <w:rFonts w:asciiTheme="majorHAnsi" w:hAnsiTheme="majorHAnsi"/>
          </w:rPr>
          <w:t>4.2</w:t>
        </w:r>
        <w:r w:rsidR="0016016E">
          <w:rPr>
            <w:rFonts w:asciiTheme="minorHAnsi" w:eastAsiaTheme="minorEastAsia" w:hAnsiTheme="minorHAnsi"/>
            <w:noProof/>
            <w:spacing w:val="0"/>
            <w:sz w:val="22"/>
            <w:szCs w:val="22"/>
            <w:lang w:eastAsia="cs-CZ"/>
          </w:rPr>
          <w:tab/>
        </w:r>
        <w:r w:rsidR="0016016E" w:rsidRPr="00783B82">
          <w:rPr>
            <w:rStyle w:val="Hypertextovodkaz"/>
          </w:rPr>
          <w:t>Ostatní objekty</w:t>
        </w:r>
        <w:r w:rsidR="0016016E">
          <w:rPr>
            <w:noProof/>
            <w:webHidden/>
          </w:rPr>
          <w:tab/>
        </w:r>
        <w:r w:rsidR="0016016E">
          <w:rPr>
            <w:noProof/>
            <w:webHidden/>
          </w:rPr>
          <w:fldChar w:fldCharType="begin"/>
        </w:r>
        <w:r w:rsidR="0016016E">
          <w:rPr>
            <w:noProof/>
            <w:webHidden/>
          </w:rPr>
          <w:instrText xml:space="preserve"> PAGEREF _Toc35951607 \h </w:instrText>
        </w:r>
        <w:r w:rsidR="0016016E">
          <w:rPr>
            <w:noProof/>
            <w:webHidden/>
          </w:rPr>
        </w:r>
        <w:r w:rsidR="0016016E">
          <w:rPr>
            <w:noProof/>
            <w:webHidden/>
          </w:rPr>
          <w:fldChar w:fldCharType="separate"/>
        </w:r>
        <w:r w:rsidR="0016016E">
          <w:rPr>
            <w:noProof/>
            <w:webHidden/>
          </w:rPr>
          <w:t>7</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8" w:history="1">
        <w:r w:rsidR="0016016E" w:rsidRPr="00783B82">
          <w:rPr>
            <w:rStyle w:val="Hypertextovodkaz"/>
            <w:rFonts w:asciiTheme="majorHAnsi" w:hAnsiTheme="majorHAnsi"/>
          </w:rPr>
          <w:t>4.3</w:t>
        </w:r>
        <w:r w:rsidR="0016016E">
          <w:rPr>
            <w:rFonts w:asciiTheme="minorHAnsi" w:eastAsiaTheme="minorEastAsia" w:hAnsiTheme="minorHAnsi"/>
            <w:noProof/>
            <w:spacing w:val="0"/>
            <w:sz w:val="22"/>
            <w:szCs w:val="22"/>
            <w:lang w:eastAsia="cs-CZ"/>
          </w:rPr>
          <w:tab/>
        </w:r>
        <w:r w:rsidR="0016016E" w:rsidRPr="00783B82">
          <w:rPr>
            <w:rStyle w:val="Hypertextovodkaz"/>
          </w:rPr>
          <w:t>Pozemní stavební objekty</w:t>
        </w:r>
        <w:r w:rsidR="0016016E">
          <w:rPr>
            <w:noProof/>
            <w:webHidden/>
          </w:rPr>
          <w:tab/>
        </w:r>
        <w:r w:rsidR="0016016E">
          <w:rPr>
            <w:noProof/>
            <w:webHidden/>
          </w:rPr>
          <w:fldChar w:fldCharType="begin"/>
        </w:r>
        <w:r w:rsidR="0016016E">
          <w:rPr>
            <w:noProof/>
            <w:webHidden/>
          </w:rPr>
          <w:instrText xml:space="preserve"> PAGEREF _Toc35951608 \h </w:instrText>
        </w:r>
        <w:r w:rsidR="0016016E">
          <w:rPr>
            <w:noProof/>
            <w:webHidden/>
          </w:rPr>
        </w:r>
        <w:r w:rsidR="0016016E">
          <w:rPr>
            <w:noProof/>
            <w:webHidden/>
          </w:rPr>
          <w:fldChar w:fldCharType="separate"/>
        </w:r>
        <w:r w:rsidR="0016016E">
          <w:rPr>
            <w:noProof/>
            <w:webHidden/>
          </w:rPr>
          <w:t>7</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09" w:history="1">
        <w:r w:rsidR="0016016E" w:rsidRPr="00783B82">
          <w:rPr>
            <w:rStyle w:val="Hypertextovodkaz"/>
            <w:rFonts w:asciiTheme="majorHAnsi" w:hAnsiTheme="majorHAnsi"/>
          </w:rPr>
          <w:t>4.4</w:t>
        </w:r>
        <w:r w:rsidR="0016016E">
          <w:rPr>
            <w:rFonts w:asciiTheme="minorHAnsi" w:eastAsiaTheme="minorEastAsia" w:hAnsiTheme="minorHAnsi"/>
            <w:noProof/>
            <w:spacing w:val="0"/>
            <w:sz w:val="22"/>
            <w:szCs w:val="22"/>
            <w:lang w:eastAsia="cs-CZ"/>
          </w:rPr>
          <w:tab/>
        </w:r>
        <w:r w:rsidR="0016016E" w:rsidRPr="00783B82">
          <w:rPr>
            <w:rStyle w:val="Hypertextovodkaz"/>
          </w:rPr>
          <w:t>Všechny podrobnosti jsou obsaženy v Záměru projektu.</w:t>
        </w:r>
        <w:r w:rsidR="0016016E">
          <w:rPr>
            <w:noProof/>
            <w:webHidden/>
          </w:rPr>
          <w:tab/>
        </w:r>
        <w:r w:rsidR="0016016E">
          <w:rPr>
            <w:noProof/>
            <w:webHidden/>
          </w:rPr>
          <w:fldChar w:fldCharType="begin"/>
        </w:r>
        <w:r w:rsidR="0016016E">
          <w:rPr>
            <w:noProof/>
            <w:webHidden/>
          </w:rPr>
          <w:instrText xml:space="preserve"> PAGEREF _Toc35951609 \h </w:instrText>
        </w:r>
        <w:r w:rsidR="0016016E">
          <w:rPr>
            <w:noProof/>
            <w:webHidden/>
          </w:rPr>
        </w:r>
        <w:r w:rsidR="0016016E">
          <w:rPr>
            <w:noProof/>
            <w:webHidden/>
          </w:rPr>
          <w:fldChar w:fldCharType="separate"/>
        </w:r>
        <w:r w:rsidR="0016016E">
          <w:rPr>
            <w:noProof/>
            <w:webHidden/>
          </w:rPr>
          <w:t>7</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10" w:history="1">
        <w:r w:rsidR="0016016E" w:rsidRPr="00783B82">
          <w:rPr>
            <w:rStyle w:val="Hypertextovodkaz"/>
            <w:rFonts w:asciiTheme="majorHAnsi" w:hAnsiTheme="majorHAnsi"/>
          </w:rPr>
          <w:t>4.5</w:t>
        </w:r>
        <w:r w:rsidR="0016016E">
          <w:rPr>
            <w:rFonts w:asciiTheme="minorHAnsi" w:eastAsiaTheme="minorEastAsia" w:hAnsiTheme="minorHAnsi"/>
            <w:noProof/>
            <w:spacing w:val="0"/>
            <w:sz w:val="22"/>
            <w:szCs w:val="22"/>
            <w:lang w:eastAsia="cs-CZ"/>
          </w:rPr>
          <w:tab/>
        </w:r>
        <w:r w:rsidR="0016016E" w:rsidRPr="00783B82">
          <w:rPr>
            <w:rStyle w:val="Hypertextovodkaz"/>
          </w:rPr>
          <w:t>Zásady organizace výstavby</w:t>
        </w:r>
        <w:r w:rsidR="0016016E">
          <w:rPr>
            <w:noProof/>
            <w:webHidden/>
          </w:rPr>
          <w:tab/>
        </w:r>
        <w:r w:rsidR="0016016E">
          <w:rPr>
            <w:noProof/>
            <w:webHidden/>
          </w:rPr>
          <w:fldChar w:fldCharType="begin"/>
        </w:r>
        <w:r w:rsidR="0016016E">
          <w:rPr>
            <w:noProof/>
            <w:webHidden/>
          </w:rPr>
          <w:instrText xml:space="preserve"> PAGEREF _Toc35951610 \h </w:instrText>
        </w:r>
        <w:r w:rsidR="0016016E">
          <w:rPr>
            <w:noProof/>
            <w:webHidden/>
          </w:rPr>
        </w:r>
        <w:r w:rsidR="0016016E">
          <w:rPr>
            <w:noProof/>
            <w:webHidden/>
          </w:rPr>
          <w:fldChar w:fldCharType="separate"/>
        </w:r>
        <w:r w:rsidR="0016016E">
          <w:rPr>
            <w:noProof/>
            <w:webHidden/>
          </w:rPr>
          <w:t>7</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11" w:history="1">
        <w:r w:rsidR="0016016E" w:rsidRPr="00783B82">
          <w:rPr>
            <w:rStyle w:val="Hypertextovodkaz"/>
            <w:rFonts w:asciiTheme="majorHAnsi" w:hAnsiTheme="majorHAnsi"/>
          </w:rPr>
          <w:t>4.6</w:t>
        </w:r>
        <w:r w:rsidR="0016016E">
          <w:rPr>
            <w:rFonts w:asciiTheme="minorHAnsi" w:eastAsiaTheme="minorEastAsia" w:hAnsiTheme="minorHAnsi"/>
            <w:noProof/>
            <w:spacing w:val="0"/>
            <w:sz w:val="22"/>
            <w:szCs w:val="22"/>
            <w:lang w:eastAsia="cs-CZ"/>
          </w:rPr>
          <w:tab/>
        </w:r>
        <w:r w:rsidR="0016016E" w:rsidRPr="00783B82">
          <w:rPr>
            <w:rStyle w:val="Hypertextovodkaz"/>
          </w:rPr>
          <w:t>Geodetická dokumentace</w:t>
        </w:r>
        <w:r w:rsidR="0016016E">
          <w:rPr>
            <w:noProof/>
            <w:webHidden/>
          </w:rPr>
          <w:tab/>
        </w:r>
        <w:r w:rsidR="0016016E">
          <w:rPr>
            <w:noProof/>
            <w:webHidden/>
          </w:rPr>
          <w:fldChar w:fldCharType="begin"/>
        </w:r>
        <w:r w:rsidR="0016016E">
          <w:rPr>
            <w:noProof/>
            <w:webHidden/>
          </w:rPr>
          <w:instrText xml:space="preserve"> PAGEREF _Toc35951611 \h </w:instrText>
        </w:r>
        <w:r w:rsidR="0016016E">
          <w:rPr>
            <w:noProof/>
            <w:webHidden/>
          </w:rPr>
        </w:r>
        <w:r w:rsidR="0016016E">
          <w:rPr>
            <w:noProof/>
            <w:webHidden/>
          </w:rPr>
          <w:fldChar w:fldCharType="separate"/>
        </w:r>
        <w:r w:rsidR="0016016E">
          <w:rPr>
            <w:noProof/>
            <w:webHidden/>
          </w:rPr>
          <w:t>8</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12" w:history="1">
        <w:r w:rsidR="0016016E" w:rsidRPr="00783B82">
          <w:rPr>
            <w:rStyle w:val="Hypertextovodkaz"/>
            <w:rFonts w:asciiTheme="majorHAnsi" w:hAnsiTheme="majorHAnsi"/>
          </w:rPr>
          <w:t>4.7</w:t>
        </w:r>
        <w:r w:rsidR="0016016E">
          <w:rPr>
            <w:rFonts w:asciiTheme="minorHAnsi" w:eastAsiaTheme="minorEastAsia" w:hAnsiTheme="minorHAnsi"/>
            <w:noProof/>
            <w:spacing w:val="0"/>
            <w:sz w:val="22"/>
            <w:szCs w:val="22"/>
            <w:lang w:eastAsia="cs-CZ"/>
          </w:rPr>
          <w:tab/>
        </w:r>
        <w:r w:rsidR="0016016E" w:rsidRPr="00783B82">
          <w:rPr>
            <w:rStyle w:val="Hypertextovodkaz"/>
          </w:rPr>
          <w:t>Životní prostředí</w:t>
        </w:r>
        <w:r w:rsidR="0016016E">
          <w:rPr>
            <w:noProof/>
            <w:webHidden/>
          </w:rPr>
          <w:tab/>
        </w:r>
        <w:r w:rsidR="0016016E">
          <w:rPr>
            <w:noProof/>
            <w:webHidden/>
          </w:rPr>
          <w:fldChar w:fldCharType="begin"/>
        </w:r>
        <w:r w:rsidR="0016016E">
          <w:rPr>
            <w:noProof/>
            <w:webHidden/>
          </w:rPr>
          <w:instrText xml:space="preserve"> PAGEREF _Toc35951612 \h </w:instrText>
        </w:r>
        <w:r w:rsidR="0016016E">
          <w:rPr>
            <w:noProof/>
            <w:webHidden/>
          </w:rPr>
        </w:r>
        <w:r w:rsidR="0016016E">
          <w:rPr>
            <w:noProof/>
            <w:webHidden/>
          </w:rPr>
          <w:fldChar w:fldCharType="separate"/>
        </w:r>
        <w:r w:rsidR="0016016E">
          <w:rPr>
            <w:noProof/>
            <w:webHidden/>
          </w:rPr>
          <w:t>9</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13" w:history="1">
        <w:r w:rsidR="0016016E" w:rsidRPr="00783B82">
          <w:rPr>
            <w:rStyle w:val="Hypertextovodkaz"/>
          </w:rPr>
          <w:t>5.</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Vykazování odpadů</w:t>
        </w:r>
        <w:r w:rsidR="0016016E">
          <w:rPr>
            <w:noProof/>
            <w:webHidden/>
          </w:rPr>
          <w:tab/>
        </w:r>
        <w:r w:rsidR="0016016E">
          <w:rPr>
            <w:noProof/>
            <w:webHidden/>
          </w:rPr>
          <w:fldChar w:fldCharType="begin"/>
        </w:r>
        <w:r w:rsidR="0016016E">
          <w:rPr>
            <w:noProof/>
            <w:webHidden/>
          </w:rPr>
          <w:instrText xml:space="preserve"> PAGEREF _Toc35951613 \h </w:instrText>
        </w:r>
        <w:r w:rsidR="0016016E">
          <w:rPr>
            <w:noProof/>
            <w:webHidden/>
          </w:rPr>
        </w:r>
        <w:r w:rsidR="0016016E">
          <w:rPr>
            <w:noProof/>
            <w:webHidden/>
          </w:rPr>
          <w:fldChar w:fldCharType="separate"/>
        </w:r>
        <w:r w:rsidR="0016016E">
          <w:rPr>
            <w:noProof/>
            <w:webHidden/>
          </w:rPr>
          <w:t>9</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14" w:history="1">
        <w:r w:rsidR="0016016E" w:rsidRPr="00783B82">
          <w:rPr>
            <w:rStyle w:val="Hypertextovodkaz"/>
            <w:rFonts w:asciiTheme="majorHAnsi" w:hAnsiTheme="majorHAnsi"/>
          </w:rPr>
          <w:t>5.1</w:t>
        </w:r>
        <w:r w:rsidR="0016016E">
          <w:rPr>
            <w:rFonts w:asciiTheme="minorHAnsi" w:eastAsiaTheme="minorEastAsia" w:hAnsiTheme="minorHAnsi"/>
            <w:noProof/>
            <w:spacing w:val="0"/>
            <w:sz w:val="22"/>
            <w:szCs w:val="22"/>
            <w:lang w:eastAsia="cs-CZ"/>
          </w:rPr>
          <w:tab/>
        </w:r>
        <w:r w:rsidR="0016016E" w:rsidRPr="00783B82">
          <w:rPr>
            <w:rStyle w:val="Hypertextovodkaz"/>
          </w:rPr>
          <w:t>Vykazování odpadů ve vztahu ke stanovení nákladů stavby</w:t>
        </w:r>
        <w:r w:rsidR="0016016E">
          <w:rPr>
            <w:noProof/>
            <w:webHidden/>
          </w:rPr>
          <w:tab/>
        </w:r>
        <w:r w:rsidR="0016016E">
          <w:rPr>
            <w:noProof/>
            <w:webHidden/>
          </w:rPr>
          <w:fldChar w:fldCharType="begin"/>
        </w:r>
        <w:r w:rsidR="0016016E">
          <w:rPr>
            <w:noProof/>
            <w:webHidden/>
          </w:rPr>
          <w:instrText xml:space="preserve"> PAGEREF _Toc35951614 \h </w:instrText>
        </w:r>
        <w:r w:rsidR="0016016E">
          <w:rPr>
            <w:noProof/>
            <w:webHidden/>
          </w:rPr>
        </w:r>
        <w:r w:rsidR="0016016E">
          <w:rPr>
            <w:noProof/>
            <w:webHidden/>
          </w:rPr>
          <w:fldChar w:fldCharType="separate"/>
        </w:r>
        <w:r w:rsidR="0016016E">
          <w:rPr>
            <w:noProof/>
            <w:webHidden/>
          </w:rPr>
          <w:t>9</w:t>
        </w:r>
        <w:r w:rsidR="0016016E">
          <w:rPr>
            <w:noProof/>
            <w:webHidden/>
          </w:rPr>
          <w:fldChar w:fldCharType="end"/>
        </w:r>
      </w:hyperlink>
    </w:p>
    <w:p w:rsidR="0016016E" w:rsidRDefault="00382737">
      <w:pPr>
        <w:pStyle w:val="Obsah2"/>
        <w:rPr>
          <w:rFonts w:asciiTheme="minorHAnsi" w:eastAsiaTheme="minorEastAsia" w:hAnsiTheme="minorHAnsi"/>
          <w:noProof/>
          <w:spacing w:val="0"/>
          <w:sz w:val="22"/>
          <w:szCs w:val="22"/>
          <w:lang w:eastAsia="cs-CZ"/>
        </w:rPr>
      </w:pPr>
      <w:hyperlink w:anchor="_Toc35951615" w:history="1">
        <w:r w:rsidR="0016016E" w:rsidRPr="00783B82">
          <w:rPr>
            <w:rStyle w:val="Hypertextovodkaz"/>
            <w:rFonts w:asciiTheme="majorHAnsi" w:hAnsiTheme="majorHAnsi"/>
          </w:rPr>
          <w:t>5.2</w:t>
        </w:r>
        <w:r w:rsidR="0016016E">
          <w:rPr>
            <w:rFonts w:asciiTheme="minorHAnsi" w:eastAsiaTheme="minorEastAsia" w:hAnsiTheme="minorHAnsi"/>
            <w:noProof/>
            <w:spacing w:val="0"/>
            <w:sz w:val="22"/>
            <w:szCs w:val="22"/>
            <w:lang w:eastAsia="cs-CZ"/>
          </w:rPr>
          <w:tab/>
        </w:r>
        <w:r w:rsidR="0016016E" w:rsidRPr="00783B82">
          <w:rPr>
            <w:rStyle w:val="Hypertextovodkaz"/>
          </w:rPr>
          <w:t>Ostatní přílohy vztahující se k odpadovému hospodářství</w:t>
        </w:r>
        <w:r w:rsidR="0016016E">
          <w:rPr>
            <w:noProof/>
            <w:webHidden/>
          </w:rPr>
          <w:tab/>
        </w:r>
        <w:r w:rsidR="0016016E">
          <w:rPr>
            <w:noProof/>
            <w:webHidden/>
          </w:rPr>
          <w:fldChar w:fldCharType="begin"/>
        </w:r>
        <w:r w:rsidR="0016016E">
          <w:rPr>
            <w:noProof/>
            <w:webHidden/>
          </w:rPr>
          <w:instrText xml:space="preserve"> PAGEREF _Toc35951615 \h </w:instrText>
        </w:r>
        <w:r w:rsidR="0016016E">
          <w:rPr>
            <w:noProof/>
            <w:webHidden/>
          </w:rPr>
        </w:r>
        <w:r w:rsidR="0016016E">
          <w:rPr>
            <w:noProof/>
            <w:webHidden/>
          </w:rPr>
          <w:fldChar w:fldCharType="separate"/>
        </w:r>
        <w:r w:rsidR="0016016E">
          <w:rPr>
            <w:noProof/>
            <w:webHidden/>
          </w:rPr>
          <w:t>11</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16" w:history="1">
        <w:r w:rsidR="0016016E" w:rsidRPr="00783B82">
          <w:rPr>
            <w:rStyle w:val="Hypertextovodkaz"/>
          </w:rPr>
          <w:t>6.</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SPECIFICKÉ POŽADAVKY</w:t>
        </w:r>
        <w:r w:rsidR="0016016E">
          <w:rPr>
            <w:noProof/>
            <w:webHidden/>
          </w:rPr>
          <w:tab/>
        </w:r>
        <w:r w:rsidR="0016016E">
          <w:rPr>
            <w:noProof/>
            <w:webHidden/>
          </w:rPr>
          <w:fldChar w:fldCharType="begin"/>
        </w:r>
        <w:r w:rsidR="0016016E">
          <w:rPr>
            <w:noProof/>
            <w:webHidden/>
          </w:rPr>
          <w:instrText xml:space="preserve"> PAGEREF _Toc35951616 \h </w:instrText>
        </w:r>
        <w:r w:rsidR="0016016E">
          <w:rPr>
            <w:noProof/>
            <w:webHidden/>
          </w:rPr>
        </w:r>
        <w:r w:rsidR="0016016E">
          <w:rPr>
            <w:noProof/>
            <w:webHidden/>
          </w:rPr>
          <w:fldChar w:fldCharType="separate"/>
        </w:r>
        <w:r w:rsidR="0016016E">
          <w:rPr>
            <w:noProof/>
            <w:webHidden/>
          </w:rPr>
          <w:t>11</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17" w:history="1">
        <w:r w:rsidR="0016016E" w:rsidRPr="00783B82">
          <w:rPr>
            <w:rStyle w:val="Hypertextovodkaz"/>
          </w:rPr>
          <w:t>7.</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SOUVISEJÍCÍ DOKUMENTY A PŘEDPISY</w:t>
        </w:r>
        <w:r w:rsidR="0016016E">
          <w:rPr>
            <w:noProof/>
            <w:webHidden/>
          </w:rPr>
          <w:tab/>
        </w:r>
        <w:r w:rsidR="0016016E">
          <w:rPr>
            <w:noProof/>
            <w:webHidden/>
          </w:rPr>
          <w:fldChar w:fldCharType="begin"/>
        </w:r>
        <w:r w:rsidR="0016016E">
          <w:rPr>
            <w:noProof/>
            <w:webHidden/>
          </w:rPr>
          <w:instrText xml:space="preserve"> PAGEREF _Toc35951617 \h </w:instrText>
        </w:r>
        <w:r w:rsidR="0016016E">
          <w:rPr>
            <w:noProof/>
            <w:webHidden/>
          </w:rPr>
        </w:r>
        <w:r w:rsidR="0016016E">
          <w:rPr>
            <w:noProof/>
            <w:webHidden/>
          </w:rPr>
          <w:fldChar w:fldCharType="separate"/>
        </w:r>
        <w:r w:rsidR="0016016E">
          <w:rPr>
            <w:noProof/>
            <w:webHidden/>
          </w:rPr>
          <w:t>12</w:t>
        </w:r>
        <w:r w:rsidR="0016016E">
          <w:rPr>
            <w:noProof/>
            <w:webHidden/>
          </w:rPr>
          <w:fldChar w:fldCharType="end"/>
        </w:r>
      </w:hyperlink>
    </w:p>
    <w:p w:rsidR="0016016E" w:rsidRDefault="00382737">
      <w:pPr>
        <w:pStyle w:val="Obsah1"/>
        <w:rPr>
          <w:rFonts w:asciiTheme="minorHAnsi" w:eastAsiaTheme="minorEastAsia" w:hAnsiTheme="minorHAnsi"/>
          <w:b w:val="0"/>
          <w:caps w:val="0"/>
          <w:noProof/>
          <w:spacing w:val="0"/>
          <w:sz w:val="22"/>
          <w:szCs w:val="22"/>
          <w:lang w:eastAsia="cs-CZ"/>
        </w:rPr>
      </w:pPr>
      <w:hyperlink w:anchor="_Toc35951618" w:history="1">
        <w:r w:rsidR="0016016E" w:rsidRPr="00783B82">
          <w:rPr>
            <w:rStyle w:val="Hypertextovodkaz"/>
          </w:rPr>
          <w:t>8.</w:t>
        </w:r>
        <w:r w:rsidR="0016016E">
          <w:rPr>
            <w:rFonts w:asciiTheme="minorHAnsi" w:eastAsiaTheme="minorEastAsia" w:hAnsiTheme="minorHAnsi"/>
            <w:b w:val="0"/>
            <w:caps w:val="0"/>
            <w:noProof/>
            <w:spacing w:val="0"/>
            <w:sz w:val="22"/>
            <w:szCs w:val="22"/>
            <w:lang w:eastAsia="cs-CZ"/>
          </w:rPr>
          <w:tab/>
        </w:r>
        <w:r w:rsidR="0016016E" w:rsidRPr="00783B82">
          <w:rPr>
            <w:rStyle w:val="Hypertextovodkaz"/>
          </w:rPr>
          <w:t>PŘÍLOHY</w:t>
        </w:r>
        <w:r w:rsidR="0016016E">
          <w:rPr>
            <w:noProof/>
            <w:webHidden/>
          </w:rPr>
          <w:tab/>
        </w:r>
        <w:r w:rsidR="0016016E">
          <w:rPr>
            <w:noProof/>
            <w:webHidden/>
          </w:rPr>
          <w:fldChar w:fldCharType="begin"/>
        </w:r>
        <w:r w:rsidR="0016016E">
          <w:rPr>
            <w:noProof/>
            <w:webHidden/>
          </w:rPr>
          <w:instrText xml:space="preserve"> PAGEREF _Toc35951618 \h </w:instrText>
        </w:r>
        <w:r w:rsidR="0016016E">
          <w:rPr>
            <w:noProof/>
            <w:webHidden/>
          </w:rPr>
        </w:r>
        <w:r w:rsidR="0016016E">
          <w:rPr>
            <w:noProof/>
            <w:webHidden/>
          </w:rPr>
          <w:fldChar w:fldCharType="separate"/>
        </w:r>
        <w:r w:rsidR="0016016E">
          <w:rPr>
            <w:noProof/>
            <w:webHidden/>
          </w:rPr>
          <w:t>12</w:t>
        </w:r>
        <w:r w:rsidR="0016016E">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35951597"/>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C04CAA" w:rsidRDefault="00C04CAA" w:rsidP="00C04CAA">
            <w:pPr>
              <w:pStyle w:val="Zkratky1"/>
            </w:pPr>
            <w:r>
              <w:t>SŽDC</w:t>
            </w:r>
            <w:r w:rsidR="00DB0562" w:rsidRPr="00C04CAA">
              <w:t xml:space="preserve"> </w:t>
            </w:r>
            <w:r w:rsidR="00DB0562" w:rsidRPr="00C04CAA">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Default="00C04CAA" w:rsidP="0076790E">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p>
          <w:p w:rsidR="00335A35" w:rsidRDefault="0016016E" w:rsidP="0016016E">
            <w:pPr>
              <w:pStyle w:val="Zkratky2"/>
              <w:cnfStyle w:val="100000000000" w:firstRow="1" w:lastRow="0" w:firstColumn="0" w:lastColumn="0" w:oddVBand="0" w:evenVBand="0" w:oddHBand="0" w:evenHBand="0" w:firstRowFirstColumn="0" w:firstRowLastColumn="0" w:lastRowFirstColumn="0" w:lastRowLastColumn="0"/>
            </w:pPr>
            <w:r>
              <w:t>Účinností zákona č. 367/2019 Sb., tj. od 1. 1. 2020 došlo ke změně názvu státní organizace, dřívější název Správa železniční dopravní cesty, byl od uvedeného data nahrazen názvem novým Správa železnic.</w:t>
            </w:r>
          </w:p>
          <w:p w:rsidR="00335A35" w:rsidRDefault="00335A35" w:rsidP="0016016E">
            <w:pPr>
              <w:pStyle w:val="Zkratky2"/>
              <w:cnfStyle w:val="100000000000" w:firstRow="1" w:lastRow="0" w:firstColumn="0" w:lastColumn="0" w:oddVBand="0" w:evenVBand="0" w:oddHBand="0" w:evenHBand="0" w:firstRowFirstColumn="0" w:firstRowLastColumn="0" w:lastRowFirstColumn="0" w:lastRowLastColumn="0"/>
            </w:pPr>
          </w:p>
          <w:p w:rsidR="00335A35" w:rsidRPr="006115D3" w:rsidRDefault="00335A35" w:rsidP="0016016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335A35" w:rsidP="00AD0C7B">
            <w:pPr>
              <w:pStyle w:val="Zkratky1"/>
            </w:pPr>
            <w:r>
              <w:t>UOZI ……….</w:t>
            </w:r>
          </w:p>
        </w:tc>
        <w:tc>
          <w:tcPr>
            <w:tcW w:w="7452" w:type="dxa"/>
            <w:tcMar>
              <w:top w:w="28" w:type="dxa"/>
              <w:left w:w="0" w:type="dxa"/>
              <w:bottom w:w="28" w:type="dxa"/>
              <w:right w:w="0" w:type="dxa"/>
            </w:tcMar>
          </w:tcPr>
          <w:p w:rsidR="00AD0C7B" w:rsidRPr="006115D3" w:rsidRDefault="00335A35" w:rsidP="000F15F1">
            <w:pPr>
              <w:pStyle w:val="Zkratky2"/>
              <w:cnfStyle w:val="000000000000" w:firstRow="0" w:lastRow="0" w:firstColumn="0" w:lastColumn="0" w:oddVBand="0" w:evenVBand="0" w:oddHBand="0" w:evenHBand="0" w:firstRowFirstColumn="0" w:firstRowLastColumn="0" w:lastRowFirstColumn="0" w:lastRowLastColumn="0"/>
            </w:pPr>
            <w:r>
              <w:t>Úředně oprávněný zeměměřický inženýr</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35951598"/>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35951599"/>
      <w:r w:rsidRPr="00FD501F">
        <w:t>Účel a rozsah předmětu díla</w:t>
      </w:r>
      <w:bookmarkEnd w:id="6"/>
    </w:p>
    <w:p w:rsidR="00682EB9" w:rsidRPr="00682EB9" w:rsidRDefault="00FD501F" w:rsidP="00BC6F7E">
      <w:pPr>
        <w:pStyle w:val="Text2-1"/>
      </w:pPr>
      <w:r w:rsidRPr="00FD501F">
        <w:t xml:space="preserve">Předmětem díla je </w:t>
      </w:r>
      <w:r w:rsidR="003F08B2" w:rsidRPr="00807E58">
        <w:t xml:space="preserve">zhotovení </w:t>
      </w:r>
      <w:r w:rsidR="00904CE6">
        <w:t xml:space="preserve">Architektonické studie,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 xml:space="preserve">provádění </w:t>
      </w:r>
      <w:r w:rsidR="003F08B2" w:rsidRPr="00E4738A">
        <w:t>stavby</w:t>
      </w:r>
      <w:r w:rsidRPr="00E4738A">
        <w:t xml:space="preserve"> „</w:t>
      </w:r>
      <w:r w:rsidR="009A2CA4" w:rsidRPr="004D2A92">
        <w:rPr>
          <w:b/>
        </w:rPr>
        <w:t>Rekonstrukce výpravní budovy v </w:t>
      </w:r>
      <w:proofErr w:type="spellStart"/>
      <w:r w:rsidR="009A2CA4" w:rsidRPr="004D2A92">
        <w:rPr>
          <w:b/>
        </w:rPr>
        <w:t>žst</w:t>
      </w:r>
      <w:proofErr w:type="spellEnd"/>
      <w:r w:rsidR="009A2CA4" w:rsidRPr="004D2A92">
        <w:rPr>
          <w:b/>
        </w:rPr>
        <w:t xml:space="preserve">. </w:t>
      </w:r>
      <w:r w:rsidR="00980AB0" w:rsidRPr="004D2A92">
        <w:rPr>
          <w:b/>
        </w:rPr>
        <w:t>Aš</w:t>
      </w:r>
      <w:r w:rsidRPr="00E4738A">
        <w:t>“</w:t>
      </w:r>
      <w:r w:rsidR="000E6E13" w:rsidRPr="00E4738A">
        <w:t xml:space="preserve">. </w:t>
      </w:r>
      <w:r w:rsidR="00335A35">
        <w:t xml:space="preserve">Předmět díla je společnou investicí Správy železnic a města Aš. </w:t>
      </w:r>
      <w:r w:rsidR="00682EB9" w:rsidRPr="00682EB9">
        <w:t>Cílem díla je</w:t>
      </w:r>
      <w:r w:rsidR="00682EB9">
        <w:t xml:space="preserve"> </w:t>
      </w:r>
      <w:r w:rsidR="00682EB9" w:rsidRPr="00682EB9">
        <w:t>demolice stávající výpravní budovy, novostavba úspornější výpravní budovy, úprava okolí -  parkoviště, komunikace, zeleň</w:t>
      </w:r>
      <w:r w:rsidR="00335A35">
        <w:t xml:space="preserve"> a autobusový terminál. </w:t>
      </w:r>
    </w:p>
    <w:p w:rsidR="00A134F8" w:rsidRDefault="00FD501F" w:rsidP="00A134F8">
      <w:pPr>
        <w:pStyle w:val="Text2-1"/>
      </w:pPr>
      <w:r w:rsidRPr="00FD501F">
        <w:t>Rozsah díla „</w:t>
      </w:r>
      <w:r w:rsidR="00B65EDF" w:rsidRPr="00B65EDF">
        <w:rPr>
          <w:b/>
        </w:rPr>
        <w:t>Rekonstrukce výpravní budovy v </w:t>
      </w:r>
      <w:proofErr w:type="spellStart"/>
      <w:r w:rsidR="00B65EDF" w:rsidRPr="00B65EDF">
        <w:rPr>
          <w:b/>
        </w:rPr>
        <w:t>žst</w:t>
      </w:r>
      <w:proofErr w:type="spellEnd"/>
      <w:r w:rsidR="00B65EDF" w:rsidRPr="00B65EDF">
        <w:rPr>
          <w:b/>
        </w:rPr>
        <w:t xml:space="preserve">. </w:t>
      </w:r>
      <w:r w:rsidR="00D623E0">
        <w:rPr>
          <w:b/>
        </w:rPr>
        <w:t>Aš</w:t>
      </w:r>
      <w:r w:rsidR="00C13104">
        <w:rPr>
          <w:b/>
        </w:rPr>
        <w:t xml:space="preserve"> </w:t>
      </w:r>
      <w:r w:rsidRPr="00FD501F">
        <w:t>“ je</w:t>
      </w:r>
      <w:r w:rsidR="00A134F8">
        <w:t>:</w:t>
      </w:r>
    </w:p>
    <w:p w:rsidR="00904CE6" w:rsidRDefault="00904CE6" w:rsidP="00E41675">
      <w:pPr>
        <w:pStyle w:val="Text2-2"/>
      </w:pPr>
      <w:r w:rsidRPr="00904CE6">
        <w:t xml:space="preserve">Zhotovení architektonické studie bude obsahovat veškeré úkony dle Standardu profesních výkonů a souvisejících činností České komory architektů. V rozsahu výkonové fáze (VF1 a VF2). Zejména bude obsahovat zpracování konceptu a skic, určení základního materiálového řešení, zpracování dokumentace stavby (zpráva, situace, půdorysy, řezy, pohledy), zapojení speciální profesních (statika, </w:t>
      </w:r>
      <w:proofErr w:type="spellStart"/>
      <w:r w:rsidRPr="00904CE6">
        <w:t>atd</w:t>
      </w:r>
      <w:proofErr w:type="spellEnd"/>
      <w:r w:rsidRPr="00904CE6">
        <w:t>…), předběžný propočet (rozpočet). V průběhu tvorby bude požadováno průběžné konzultování a projednání koncepční architektonické studie, která bude poté dopracována do fáze architektonické studie.</w:t>
      </w:r>
    </w:p>
    <w:p w:rsidR="00A134F8" w:rsidRPr="00E4738A"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745AE7">
        <w:t xml:space="preserve">v takovém rozsahu, aby byla podkladem pro výběrové řízení na zhotovení </w:t>
      </w:r>
      <w:r w:rsidR="00967E3A" w:rsidRPr="00E4738A">
        <w:t>stavby,</w:t>
      </w:r>
      <w:r w:rsidR="00AA77DA" w:rsidRPr="00E4738A">
        <w:t xml:space="preserve"> </w:t>
      </w:r>
      <w:r w:rsidRPr="00E4738A">
        <w:t xml:space="preserve">včetně notifikace autorizovanou osobou, zajištění výkonu </w:t>
      </w:r>
      <w:r w:rsidR="00AA77DA" w:rsidRPr="00E4738A">
        <w:t>A</w:t>
      </w:r>
      <w:r w:rsidRPr="00E4738A">
        <w:t>utorského dozoru při zhotovení stavby a činností koordinátora BOZP při práci na staveništi ve fázi přípravy včetně zpracování plánu BOZP na staveništi a</w:t>
      </w:r>
      <w:r w:rsidR="00AA77DA" w:rsidRPr="00E4738A">
        <w:t> </w:t>
      </w:r>
      <w:r w:rsidRPr="00E4738A">
        <w:t>manuálu údržby.</w:t>
      </w:r>
    </w:p>
    <w:p w:rsidR="00A134F8" w:rsidRDefault="00A134F8" w:rsidP="001A0C52">
      <w:pPr>
        <w:pStyle w:val="Text2-2"/>
      </w:pPr>
      <w:r w:rsidRPr="00E4738A">
        <w:rPr>
          <w:rStyle w:val="Tun"/>
        </w:rPr>
        <w:t>Zpracování a podání žádosti</w:t>
      </w:r>
      <w:r w:rsidRPr="00672766">
        <w:rPr>
          <w:rStyle w:val="Tun"/>
        </w:rPr>
        <w:t xml:space="preserve">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xml:space="preserve">, </w:t>
      </w:r>
      <w:proofErr w:type="gramStart"/>
      <w:r w:rsidRPr="00807E58">
        <w:t>je</w:t>
      </w:r>
      <w:r w:rsidR="00967E3A">
        <w:t>jíž</w:t>
      </w:r>
      <w:proofErr w:type="gramEnd"/>
      <w:r w:rsidR="00967E3A">
        <w:t xml:space="preserve">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rsidR="00904CE6" w:rsidRPr="006A46A8" w:rsidRDefault="00904CE6" w:rsidP="00904CE6">
      <w:pPr>
        <w:pStyle w:val="Text2-2"/>
        <w:rPr>
          <w:highlight w:val="yellow"/>
        </w:rPr>
      </w:pPr>
      <w:r w:rsidRPr="006A46A8">
        <w:rPr>
          <w:highlight w:val="yellow"/>
        </w:rPr>
        <w:t>Rozsah a členění dokumentace Architektonické studie:</w:t>
      </w:r>
    </w:p>
    <w:p w:rsidR="00904CE6" w:rsidRPr="006A46A8" w:rsidRDefault="00904CE6" w:rsidP="00904CE6">
      <w:pPr>
        <w:pStyle w:val="Text2-2"/>
        <w:numPr>
          <w:ilvl w:val="0"/>
          <w:numId w:val="0"/>
        </w:numPr>
        <w:ind w:left="1701"/>
        <w:rPr>
          <w:highlight w:val="yellow"/>
        </w:rPr>
      </w:pPr>
      <w:r w:rsidRPr="006A46A8">
        <w:rPr>
          <w:b/>
          <w:highlight w:val="yellow"/>
        </w:rPr>
        <w:t>Zhotovení architektonické studie</w:t>
      </w:r>
      <w:r w:rsidRPr="006A46A8">
        <w:rPr>
          <w:highlight w:val="yellow"/>
        </w:rPr>
        <w:t xml:space="preserve"> bude děleno na </w:t>
      </w:r>
      <w:r w:rsidR="006F11C2" w:rsidRPr="006A46A8">
        <w:rPr>
          <w:b/>
          <w:highlight w:val="yellow"/>
        </w:rPr>
        <w:t xml:space="preserve">variantní </w:t>
      </w:r>
      <w:r w:rsidRPr="006A46A8">
        <w:rPr>
          <w:b/>
          <w:highlight w:val="yellow"/>
        </w:rPr>
        <w:t xml:space="preserve">koncepční architektonickou studii a architektonickou studii. </w:t>
      </w:r>
      <w:r w:rsidRPr="006A46A8">
        <w:rPr>
          <w:highlight w:val="yellow"/>
        </w:rPr>
        <w:t>Obě fáze budou průběžně konzultovány, projednávány a schvalovány investorem (objednatel) v případě neschválení koncepční architektonické studie</w:t>
      </w:r>
      <w:r w:rsidR="007F5977">
        <w:rPr>
          <w:highlight w:val="yellow"/>
        </w:rPr>
        <w:t xml:space="preserve"> a architektonické studie</w:t>
      </w:r>
      <w:r w:rsidRPr="006A46A8">
        <w:rPr>
          <w:highlight w:val="yellow"/>
        </w:rPr>
        <w:t xml:space="preserve"> nelze pokračovat do dalších stupňů projektu.</w:t>
      </w:r>
      <w:r w:rsidR="006F11C2" w:rsidRPr="006A46A8">
        <w:rPr>
          <w:highlight w:val="yellow"/>
        </w:rPr>
        <w:t xml:space="preserve"> Koncepční architektonická studie bude zpracována </w:t>
      </w:r>
      <w:r w:rsidR="006F11C2" w:rsidRPr="007F5977">
        <w:rPr>
          <w:b/>
          <w:highlight w:val="yellow"/>
        </w:rPr>
        <w:t>ve 3 variantách</w:t>
      </w:r>
      <w:r w:rsidR="006F11C2" w:rsidRPr="006A46A8">
        <w:rPr>
          <w:highlight w:val="yellow"/>
        </w:rPr>
        <w:t xml:space="preserve"> nové podoby výpravní budovy.</w:t>
      </w:r>
      <w:r w:rsidR="0065599A" w:rsidRPr="006A46A8">
        <w:rPr>
          <w:highlight w:val="yellow"/>
        </w:rPr>
        <w:t xml:space="preserve"> Na vítěznou variantu bude dopracována </w:t>
      </w:r>
      <w:r w:rsidR="006A46A8" w:rsidRPr="006A46A8">
        <w:rPr>
          <w:highlight w:val="yellow"/>
        </w:rPr>
        <w:t>Architektonická studie.</w:t>
      </w:r>
    </w:p>
    <w:p w:rsidR="00904CE6" w:rsidRPr="006A46A8" w:rsidRDefault="00904CE6" w:rsidP="00904CE6">
      <w:pPr>
        <w:pStyle w:val="Text2-2"/>
        <w:rPr>
          <w:highlight w:val="yellow"/>
        </w:rPr>
      </w:pPr>
      <w:r w:rsidRPr="006A46A8">
        <w:rPr>
          <w:highlight w:val="yellow"/>
        </w:rPr>
        <w:t xml:space="preserve">  </w:t>
      </w:r>
      <w:r w:rsidR="006F11C2" w:rsidRPr="006A46A8">
        <w:rPr>
          <w:b/>
          <w:highlight w:val="yellow"/>
        </w:rPr>
        <w:t>Variantní k</w:t>
      </w:r>
      <w:r w:rsidRPr="006A46A8">
        <w:rPr>
          <w:b/>
          <w:highlight w:val="yellow"/>
        </w:rPr>
        <w:t>oncepční architektonická studie obsahuje:</w:t>
      </w:r>
    </w:p>
    <w:p w:rsidR="006F11C2" w:rsidRPr="006A46A8" w:rsidRDefault="006F11C2" w:rsidP="006F11C2">
      <w:pPr>
        <w:pStyle w:val="Odstavecseseznamem"/>
        <w:numPr>
          <w:ilvl w:val="0"/>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2"/>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2"/>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3"/>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3"/>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3"/>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3"/>
          <w:numId w:val="26"/>
        </w:numPr>
        <w:spacing w:after="120"/>
        <w:contextualSpacing w:val="0"/>
        <w:jc w:val="both"/>
        <w:rPr>
          <w:rFonts w:ascii="Verdana" w:hAnsi="Verdana"/>
          <w:vanish/>
          <w:highlight w:val="yellow"/>
        </w:rPr>
      </w:pPr>
    </w:p>
    <w:p w:rsidR="006F11C2" w:rsidRPr="006A46A8" w:rsidRDefault="006F11C2" w:rsidP="006F11C2">
      <w:pPr>
        <w:pStyle w:val="Odstavecseseznamem"/>
        <w:numPr>
          <w:ilvl w:val="3"/>
          <w:numId w:val="26"/>
        </w:numPr>
        <w:spacing w:after="120"/>
        <w:contextualSpacing w:val="0"/>
        <w:jc w:val="both"/>
        <w:rPr>
          <w:rFonts w:ascii="Verdana" w:hAnsi="Verdana"/>
          <w:vanish/>
          <w:highlight w:val="yellow"/>
        </w:rPr>
      </w:pPr>
    </w:p>
    <w:p w:rsidR="00904CE6" w:rsidRPr="006A46A8" w:rsidRDefault="00904CE6" w:rsidP="007F5977">
      <w:pPr>
        <w:pStyle w:val="Text2-2"/>
        <w:numPr>
          <w:ilvl w:val="4"/>
          <w:numId w:val="26"/>
        </w:numPr>
        <w:spacing w:after="0"/>
        <w:rPr>
          <w:highlight w:val="yellow"/>
        </w:rPr>
      </w:pPr>
      <w:r w:rsidRPr="006A46A8">
        <w:rPr>
          <w:highlight w:val="yellow"/>
        </w:rPr>
        <w:t>Zpracování architektonického konceptu budovy</w:t>
      </w:r>
      <w:r w:rsidR="0065599A" w:rsidRPr="006A46A8">
        <w:rPr>
          <w:highlight w:val="yellow"/>
        </w:rPr>
        <w:t>.</w:t>
      </w:r>
    </w:p>
    <w:p w:rsidR="00904CE6" w:rsidRPr="006A46A8" w:rsidRDefault="00904CE6" w:rsidP="007F5977">
      <w:pPr>
        <w:pStyle w:val="Text2-2"/>
        <w:numPr>
          <w:ilvl w:val="4"/>
          <w:numId w:val="26"/>
        </w:numPr>
        <w:spacing w:after="0"/>
        <w:rPr>
          <w:highlight w:val="yellow"/>
        </w:rPr>
      </w:pPr>
      <w:r w:rsidRPr="006A46A8">
        <w:rPr>
          <w:highlight w:val="yellow"/>
        </w:rPr>
        <w:t>Prostorová a provozní schémata budovy</w:t>
      </w:r>
      <w:r w:rsidR="0065599A" w:rsidRPr="006A46A8">
        <w:rPr>
          <w:highlight w:val="yellow"/>
        </w:rPr>
        <w:t>.</w:t>
      </w:r>
    </w:p>
    <w:p w:rsidR="00904CE6" w:rsidRPr="006A46A8" w:rsidRDefault="00904CE6" w:rsidP="007F5977">
      <w:pPr>
        <w:pStyle w:val="Text2-2"/>
        <w:numPr>
          <w:ilvl w:val="4"/>
          <w:numId w:val="26"/>
        </w:numPr>
        <w:spacing w:after="0"/>
        <w:rPr>
          <w:highlight w:val="yellow"/>
        </w:rPr>
      </w:pPr>
      <w:r w:rsidRPr="006A46A8">
        <w:rPr>
          <w:highlight w:val="yellow"/>
        </w:rPr>
        <w:t>Materiálové řešení objektu</w:t>
      </w:r>
      <w:r w:rsidR="0065599A" w:rsidRPr="006A46A8">
        <w:rPr>
          <w:highlight w:val="yellow"/>
        </w:rPr>
        <w:t>.</w:t>
      </w:r>
    </w:p>
    <w:p w:rsidR="00904CE6" w:rsidRPr="006A46A8" w:rsidRDefault="00904CE6" w:rsidP="007F5977">
      <w:pPr>
        <w:pStyle w:val="Text2-2"/>
        <w:numPr>
          <w:ilvl w:val="4"/>
          <w:numId w:val="26"/>
        </w:numPr>
        <w:spacing w:after="0"/>
        <w:rPr>
          <w:highlight w:val="yellow"/>
        </w:rPr>
      </w:pPr>
      <w:r w:rsidRPr="006A46A8">
        <w:rPr>
          <w:highlight w:val="yellow"/>
        </w:rPr>
        <w:t>Koncepční dokumentace stavby (půdorysy, řezy, pohledy)</w:t>
      </w:r>
      <w:r w:rsidR="0065599A" w:rsidRPr="006A46A8">
        <w:rPr>
          <w:highlight w:val="yellow"/>
        </w:rPr>
        <w:t>.</w:t>
      </w:r>
    </w:p>
    <w:p w:rsidR="00904CE6" w:rsidRPr="006A46A8" w:rsidRDefault="00904CE6" w:rsidP="007F5977">
      <w:pPr>
        <w:pStyle w:val="Text2-2"/>
        <w:numPr>
          <w:ilvl w:val="4"/>
          <w:numId w:val="26"/>
        </w:numPr>
        <w:spacing w:after="0"/>
        <w:rPr>
          <w:highlight w:val="yellow"/>
        </w:rPr>
      </w:pPr>
      <w:proofErr w:type="spellStart"/>
      <w:r w:rsidRPr="006A46A8">
        <w:rPr>
          <w:highlight w:val="yellow"/>
        </w:rPr>
        <w:t>Skicy</w:t>
      </w:r>
      <w:proofErr w:type="spellEnd"/>
      <w:r w:rsidRPr="006A46A8">
        <w:rPr>
          <w:highlight w:val="yellow"/>
        </w:rPr>
        <w:t xml:space="preserve"> objektu, vizualizace</w:t>
      </w:r>
      <w:r w:rsidR="0065599A" w:rsidRPr="006A46A8">
        <w:rPr>
          <w:highlight w:val="yellow"/>
        </w:rPr>
        <w:t>.</w:t>
      </w:r>
    </w:p>
    <w:p w:rsidR="0065599A" w:rsidRPr="006A46A8" w:rsidRDefault="0065599A" w:rsidP="007F5977">
      <w:pPr>
        <w:pStyle w:val="Text2-2"/>
        <w:numPr>
          <w:ilvl w:val="4"/>
          <w:numId w:val="26"/>
        </w:numPr>
        <w:spacing w:after="0"/>
        <w:rPr>
          <w:highlight w:val="yellow"/>
        </w:rPr>
      </w:pPr>
      <w:r w:rsidRPr="006A46A8">
        <w:rPr>
          <w:highlight w:val="yellow"/>
        </w:rPr>
        <w:t>Předběžný rozpočet podle m2 a m3.</w:t>
      </w:r>
    </w:p>
    <w:p w:rsidR="00904CE6" w:rsidRDefault="00904CE6" w:rsidP="00904CE6">
      <w:pPr>
        <w:pStyle w:val="Odrka1-4"/>
        <w:numPr>
          <w:ilvl w:val="0"/>
          <w:numId w:val="0"/>
        </w:numPr>
        <w:ind w:left="3154" w:firstLine="86"/>
        <w:rPr>
          <w:rStyle w:val="Tun"/>
          <w:highlight w:val="yellow"/>
        </w:rPr>
      </w:pPr>
    </w:p>
    <w:p w:rsidR="00904CE6" w:rsidRPr="006A46A8" w:rsidRDefault="006A46A8" w:rsidP="00904CE6">
      <w:pPr>
        <w:pStyle w:val="Text2-2"/>
        <w:rPr>
          <w:b/>
          <w:highlight w:val="yellow"/>
        </w:rPr>
      </w:pPr>
      <w:r>
        <w:rPr>
          <w:b/>
          <w:highlight w:val="yellow"/>
        </w:rPr>
        <w:t>Architektonická</w:t>
      </w:r>
      <w:r w:rsidR="00904CE6" w:rsidRPr="006A46A8">
        <w:rPr>
          <w:b/>
          <w:highlight w:val="yellow"/>
        </w:rPr>
        <w:t xml:space="preserve"> studie obsahuje:</w:t>
      </w:r>
    </w:p>
    <w:p w:rsidR="0065599A" w:rsidRPr="006A46A8" w:rsidRDefault="0065599A" w:rsidP="0065599A">
      <w:pPr>
        <w:pStyle w:val="Odstavecseseznamem"/>
        <w:numPr>
          <w:ilvl w:val="0"/>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2"/>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2"/>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3"/>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3"/>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3"/>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3"/>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3"/>
          <w:numId w:val="27"/>
        </w:numPr>
        <w:spacing w:after="80"/>
        <w:contextualSpacing w:val="0"/>
        <w:jc w:val="both"/>
        <w:rPr>
          <w:rStyle w:val="Tun"/>
          <w:rFonts w:ascii="Verdana" w:hAnsi="Verdana"/>
          <w:b w:val="0"/>
          <w:vanish/>
          <w:highlight w:val="yellow"/>
        </w:rPr>
      </w:pPr>
    </w:p>
    <w:p w:rsidR="0065599A" w:rsidRPr="006A46A8" w:rsidRDefault="0065599A" w:rsidP="0065599A">
      <w:pPr>
        <w:pStyle w:val="Odstavecseseznamem"/>
        <w:numPr>
          <w:ilvl w:val="3"/>
          <w:numId w:val="27"/>
        </w:numPr>
        <w:spacing w:after="80"/>
        <w:contextualSpacing w:val="0"/>
        <w:jc w:val="both"/>
        <w:rPr>
          <w:rStyle w:val="Tun"/>
          <w:rFonts w:ascii="Verdana" w:hAnsi="Verdana"/>
          <w:b w:val="0"/>
          <w:vanish/>
          <w:highlight w:val="yellow"/>
        </w:rPr>
      </w:pPr>
    </w:p>
    <w:p w:rsidR="00904CE6" w:rsidRPr="006A46A8" w:rsidRDefault="0065599A" w:rsidP="007F5977">
      <w:pPr>
        <w:pStyle w:val="Odrka1-4"/>
        <w:numPr>
          <w:ilvl w:val="4"/>
          <w:numId w:val="27"/>
        </w:numPr>
        <w:spacing w:after="0"/>
        <w:rPr>
          <w:rStyle w:val="Tun"/>
          <w:b w:val="0"/>
          <w:highlight w:val="yellow"/>
        </w:rPr>
      </w:pPr>
      <w:r w:rsidRPr="006A46A8">
        <w:rPr>
          <w:rStyle w:val="Tun"/>
          <w:b w:val="0"/>
          <w:highlight w:val="yellow"/>
        </w:rPr>
        <w:t>D</w:t>
      </w:r>
      <w:r w:rsidR="00904CE6" w:rsidRPr="006A46A8">
        <w:rPr>
          <w:rStyle w:val="Tun"/>
          <w:b w:val="0"/>
          <w:highlight w:val="yellow"/>
        </w:rPr>
        <w:t>o</w:t>
      </w:r>
      <w:r w:rsidRPr="006A46A8">
        <w:rPr>
          <w:rStyle w:val="Tun"/>
          <w:b w:val="0"/>
          <w:highlight w:val="yellow"/>
        </w:rPr>
        <w:t>pracování konceptu a skic.</w:t>
      </w:r>
    </w:p>
    <w:p w:rsidR="00904CE6" w:rsidRPr="006A46A8" w:rsidRDefault="0065599A" w:rsidP="007F5977">
      <w:pPr>
        <w:pStyle w:val="Odrka1-4"/>
        <w:numPr>
          <w:ilvl w:val="4"/>
          <w:numId w:val="27"/>
        </w:numPr>
        <w:spacing w:after="0"/>
        <w:rPr>
          <w:rStyle w:val="Tun"/>
          <w:b w:val="0"/>
          <w:highlight w:val="yellow"/>
        </w:rPr>
      </w:pPr>
      <w:r w:rsidRPr="006A46A8">
        <w:rPr>
          <w:rStyle w:val="Tun"/>
          <w:b w:val="0"/>
          <w:highlight w:val="yellow"/>
        </w:rPr>
        <w:t>U</w:t>
      </w:r>
      <w:r w:rsidR="00904CE6" w:rsidRPr="006A46A8">
        <w:rPr>
          <w:rStyle w:val="Tun"/>
          <w:b w:val="0"/>
          <w:highlight w:val="yellow"/>
        </w:rPr>
        <w:t xml:space="preserve">rčení </w:t>
      </w:r>
      <w:r w:rsidRPr="006A46A8">
        <w:rPr>
          <w:rStyle w:val="Tun"/>
          <w:b w:val="0"/>
          <w:highlight w:val="yellow"/>
        </w:rPr>
        <w:t>základního materiálového řešení.</w:t>
      </w:r>
    </w:p>
    <w:p w:rsidR="007F5977" w:rsidRDefault="007F5977" w:rsidP="007F5977">
      <w:pPr>
        <w:pStyle w:val="Odstavecseseznamem"/>
        <w:numPr>
          <w:ilvl w:val="4"/>
          <w:numId w:val="27"/>
        </w:numPr>
        <w:spacing w:after="0"/>
        <w:rPr>
          <w:rStyle w:val="Tun"/>
          <w:rFonts w:ascii="Verdana" w:hAnsi="Verdana"/>
          <w:b w:val="0"/>
          <w:highlight w:val="yellow"/>
        </w:rPr>
      </w:pPr>
      <w:r>
        <w:rPr>
          <w:rStyle w:val="Tun"/>
          <w:rFonts w:ascii="Verdana" w:hAnsi="Verdana"/>
          <w:b w:val="0"/>
          <w:highlight w:val="yellow"/>
        </w:rPr>
        <w:t>Celkovou situaci stavby.</w:t>
      </w:r>
    </w:p>
    <w:p w:rsidR="0065599A" w:rsidRPr="006A46A8" w:rsidRDefault="0065599A" w:rsidP="007F5977">
      <w:pPr>
        <w:pStyle w:val="Odstavecseseznamem"/>
        <w:numPr>
          <w:ilvl w:val="4"/>
          <w:numId w:val="27"/>
        </w:numPr>
        <w:spacing w:after="0"/>
        <w:rPr>
          <w:rStyle w:val="Tun"/>
          <w:rFonts w:ascii="Verdana" w:hAnsi="Verdana"/>
          <w:b w:val="0"/>
          <w:highlight w:val="yellow"/>
        </w:rPr>
      </w:pPr>
      <w:r w:rsidRPr="006A46A8">
        <w:rPr>
          <w:rStyle w:val="Tun"/>
          <w:rFonts w:ascii="Verdana" w:hAnsi="Verdana"/>
          <w:b w:val="0"/>
          <w:highlight w:val="yellow"/>
        </w:rPr>
        <w:t>Návrh terénních a vegetačních úprav.</w:t>
      </w:r>
    </w:p>
    <w:p w:rsidR="00904CE6" w:rsidRPr="006A46A8" w:rsidRDefault="0065599A" w:rsidP="007F5977">
      <w:pPr>
        <w:pStyle w:val="Odrka1-4"/>
        <w:numPr>
          <w:ilvl w:val="4"/>
          <w:numId w:val="27"/>
        </w:numPr>
        <w:spacing w:after="0"/>
        <w:rPr>
          <w:rStyle w:val="Tun"/>
          <w:b w:val="0"/>
          <w:highlight w:val="yellow"/>
        </w:rPr>
      </w:pPr>
      <w:r w:rsidRPr="006A46A8">
        <w:rPr>
          <w:rStyle w:val="Tun"/>
          <w:b w:val="0"/>
          <w:highlight w:val="yellow"/>
        </w:rPr>
        <w:lastRenderedPageBreak/>
        <w:t>Předběžný rozpočet podle m2 a m3.</w:t>
      </w:r>
    </w:p>
    <w:p w:rsidR="00904CE6" w:rsidRPr="006A46A8" w:rsidRDefault="0065599A" w:rsidP="007F5977">
      <w:pPr>
        <w:pStyle w:val="Odrka1-4"/>
        <w:numPr>
          <w:ilvl w:val="4"/>
          <w:numId w:val="27"/>
        </w:numPr>
        <w:spacing w:after="0"/>
        <w:rPr>
          <w:rStyle w:val="Tun"/>
          <w:b w:val="0"/>
          <w:highlight w:val="yellow"/>
        </w:rPr>
      </w:pPr>
      <w:r w:rsidRPr="006A46A8">
        <w:rPr>
          <w:rStyle w:val="Tun"/>
          <w:b w:val="0"/>
          <w:highlight w:val="yellow"/>
        </w:rPr>
        <w:t>V</w:t>
      </w:r>
      <w:r w:rsidR="00904CE6" w:rsidRPr="006A46A8">
        <w:rPr>
          <w:rStyle w:val="Tun"/>
          <w:b w:val="0"/>
          <w:highlight w:val="yellow"/>
        </w:rPr>
        <w:t>izualizace, zákresy do fotografií</w:t>
      </w:r>
      <w:r w:rsidRPr="006A46A8">
        <w:rPr>
          <w:rStyle w:val="Tun"/>
          <w:b w:val="0"/>
          <w:highlight w:val="yellow"/>
        </w:rPr>
        <w:t>.</w:t>
      </w:r>
    </w:p>
    <w:p w:rsidR="007F5977" w:rsidRDefault="006A46A8" w:rsidP="007F5977">
      <w:pPr>
        <w:pStyle w:val="Odrka1-4"/>
        <w:numPr>
          <w:ilvl w:val="4"/>
          <w:numId w:val="27"/>
        </w:numPr>
        <w:spacing w:after="0"/>
        <w:rPr>
          <w:rStyle w:val="Tun"/>
          <w:b w:val="0"/>
          <w:highlight w:val="yellow"/>
        </w:rPr>
      </w:pPr>
      <w:r w:rsidRPr="006A46A8">
        <w:rPr>
          <w:rStyle w:val="Tun"/>
          <w:b w:val="0"/>
          <w:highlight w:val="yellow"/>
        </w:rPr>
        <w:t>Z</w:t>
      </w:r>
      <w:r w:rsidR="00904CE6" w:rsidRPr="006A46A8">
        <w:rPr>
          <w:rStyle w:val="Tun"/>
          <w:b w:val="0"/>
          <w:highlight w:val="yellow"/>
        </w:rPr>
        <w:t>ásady</w:t>
      </w:r>
      <w:r w:rsidRPr="006A46A8">
        <w:rPr>
          <w:rStyle w:val="Tun"/>
          <w:b w:val="0"/>
          <w:highlight w:val="yellow"/>
        </w:rPr>
        <w:t xml:space="preserve"> </w:t>
      </w:r>
      <w:r w:rsidR="00904CE6" w:rsidRPr="006A46A8">
        <w:rPr>
          <w:rStyle w:val="Tun"/>
          <w:b w:val="0"/>
          <w:highlight w:val="yellow"/>
        </w:rPr>
        <w:t xml:space="preserve">řešení energeticky úsporného návrhu </w:t>
      </w:r>
      <w:r w:rsidR="0065599A" w:rsidRPr="006A46A8">
        <w:rPr>
          <w:rStyle w:val="Tun"/>
          <w:b w:val="0"/>
          <w:highlight w:val="yellow"/>
        </w:rPr>
        <w:t>stavby</w:t>
      </w:r>
      <w:r w:rsidR="007F5977">
        <w:rPr>
          <w:rStyle w:val="Tun"/>
          <w:b w:val="0"/>
          <w:highlight w:val="yellow"/>
        </w:rPr>
        <w:t>.</w:t>
      </w:r>
    </w:p>
    <w:p w:rsidR="00904CE6" w:rsidRPr="006A46A8" w:rsidRDefault="007F5977" w:rsidP="007F5977">
      <w:pPr>
        <w:pStyle w:val="Odrka1-4"/>
        <w:numPr>
          <w:ilvl w:val="4"/>
          <w:numId w:val="27"/>
        </w:numPr>
        <w:spacing w:after="0"/>
        <w:rPr>
          <w:highlight w:val="yellow"/>
        </w:rPr>
      </w:pPr>
      <w:r>
        <w:rPr>
          <w:rStyle w:val="Tun"/>
          <w:b w:val="0"/>
          <w:highlight w:val="yellow"/>
        </w:rPr>
        <w:t>Prezentační materiál dle bodu 6.1.6.</w:t>
      </w:r>
    </w:p>
    <w:p w:rsidR="00904CE6" w:rsidRDefault="00904CE6" w:rsidP="00904CE6">
      <w:pPr>
        <w:pStyle w:val="Text2-2"/>
        <w:numPr>
          <w:ilvl w:val="0"/>
          <w:numId w:val="0"/>
        </w:numPr>
        <w:ind w:left="1701"/>
      </w:pPr>
    </w:p>
    <w:p w:rsidR="00A134F8" w:rsidRPr="00807E58" w:rsidRDefault="00A134F8" w:rsidP="00813559">
      <w:pPr>
        <w:pStyle w:val="Text2-2"/>
      </w:pPr>
      <w:r w:rsidRPr="00807E58">
        <w:t>Rozsah a členění dokumentace D</w:t>
      </w:r>
      <w:r w:rsidR="00967E3A">
        <w:t>U</w:t>
      </w:r>
      <w:r w:rsidRPr="00807E58">
        <w:t>SP a PDPS:</w:t>
      </w:r>
    </w:p>
    <w:p w:rsidR="00AA77DA" w:rsidRDefault="00EB59F7" w:rsidP="00813559">
      <w:pPr>
        <w:pStyle w:val="Odrka1-4"/>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SŽDC,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rsidR="00A134F8" w:rsidRDefault="00AA77DA" w:rsidP="00813559">
      <w:pPr>
        <w:pStyle w:val="Odrka1-4"/>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(dále „vyhláška 146/2008 Sb.“)</w:t>
      </w:r>
      <w:r w:rsidR="00A134F8">
        <w:t>. Pro potřeby projednání, zejména v rámci SŽDC, Zhotovitel použije pro zpracování této dokumentace přílohu č. 2 Směrnice GŘ č.11/2006</w:t>
      </w:r>
      <w:r w:rsidRPr="00AA77DA">
        <w:t xml:space="preserve"> </w:t>
      </w:r>
      <w:r w:rsidRPr="00807E58">
        <w:t>v nezbytném rozsahu</w:t>
      </w:r>
      <w:r>
        <w:t>.</w:t>
      </w:r>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w:t>
      </w:r>
      <w:r w:rsidR="00AA77DA">
        <w:t xml:space="preserve">projektové </w:t>
      </w:r>
      <w:r>
        <w:t>dokumentace doložené dl</w:t>
      </w:r>
      <w:r w:rsidR="00672766">
        <w:t>e přílohy č. 2 směrnice SŽDC č. </w:t>
      </w:r>
      <w:r>
        <w:t xml:space="preserve">11/2006 části G, H a I a </w:t>
      </w:r>
      <w:r w:rsidRPr="00E4738A">
        <w:t>dle VTP/DSP+PDSP</w:t>
      </w:r>
      <w:r w:rsidR="00E4738A" w:rsidRPr="00E4738A">
        <w:t>/13</w:t>
      </w:r>
      <w:r w:rsidR="00E4738A">
        <w:t>/20</w:t>
      </w:r>
      <w:r>
        <w:t xml:space="preserve"> části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SŽDC (</w:t>
      </w:r>
      <w:hyperlink r:id="rId12" w:history="1">
        <w:r w:rsidR="00474234" w:rsidRPr="00474234">
          <w:rPr>
            <w:rStyle w:val="Hypertextovodkaz"/>
            <w:noProof w:val="0"/>
            <w:color w:val="auto"/>
            <w:u w:val="none"/>
          </w:rPr>
          <w:t>https://www.szdc.cz/stavby-zakazky/podklady-pro-zhotovitele/stanoveni-nakladu-staveb-szdc</w:t>
        </w:r>
      </w:hyperlink>
      <w:r>
        <w:t>).</w:t>
      </w:r>
    </w:p>
    <w:p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rsidR="00474234" w:rsidRDefault="00AF4FD5" w:rsidP="00AF4FD5">
      <w:pPr>
        <w:pStyle w:val="Text2-2"/>
      </w:pPr>
      <w:r w:rsidRPr="00AF4FD5">
        <w:t>Součástí plnění je i zajištění geodetické dok</w:t>
      </w:r>
      <w:r>
        <w:t>umentace stavby, geodetických a </w:t>
      </w:r>
      <w:r w:rsidRPr="00AF4FD5">
        <w:t xml:space="preserve">mapových podkladů, </w:t>
      </w:r>
      <w:r w:rsidR="001E67EF" w:rsidRPr="00474234">
        <w:t>zaji</w:t>
      </w:r>
      <w:r w:rsidR="001E67EF">
        <w:t xml:space="preserve">štění </w:t>
      </w:r>
      <w:r w:rsidR="001E67EF" w:rsidRPr="00474234">
        <w:t>zpracování veškerých potřebných průzkumů (inženýrskogeologický</w:t>
      </w:r>
      <w:r w:rsidR="001E67EF">
        <w:t xml:space="preserve">, </w:t>
      </w:r>
      <w:r w:rsidR="001E67EF" w:rsidRPr="00474234">
        <w:t>geotechnický, stavebně technický</w:t>
      </w:r>
      <w:r w:rsidR="001E67EF">
        <w:t>, korozní</w:t>
      </w:r>
      <w:r w:rsidR="001E67EF" w:rsidRPr="00474234">
        <w:t xml:space="preserve"> atd.) </w:t>
      </w:r>
      <w:r w:rsidRPr="00AF4FD5">
        <w:t>nezbytných k návrhu technického řešení</w:t>
      </w:r>
      <w:r w:rsidR="00474234" w:rsidRPr="00474234">
        <w:t xml:space="preserve">.  </w:t>
      </w:r>
    </w:p>
    <w:p w:rsidR="006B26B3" w:rsidRPr="006B26B3" w:rsidRDefault="006B26B3" w:rsidP="006B26B3">
      <w:pPr>
        <w:pStyle w:val="Text2-2"/>
      </w:pPr>
      <w:r w:rsidRPr="006B26B3">
        <w:t xml:space="preserve">Součástí povinnosti Zhotovitele je i zajištění strukturovaného </w:t>
      </w:r>
      <w:proofErr w:type="spellStart"/>
      <w:r w:rsidRPr="006B26B3">
        <w:t>cloudového</w:t>
      </w:r>
      <w:proofErr w:type="spellEnd"/>
      <w:r w:rsidRPr="006B26B3">
        <w:t xml:space="preserve"> uložiště pro ukládání veškerých dat, které jsou součástí části H Doklady, pro tvorbu jejich přehledů a možnost exportu </w:t>
      </w:r>
      <w:proofErr w:type="gramStart"/>
      <w:r w:rsidRPr="006B26B3">
        <w:t>do .</w:t>
      </w:r>
      <w:proofErr w:type="spellStart"/>
      <w:r w:rsidRPr="006B26B3">
        <w:t>xlsx</w:t>
      </w:r>
      <w:proofErr w:type="spellEnd"/>
      <w:proofErr w:type="gramEnd"/>
      <w:r w:rsidRPr="006B26B3">
        <w:t xml:space="preserve"> tabulek Zhotovitele. Data budou strukturována minimálně dle členění části H Doklady, ke každé dílčí části bude vytvořen přehled s informacemi o již zajištěných dokladech i těch, které se teprve zajištují nebo budou zajišťovány. Toto uložiště umožní sledovat aktuální stav projednání. Minimální rozsah přehledů pro:</w:t>
      </w:r>
    </w:p>
    <w:p w:rsidR="006B26B3" w:rsidRPr="006B26B3" w:rsidRDefault="006B26B3" w:rsidP="006B26B3">
      <w:pPr>
        <w:pStyle w:val="Text2-2"/>
        <w:numPr>
          <w:ilvl w:val="3"/>
          <w:numId w:val="23"/>
        </w:numPr>
      </w:pPr>
      <w:r w:rsidRPr="006B26B3">
        <w:t>projednání dokumentace na poradách, záznamy a zápisy z porad – pořadové číslo, typ porady, datum, informace o odeslání zápisu zúčastněným</w:t>
      </w:r>
    </w:p>
    <w:p w:rsidR="006B26B3" w:rsidRPr="006B26B3" w:rsidRDefault="006B26B3" w:rsidP="006B26B3">
      <w:pPr>
        <w:pStyle w:val="Text2-2"/>
        <w:numPr>
          <w:ilvl w:val="3"/>
          <w:numId w:val="23"/>
        </w:numPr>
      </w:pPr>
      <w:r w:rsidRPr="006B26B3">
        <w:t>projednání se státní správou, orgány státní památkové péče, dotčenými orgány, dotčenými provozovateli a ostatními účastníky stavebního řízení – pořadové číslo, název subjektu, adresa, datum obeslání, číslo jednací, datum doručení, kladné/kladné s podmínkou/záporné, poznámka,</w:t>
      </w:r>
    </w:p>
    <w:p w:rsidR="006B26B3" w:rsidRPr="006B26B3" w:rsidRDefault="006B26B3" w:rsidP="006B26B3">
      <w:pPr>
        <w:pStyle w:val="Text2-2"/>
        <w:numPr>
          <w:ilvl w:val="3"/>
          <w:numId w:val="23"/>
        </w:numPr>
      </w:pPr>
      <w:r w:rsidRPr="006B26B3">
        <w:t>projednání se správci inženýrských sítí – pořadové číslo, název subjektu, adresa, datum obeslání, číslo jednací, datum doručení, kladné/kladné s podmínkou/záporné, poznámka.</w:t>
      </w:r>
    </w:p>
    <w:p w:rsidR="006B26B3" w:rsidRPr="006B26B3" w:rsidRDefault="006B26B3" w:rsidP="006B26B3">
      <w:pPr>
        <w:pStyle w:val="Text2-2"/>
        <w:numPr>
          <w:ilvl w:val="3"/>
          <w:numId w:val="23"/>
        </w:numPr>
      </w:pPr>
      <w:r w:rsidRPr="006B26B3">
        <w:lastRenderedPageBreak/>
        <w:t>veškeré další doklady z projednání, které budou nezbytné pro úspěšné získání díla, resp. stavebního povolení</w:t>
      </w:r>
    </w:p>
    <w:p w:rsidR="006B26B3" w:rsidRDefault="006B26B3" w:rsidP="006B26B3">
      <w:pPr>
        <w:pStyle w:val="Text2-2"/>
        <w:numPr>
          <w:ilvl w:val="0"/>
          <w:numId w:val="0"/>
        </w:numPr>
        <w:ind w:left="1701"/>
      </w:pPr>
    </w:p>
    <w:p w:rsidR="00FD501F" w:rsidRPr="00FD501F" w:rsidRDefault="00FD501F" w:rsidP="00990984">
      <w:pPr>
        <w:pStyle w:val="Nadpis2-2"/>
      </w:pPr>
      <w:bookmarkStart w:id="7" w:name="_Toc35951600"/>
      <w:r w:rsidRPr="00FD501F">
        <w:t>Umístění stavby</w:t>
      </w:r>
      <w:bookmarkEnd w:id="7"/>
    </w:p>
    <w:p w:rsidR="00B65EDF" w:rsidRPr="005A2E1F" w:rsidRDefault="00B65EDF" w:rsidP="00B65EDF">
      <w:pPr>
        <w:pStyle w:val="Text2-1"/>
      </w:pPr>
      <w:r w:rsidRPr="005A2E1F">
        <w:t xml:space="preserve">Výpravní budova </w:t>
      </w:r>
      <w:proofErr w:type="spellStart"/>
      <w:r w:rsidRPr="005A2E1F">
        <w:t>žst</w:t>
      </w:r>
      <w:proofErr w:type="spellEnd"/>
      <w:r w:rsidRPr="005A2E1F">
        <w:t xml:space="preserve">. </w:t>
      </w:r>
      <w:r w:rsidR="00D623E0">
        <w:t>Aš</w:t>
      </w:r>
      <w:r w:rsidRPr="005A2E1F">
        <w:t xml:space="preserve">, U </w:t>
      </w:r>
      <w:r w:rsidR="00633ED9">
        <w:t>Nádraží 2526</w:t>
      </w:r>
      <w:r w:rsidRPr="005A2E1F">
        <w:t xml:space="preserve">, </w:t>
      </w:r>
      <w:r w:rsidR="00633ED9">
        <w:t>Aš</w:t>
      </w:r>
      <w:r w:rsidR="00F722DF">
        <w:t>.</w:t>
      </w:r>
    </w:p>
    <w:p w:rsidR="00B65EDF" w:rsidRPr="00B65EDF" w:rsidRDefault="00633ED9" w:rsidP="00B65EDF">
      <w:pPr>
        <w:pStyle w:val="TPText-1slovan"/>
        <w:numPr>
          <w:ilvl w:val="0"/>
          <w:numId w:val="0"/>
        </w:numPr>
        <w:ind w:left="823" w:hanging="114"/>
        <w:rPr>
          <w:sz w:val="22"/>
        </w:rPr>
      </w:pPr>
      <w:r>
        <w:rPr>
          <w:sz w:val="22"/>
        </w:rPr>
        <w:t>Pozemky č. 792/3, 2399/15 + 16, 3820/15, 2399/1 v </w:t>
      </w:r>
      <w:proofErr w:type="spellStart"/>
      <w:proofErr w:type="gramStart"/>
      <w:r>
        <w:rPr>
          <w:sz w:val="22"/>
        </w:rPr>
        <w:t>k.ú</w:t>
      </w:r>
      <w:proofErr w:type="spellEnd"/>
      <w:r>
        <w:rPr>
          <w:sz w:val="22"/>
        </w:rPr>
        <w:t>.</w:t>
      </w:r>
      <w:proofErr w:type="gramEnd"/>
      <w:r>
        <w:rPr>
          <w:sz w:val="22"/>
        </w:rPr>
        <w:t xml:space="preserve"> Aš.</w:t>
      </w:r>
    </w:p>
    <w:p w:rsidR="00B65EDF" w:rsidRPr="00B65EDF" w:rsidRDefault="00B65EDF" w:rsidP="00B65EDF">
      <w:pPr>
        <w:pStyle w:val="TPText-1slovan"/>
        <w:numPr>
          <w:ilvl w:val="0"/>
          <w:numId w:val="0"/>
        </w:numPr>
        <w:ind w:left="823" w:hanging="114"/>
        <w:rPr>
          <w:sz w:val="22"/>
        </w:rPr>
      </w:pPr>
      <w:r w:rsidRPr="00B65EDF">
        <w:rPr>
          <w:sz w:val="22"/>
        </w:rPr>
        <w:t xml:space="preserve">Katastrální území: </w:t>
      </w:r>
      <w:r w:rsidR="00633ED9">
        <w:rPr>
          <w:sz w:val="22"/>
        </w:rPr>
        <w:t>Aš č. 600521</w:t>
      </w:r>
    </w:p>
    <w:p w:rsidR="00B65EDF" w:rsidRPr="00B65EDF" w:rsidRDefault="00B65EDF" w:rsidP="00B65EDF">
      <w:pPr>
        <w:pStyle w:val="TPText-1slovan"/>
        <w:numPr>
          <w:ilvl w:val="0"/>
          <w:numId w:val="0"/>
        </w:numPr>
        <w:ind w:left="823" w:hanging="114"/>
        <w:rPr>
          <w:sz w:val="22"/>
        </w:rPr>
      </w:pPr>
      <w:r w:rsidRPr="00B65EDF">
        <w:rPr>
          <w:sz w:val="22"/>
        </w:rPr>
        <w:t>Kraj: Karlovarský</w:t>
      </w:r>
    </w:p>
    <w:p w:rsidR="00633ED9" w:rsidRPr="00633ED9" w:rsidRDefault="00633ED9" w:rsidP="00633ED9">
      <w:pPr>
        <w:pStyle w:val="TPText-1slovan"/>
        <w:numPr>
          <w:ilvl w:val="0"/>
          <w:numId w:val="0"/>
        </w:numPr>
        <w:ind w:left="823" w:hanging="114"/>
        <w:rPr>
          <w:sz w:val="22"/>
        </w:rPr>
      </w:pPr>
      <w:r w:rsidRPr="00633ED9">
        <w:rPr>
          <w:sz w:val="22"/>
        </w:rPr>
        <w:t>TUDU: 0221C1 ŽST. Aš, 0221CC ŽST. Aš –(kol. 6,8,10), 02202 Aš – Aš město</w:t>
      </w:r>
    </w:p>
    <w:p w:rsidR="00B65EDF" w:rsidRDefault="00B65EDF" w:rsidP="00B65EDF">
      <w:pPr>
        <w:pStyle w:val="TPText-1slovan"/>
        <w:numPr>
          <w:ilvl w:val="0"/>
          <w:numId w:val="0"/>
        </w:numPr>
        <w:ind w:left="823" w:hanging="114"/>
        <w:rPr>
          <w:sz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2"/>
        <w:gridCol w:w="3587"/>
      </w:tblGrid>
      <w:tr w:rsidR="00B65EDF" w:rsidRPr="00B65EDF" w:rsidTr="00F722DF">
        <w:tc>
          <w:tcPr>
            <w:tcW w:w="4032" w:type="dxa"/>
            <w:shd w:val="clear" w:color="auto" w:fill="auto"/>
          </w:tcPr>
          <w:p w:rsidR="00B65EDF" w:rsidRPr="00B65EDF" w:rsidRDefault="00B65EDF" w:rsidP="00B65EDF">
            <w:pPr>
              <w:spacing w:before="40" w:after="0" w:line="240" w:lineRule="auto"/>
              <w:jc w:val="both"/>
              <w:rPr>
                <w:rFonts w:ascii="Calibri" w:eastAsia="Calibri" w:hAnsi="Calibri" w:cs="Arial"/>
                <w:sz w:val="22"/>
                <w:szCs w:val="22"/>
              </w:rPr>
            </w:pPr>
            <w:r w:rsidRPr="00B65EDF">
              <w:rPr>
                <w:rFonts w:ascii="Calibri" w:eastAsia="Calibri" w:hAnsi="Calibri" w:cs="Arial"/>
                <w:sz w:val="22"/>
                <w:szCs w:val="22"/>
              </w:rPr>
              <w:t>Číslo ŽST. dle SR70</w:t>
            </w:r>
          </w:p>
        </w:tc>
        <w:tc>
          <w:tcPr>
            <w:tcW w:w="3587" w:type="dxa"/>
            <w:shd w:val="clear" w:color="auto" w:fill="auto"/>
          </w:tcPr>
          <w:p w:rsidR="00B65EDF" w:rsidRPr="00B65EDF" w:rsidRDefault="00B65EDF" w:rsidP="00B65EDF">
            <w:pPr>
              <w:spacing w:before="40" w:after="0" w:line="240" w:lineRule="auto"/>
              <w:jc w:val="center"/>
              <w:rPr>
                <w:rFonts w:ascii="Calibri" w:eastAsia="Calibri" w:hAnsi="Calibri" w:cs="Arial"/>
                <w:sz w:val="22"/>
                <w:szCs w:val="22"/>
              </w:rPr>
            </w:pPr>
            <w:r w:rsidRPr="004D2A92">
              <w:rPr>
                <w:rFonts w:ascii="Calibri" w:eastAsia="Calibri" w:hAnsi="Calibri" w:cs="Arial"/>
                <w:sz w:val="22"/>
                <w:szCs w:val="22"/>
              </w:rPr>
              <w:t>745059</w:t>
            </w:r>
          </w:p>
        </w:tc>
      </w:tr>
      <w:tr w:rsidR="00B65EDF" w:rsidRPr="00B65EDF" w:rsidTr="00F722DF">
        <w:tc>
          <w:tcPr>
            <w:tcW w:w="4032" w:type="dxa"/>
            <w:shd w:val="clear" w:color="auto" w:fill="auto"/>
          </w:tcPr>
          <w:p w:rsidR="00B65EDF" w:rsidRPr="00B65EDF" w:rsidRDefault="00B65EDF" w:rsidP="00B65EDF">
            <w:pPr>
              <w:spacing w:before="40" w:after="0" w:line="240" w:lineRule="auto"/>
              <w:jc w:val="both"/>
              <w:rPr>
                <w:rFonts w:ascii="Calibri" w:eastAsia="Calibri" w:hAnsi="Calibri" w:cs="Arial"/>
                <w:sz w:val="22"/>
                <w:szCs w:val="22"/>
              </w:rPr>
            </w:pPr>
            <w:r w:rsidRPr="00B65EDF">
              <w:rPr>
                <w:rFonts w:ascii="Calibri" w:eastAsia="Calibri" w:hAnsi="Calibri" w:cs="Arial"/>
                <w:sz w:val="22"/>
                <w:szCs w:val="22"/>
              </w:rPr>
              <w:t>Kategorie stanice dle UIC CODE 180</w:t>
            </w:r>
          </w:p>
        </w:tc>
        <w:tc>
          <w:tcPr>
            <w:tcW w:w="3587" w:type="dxa"/>
            <w:shd w:val="clear" w:color="auto" w:fill="auto"/>
          </w:tcPr>
          <w:p w:rsidR="00B65EDF" w:rsidRPr="00B65EDF" w:rsidRDefault="00B65EDF" w:rsidP="00B65EDF">
            <w:pPr>
              <w:spacing w:before="40" w:after="0" w:line="240" w:lineRule="auto"/>
              <w:jc w:val="center"/>
              <w:rPr>
                <w:rFonts w:ascii="Calibri" w:eastAsia="Calibri" w:hAnsi="Calibri" w:cs="Arial"/>
                <w:sz w:val="22"/>
                <w:szCs w:val="22"/>
              </w:rPr>
            </w:pPr>
            <w:r w:rsidRPr="00B65EDF">
              <w:rPr>
                <w:rFonts w:ascii="Calibri" w:eastAsia="Calibri" w:hAnsi="Calibri" w:cs="Arial"/>
                <w:sz w:val="22"/>
                <w:szCs w:val="22"/>
              </w:rPr>
              <w:t>D</w:t>
            </w:r>
          </w:p>
        </w:tc>
      </w:tr>
      <w:tr w:rsidR="00B65EDF" w:rsidRPr="00B65EDF" w:rsidTr="00F722DF">
        <w:tc>
          <w:tcPr>
            <w:tcW w:w="4032" w:type="dxa"/>
            <w:shd w:val="clear" w:color="auto" w:fill="auto"/>
          </w:tcPr>
          <w:p w:rsidR="00B65EDF" w:rsidRPr="00B65EDF" w:rsidRDefault="00B65EDF" w:rsidP="00B65EDF">
            <w:pPr>
              <w:spacing w:before="40" w:after="0" w:line="240" w:lineRule="auto"/>
              <w:jc w:val="both"/>
              <w:rPr>
                <w:rFonts w:ascii="Calibri" w:eastAsia="Calibri" w:hAnsi="Calibri" w:cs="Arial"/>
                <w:sz w:val="22"/>
                <w:szCs w:val="22"/>
              </w:rPr>
            </w:pPr>
            <w:r w:rsidRPr="00B65EDF">
              <w:rPr>
                <w:rFonts w:ascii="Calibri" w:eastAsia="Calibri" w:hAnsi="Calibri" w:cs="Arial"/>
                <w:sz w:val="22"/>
                <w:szCs w:val="22"/>
              </w:rPr>
              <w:t>Součást sítě TEN-T</w:t>
            </w:r>
          </w:p>
        </w:tc>
        <w:tc>
          <w:tcPr>
            <w:tcW w:w="3587" w:type="dxa"/>
            <w:shd w:val="clear" w:color="auto" w:fill="auto"/>
          </w:tcPr>
          <w:p w:rsidR="00B65EDF" w:rsidRPr="00B65EDF" w:rsidRDefault="00B65EDF" w:rsidP="00B65EDF">
            <w:pPr>
              <w:spacing w:before="40" w:after="0" w:line="240" w:lineRule="auto"/>
              <w:jc w:val="center"/>
              <w:rPr>
                <w:rFonts w:ascii="Calibri" w:eastAsia="Calibri" w:hAnsi="Calibri" w:cs="Arial"/>
                <w:sz w:val="22"/>
                <w:szCs w:val="22"/>
              </w:rPr>
            </w:pPr>
            <w:r w:rsidRPr="00B65EDF">
              <w:rPr>
                <w:rFonts w:ascii="Calibri" w:eastAsia="Calibri" w:hAnsi="Calibri" w:cs="Arial"/>
                <w:sz w:val="22"/>
                <w:szCs w:val="22"/>
              </w:rPr>
              <w:t xml:space="preserve">NE </w:t>
            </w:r>
          </w:p>
        </w:tc>
      </w:tr>
      <w:tr w:rsidR="00B65EDF" w:rsidRPr="00B65EDF" w:rsidTr="00F722DF">
        <w:tc>
          <w:tcPr>
            <w:tcW w:w="4032" w:type="dxa"/>
            <w:shd w:val="clear" w:color="auto" w:fill="auto"/>
          </w:tcPr>
          <w:p w:rsidR="00B65EDF" w:rsidRPr="00B65EDF" w:rsidRDefault="00B65EDF" w:rsidP="00B65EDF">
            <w:pPr>
              <w:spacing w:before="40" w:after="0" w:line="240" w:lineRule="auto"/>
              <w:jc w:val="both"/>
              <w:rPr>
                <w:rFonts w:ascii="Calibri" w:eastAsia="Calibri" w:hAnsi="Calibri" w:cs="Arial"/>
                <w:sz w:val="22"/>
                <w:szCs w:val="22"/>
              </w:rPr>
            </w:pPr>
            <w:r w:rsidRPr="00B65EDF">
              <w:rPr>
                <w:rFonts w:ascii="Calibri" w:eastAsia="Calibri" w:hAnsi="Calibri" w:cs="Arial"/>
                <w:sz w:val="22"/>
                <w:szCs w:val="22"/>
              </w:rPr>
              <w:t>Číslo trati podle jízdního řádu</w:t>
            </w:r>
          </w:p>
        </w:tc>
        <w:tc>
          <w:tcPr>
            <w:tcW w:w="3587" w:type="dxa"/>
            <w:shd w:val="clear" w:color="auto" w:fill="auto"/>
          </w:tcPr>
          <w:p w:rsidR="00B65EDF" w:rsidRPr="00B65EDF" w:rsidRDefault="00D96BFB" w:rsidP="00B65EDF">
            <w:pPr>
              <w:spacing w:before="40" w:after="0" w:line="240" w:lineRule="auto"/>
              <w:jc w:val="center"/>
              <w:rPr>
                <w:rFonts w:ascii="Calibri" w:eastAsia="Calibri" w:hAnsi="Calibri" w:cs="Arial"/>
                <w:sz w:val="22"/>
                <w:szCs w:val="22"/>
              </w:rPr>
            </w:pPr>
            <w:r>
              <w:rPr>
                <w:rFonts w:ascii="Calibri" w:eastAsia="Calibri" w:hAnsi="Calibri" w:cs="Arial"/>
                <w:sz w:val="22"/>
                <w:szCs w:val="22"/>
              </w:rPr>
              <w:t>148</w:t>
            </w:r>
          </w:p>
        </w:tc>
      </w:tr>
      <w:tr w:rsidR="00B65EDF" w:rsidRPr="00B65EDF" w:rsidTr="00F722DF">
        <w:tc>
          <w:tcPr>
            <w:tcW w:w="4032" w:type="dxa"/>
            <w:shd w:val="clear" w:color="auto" w:fill="auto"/>
          </w:tcPr>
          <w:p w:rsidR="00B65EDF" w:rsidRPr="00B65EDF" w:rsidRDefault="00B65EDF" w:rsidP="00B65EDF">
            <w:pPr>
              <w:spacing w:before="40" w:after="0" w:line="240" w:lineRule="auto"/>
              <w:jc w:val="both"/>
              <w:rPr>
                <w:rFonts w:ascii="Calibri" w:eastAsia="Calibri" w:hAnsi="Calibri" w:cs="Arial"/>
                <w:sz w:val="22"/>
                <w:szCs w:val="22"/>
              </w:rPr>
            </w:pPr>
            <w:r w:rsidRPr="00B65EDF">
              <w:rPr>
                <w:rFonts w:ascii="Calibri" w:eastAsia="Calibri" w:hAnsi="Calibri" w:cs="Arial"/>
                <w:sz w:val="22"/>
                <w:szCs w:val="22"/>
              </w:rPr>
              <w:t>Správce objektu</w:t>
            </w:r>
          </w:p>
        </w:tc>
        <w:tc>
          <w:tcPr>
            <w:tcW w:w="3587" w:type="dxa"/>
            <w:shd w:val="clear" w:color="auto" w:fill="auto"/>
          </w:tcPr>
          <w:p w:rsidR="00B65EDF" w:rsidRPr="00B65EDF" w:rsidRDefault="00B65EDF" w:rsidP="00B65EDF">
            <w:pPr>
              <w:spacing w:before="40" w:after="0" w:line="240" w:lineRule="auto"/>
              <w:jc w:val="center"/>
              <w:rPr>
                <w:rFonts w:ascii="Calibri" w:eastAsia="Calibri" w:hAnsi="Calibri" w:cs="Arial"/>
                <w:sz w:val="22"/>
                <w:szCs w:val="22"/>
              </w:rPr>
            </w:pPr>
            <w:r w:rsidRPr="00B65EDF">
              <w:rPr>
                <w:rFonts w:ascii="Calibri" w:eastAsia="Calibri" w:hAnsi="Calibri" w:cs="Arial"/>
                <w:sz w:val="22"/>
                <w:szCs w:val="22"/>
              </w:rPr>
              <w:t>OŘ Ústí nad Labem</w:t>
            </w:r>
          </w:p>
        </w:tc>
      </w:tr>
      <w:tr w:rsidR="00B65EDF" w:rsidRPr="00B65EDF" w:rsidTr="00F722DF">
        <w:tc>
          <w:tcPr>
            <w:tcW w:w="4032" w:type="dxa"/>
            <w:shd w:val="clear" w:color="auto" w:fill="auto"/>
          </w:tcPr>
          <w:p w:rsidR="00B65EDF" w:rsidRPr="00B65EDF" w:rsidRDefault="00B65EDF" w:rsidP="00B65EDF">
            <w:pPr>
              <w:spacing w:before="40" w:after="0" w:line="240" w:lineRule="auto"/>
              <w:jc w:val="both"/>
              <w:rPr>
                <w:rFonts w:ascii="Calibri" w:eastAsia="Calibri" w:hAnsi="Calibri" w:cs="Arial"/>
                <w:sz w:val="22"/>
                <w:szCs w:val="22"/>
              </w:rPr>
            </w:pPr>
            <w:r w:rsidRPr="00B65EDF">
              <w:rPr>
                <w:rFonts w:ascii="Calibri" w:eastAsia="Calibri" w:hAnsi="Calibri" w:cs="Arial"/>
                <w:sz w:val="22"/>
                <w:szCs w:val="22"/>
              </w:rPr>
              <w:t>Inventární číslo budovy (IC)</w:t>
            </w:r>
          </w:p>
        </w:tc>
        <w:tc>
          <w:tcPr>
            <w:tcW w:w="3587" w:type="dxa"/>
            <w:shd w:val="clear" w:color="auto" w:fill="auto"/>
          </w:tcPr>
          <w:p w:rsidR="00B65EDF" w:rsidRPr="00B65EDF" w:rsidRDefault="00D96BFB" w:rsidP="00B65EDF">
            <w:pPr>
              <w:spacing w:before="40" w:after="0" w:line="240" w:lineRule="auto"/>
              <w:jc w:val="center"/>
              <w:rPr>
                <w:rFonts w:ascii="Calibri" w:eastAsia="Calibri" w:hAnsi="Calibri" w:cs="Arial"/>
                <w:sz w:val="22"/>
                <w:szCs w:val="22"/>
              </w:rPr>
            </w:pPr>
            <w:r>
              <w:rPr>
                <w:rFonts w:ascii="Calibri" w:eastAsia="Calibri" w:hAnsi="Calibri" w:cs="Arial"/>
                <w:sz w:val="22"/>
                <w:szCs w:val="22"/>
              </w:rPr>
              <w:t>IC6000388456</w:t>
            </w:r>
          </w:p>
        </w:tc>
      </w:tr>
    </w:tbl>
    <w:p w:rsidR="00B65EDF" w:rsidRPr="00FD501F" w:rsidRDefault="00B65EDF" w:rsidP="00474234">
      <w:pPr>
        <w:pStyle w:val="ZTPinfo-text-odr"/>
      </w:pPr>
    </w:p>
    <w:p w:rsidR="00FD501F" w:rsidRPr="00FD501F" w:rsidRDefault="00FD501F" w:rsidP="00B650AB">
      <w:pPr>
        <w:pStyle w:val="Nadpis2-1"/>
      </w:pPr>
      <w:bookmarkStart w:id="8" w:name="_Toc35951601"/>
      <w:r w:rsidRPr="00FD501F">
        <w:t>PŘEHLED VÝCHOZÍCH PODKLADŮ</w:t>
      </w:r>
      <w:bookmarkEnd w:id="8"/>
    </w:p>
    <w:p w:rsidR="00FD501F" w:rsidRPr="00FD501F" w:rsidRDefault="00FD501F" w:rsidP="00B650AB">
      <w:pPr>
        <w:pStyle w:val="Nadpis2-2"/>
      </w:pPr>
      <w:bookmarkStart w:id="9" w:name="_Toc35951602"/>
      <w:r w:rsidRPr="00FD501F">
        <w:t>Dokumentace</w:t>
      </w:r>
      <w:bookmarkEnd w:id="9"/>
    </w:p>
    <w:p w:rsidR="00FD501F" w:rsidRDefault="00FD501F" w:rsidP="00A134F8">
      <w:pPr>
        <w:pStyle w:val="Text2-1"/>
      </w:pPr>
      <w:r w:rsidRPr="005D1ACF">
        <w:t>Záměr projektu „</w:t>
      </w:r>
      <w:r w:rsidR="00F722DF" w:rsidRPr="005D1ACF">
        <w:rPr>
          <w:b/>
        </w:rPr>
        <w:t>Rekonstrukce výpravní budovy v </w:t>
      </w:r>
      <w:proofErr w:type="spellStart"/>
      <w:r w:rsidR="00F722DF" w:rsidRPr="005D1ACF">
        <w:rPr>
          <w:b/>
        </w:rPr>
        <w:t>žst</w:t>
      </w:r>
      <w:proofErr w:type="spellEnd"/>
      <w:r w:rsidR="00F722DF" w:rsidRPr="005D1ACF">
        <w:rPr>
          <w:b/>
        </w:rPr>
        <w:t xml:space="preserve">. </w:t>
      </w:r>
      <w:r w:rsidR="001720BD">
        <w:rPr>
          <w:b/>
        </w:rPr>
        <w:t>Aš</w:t>
      </w:r>
      <w:r w:rsidR="00F722DF" w:rsidRPr="005D1ACF">
        <w:rPr>
          <w:b/>
        </w:rPr>
        <w:t xml:space="preserve"> </w:t>
      </w:r>
      <w:r w:rsidRPr="005D1ACF">
        <w:t xml:space="preserve">“, zpracovatel </w:t>
      </w:r>
      <w:r w:rsidR="00F722DF" w:rsidRPr="005D1ACF">
        <w:t>Ing.</w:t>
      </w:r>
      <w:r w:rsidR="00D96BFB">
        <w:t xml:space="preserve"> Arch. Břetislav Kubíček</w:t>
      </w:r>
      <w:r w:rsidRPr="005D1ACF">
        <w:t xml:space="preserve">, </w:t>
      </w:r>
      <w:r w:rsidR="005D1ACF" w:rsidRPr="005D1ACF">
        <w:t>březen 2020.</w:t>
      </w:r>
    </w:p>
    <w:p w:rsidR="0014474D" w:rsidRPr="005D1ACF" w:rsidRDefault="004D2A92" w:rsidP="0014474D">
      <w:pPr>
        <w:pStyle w:val="Text2-1"/>
      </w:pPr>
      <w:r w:rsidRPr="004D2A92">
        <w:t xml:space="preserve">SŽG Praha poskytne platné ŽBP v obvodu stanice </w:t>
      </w:r>
      <w:proofErr w:type="gramStart"/>
      <w:r w:rsidRPr="004D2A92">
        <w:t>Aš</w:t>
      </w:r>
      <w:proofErr w:type="gramEnd"/>
      <w:r w:rsidRPr="004D2A92">
        <w:t xml:space="preserve"> –</w:t>
      </w:r>
      <w:proofErr w:type="gramStart"/>
      <w:r w:rsidRPr="004D2A92">
        <w:t>město</w:t>
      </w:r>
      <w:proofErr w:type="gramEnd"/>
      <w:r w:rsidRPr="004D2A92">
        <w:t xml:space="preserve"> a mapové podklady v rozsahu km na TÚ 0221 </w:t>
      </w:r>
      <w:proofErr w:type="spellStart"/>
      <w:r w:rsidRPr="004D2A92">
        <w:t>žkm</w:t>
      </w:r>
      <w:proofErr w:type="spellEnd"/>
      <w:r w:rsidRPr="004D2A92">
        <w:t xml:space="preserve"> 27,3-27,8 </w:t>
      </w:r>
      <w:r w:rsidR="00E15CFF">
        <w:rPr>
          <w:color w:val="FF0000"/>
        </w:rPr>
        <w:t xml:space="preserve">a na TÚ 0222 </w:t>
      </w:r>
      <w:proofErr w:type="spellStart"/>
      <w:r w:rsidR="00C86A74">
        <w:rPr>
          <w:color w:val="FF0000"/>
        </w:rPr>
        <w:t>žkm</w:t>
      </w:r>
      <w:proofErr w:type="spellEnd"/>
      <w:r w:rsidR="00E15CFF">
        <w:rPr>
          <w:color w:val="FF0000"/>
        </w:rPr>
        <w:t xml:space="preserve"> 0,0-0,3 </w:t>
      </w:r>
      <w:r w:rsidRPr="004D2A92">
        <w:t>do hranic dráhy</w:t>
      </w:r>
      <w:r>
        <w:t xml:space="preserve">. </w:t>
      </w:r>
      <w:r w:rsidR="00E15CFF" w:rsidRPr="00E15CFF">
        <w:rPr>
          <w:rFonts w:eastAsia="Verdana" w:cs="Times New Roman"/>
          <w:color w:val="FF0000"/>
        </w:rPr>
        <w:t>Mapové podklady jsou platné k datu poslední aktualizace (</w:t>
      </w:r>
      <w:r w:rsidR="00E15CFF">
        <w:rPr>
          <w:rFonts w:eastAsia="Verdana" w:cs="Times New Roman"/>
          <w:color w:val="FF0000"/>
        </w:rPr>
        <w:t xml:space="preserve">listopad </w:t>
      </w:r>
      <w:r w:rsidR="00E15CFF" w:rsidRPr="00E15CFF">
        <w:rPr>
          <w:rFonts w:eastAsia="Verdana" w:cs="Times New Roman"/>
          <w:color w:val="FF0000"/>
        </w:rPr>
        <w:t>201</w:t>
      </w:r>
      <w:r w:rsidR="00E15CFF">
        <w:rPr>
          <w:rFonts w:eastAsia="Verdana" w:cs="Times New Roman"/>
          <w:color w:val="FF0000"/>
        </w:rPr>
        <w:t>9</w:t>
      </w:r>
      <w:r w:rsidR="00E15CFF" w:rsidRPr="00E15CFF">
        <w:rPr>
          <w:rFonts w:eastAsia="Verdana" w:cs="Times New Roman"/>
          <w:color w:val="FF0000"/>
        </w:rPr>
        <w:t>).</w:t>
      </w:r>
      <w:r w:rsidR="00E15CFF" w:rsidRPr="00E15CFF">
        <w:rPr>
          <w:rFonts w:eastAsia="Verdana" w:cs="Times New Roman"/>
        </w:rPr>
        <w:t xml:space="preserve">  </w:t>
      </w:r>
      <w:r w:rsidR="0014474D" w:rsidRPr="0014474D">
        <w:t>Geodetické a mapové podklady nad rámec</w:t>
      </w:r>
      <w:r w:rsidR="00D96BFB">
        <w:t xml:space="preserve"> bodu 2.1.2</w:t>
      </w:r>
      <w:r w:rsidR="0014474D" w:rsidRPr="0014474D">
        <w:t xml:space="preserve"> si zajistí zhotovitel v rámci zpracování projektové dokumentace.</w:t>
      </w:r>
    </w:p>
    <w:p w:rsidR="00FD501F" w:rsidRPr="00FD501F" w:rsidRDefault="00FD501F" w:rsidP="00475ECE">
      <w:pPr>
        <w:pStyle w:val="Nadpis2-2"/>
      </w:pPr>
      <w:bookmarkStart w:id="10" w:name="_Toc35951603"/>
      <w:r w:rsidRPr="00FD501F">
        <w:t>Související dokumentace</w:t>
      </w:r>
      <w:bookmarkEnd w:id="10"/>
    </w:p>
    <w:p w:rsidR="00953968" w:rsidRPr="00E4738A" w:rsidRDefault="00953968" w:rsidP="00953968">
      <w:pPr>
        <w:pStyle w:val="Text2-1"/>
      </w:pPr>
      <w:r w:rsidRPr="00E4738A">
        <w:t>Zápis</w:t>
      </w:r>
      <w:r w:rsidR="00782B26">
        <w:t xml:space="preserve"> z 221</w:t>
      </w:r>
      <w:r w:rsidR="00FB459A" w:rsidRPr="00E4738A">
        <w:t>.</w:t>
      </w:r>
      <w:r w:rsidRPr="00E4738A">
        <w:t xml:space="preserve"> Centrální komice MD, </w:t>
      </w:r>
      <w:r w:rsidR="00FB459A" w:rsidRPr="00E4738A">
        <w:t xml:space="preserve">konané dne </w:t>
      </w:r>
      <w:r w:rsidR="00782B26">
        <w:t>10. 3</w:t>
      </w:r>
      <w:r w:rsidR="00FB459A" w:rsidRPr="00E4738A">
        <w:t>. 2020 k projektům infrastruktury železnic.</w:t>
      </w:r>
    </w:p>
    <w:p w:rsidR="00D60C58" w:rsidRDefault="00D60C58" w:rsidP="00D60C58">
      <w:pPr>
        <w:pStyle w:val="Text2-1"/>
      </w:pPr>
      <w:r>
        <w:t xml:space="preserve">Stavebně technický průzkum – zpracovaný v roce 2017 firmou Kancelář stavebního inženýrství s.r.o. </w:t>
      </w:r>
    </w:p>
    <w:p w:rsidR="00D60C58" w:rsidRDefault="00D60C58" w:rsidP="00D60C58">
      <w:pPr>
        <w:pStyle w:val="Text2-1"/>
      </w:pPr>
      <w:r>
        <w:t xml:space="preserve">Zaměření skutečného stavu – zpracované v roce 2017 </w:t>
      </w:r>
      <w:r w:rsidR="00782B26">
        <w:t>Ing. arch. Břetislavem Kubíčkem.</w:t>
      </w:r>
    </w:p>
    <w:p w:rsidR="00FD501F" w:rsidRPr="00FD501F" w:rsidRDefault="00FD501F" w:rsidP="00475ECE">
      <w:pPr>
        <w:pStyle w:val="Nadpis2-1"/>
      </w:pPr>
      <w:bookmarkStart w:id="11" w:name="_Toc35951604"/>
      <w:r w:rsidRPr="00FD501F">
        <w:t>KOORDINACE S JINÝMI STAVBAMI</w:t>
      </w:r>
      <w:bookmarkEnd w:id="11"/>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 xml:space="preserve">Koordinace musí probíhat zejména s níže </w:t>
      </w:r>
      <w:r w:rsidR="004D2A92" w:rsidRPr="00FD501F">
        <w:t>uvedenými</w:t>
      </w:r>
      <w:r w:rsidR="004D2A92">
        <w:t xml:space="preserve"> </w:t>
      </w:r>
      <w:r w:rsidR="004D2A92" w:rsidRPr="00FD501F">
        <w:t>investicemi</w:t>
      </w:r>
      <w:r w:rsidRPr="00FD501F">
        <w:t xml:space="preserve"> a opravnými pracemi</w:t>
      </w:r>
      <w:r w:rsidR="00D17217">
        <w:t xml:space="preserve"> Objednatele</w:t>
      </w:r>
      <w:r w:rsidRPr="00FD501F">
        <w:t>:</w:t>
      </w:r>
    </w:p>
    <w:p w:rsidR="00782B26" w:rsidRPr="00782B26" w:rsidRDefault="00782B26" w:rsidP="00782B26">
      <w:pPr>
        <w:pStyle w:val="Odstavec1-1a"/>
      </w:pPr>
      <w:r w:rsidRPr="00782B26">
        <w:t xml:space="preserve">V období 10/2015 až 06/2015 proběhla liniová stavba „Rekonstrukce trati Aš – státní hranice SRN“ s celkovými investičními náklady 76,275 mil. Kč. V rámci stavby došlo k rekonstrukci železničního svršku, odvodnění kolejiště, rekonstrukce </w:t>
      </w:r>
      <w:r w:rsidRPr="00782B26">
        <w:lastRenderedPageBreak/>
        <w:t xml:space="preserve">nástupiště a výhybek. Nástupiště bylo rekonstruováno na bezbariérové. Zastřešení nástupiště zůstalo původní, bez úprav. </w:t>
      </w:r>
    </w:p>
    <w:p w:rsidR="00FD501F" w:rsidRPr="00FD501F" w:rsidRDefault="00FD501F" w:rsidP="00475ECE">
      <w:pPr>
        <w:pStyle w:val="Nadpis2-1"/>
      </w:pPr>
      <w:bookmarkStart w:id="12" w:name="_Toc35951605"/>
      <w:r w:rsidRPr="00FD501F">
        <w:t>ZVLÁŠTNÍ TECHNICKÉ PODMÍNKY A POŽADAVKY NA PROVEDENÍ DÍLA</w:t>
      </w:r>
      <w:bookmarkEnd w:id="12"/>
    </w:p>
    <w:p w:rsidR="00FD501F" w:rsidRPr="00FD501F" w:rsidRDefault="00FD501F" w:rsidP="00475ECE">
      <w:pPr>
        <w:pStyle w:val="Nadpis2-2"/>
      </w:pPr>
      <w:bookmarkStart w:id="13" w:name="_Toc35951606"/>
      <w:r w:rsidRPr="00FD501F">
        <w:t>Všeobecně</w:t>
      </w:r>
      <w:bookmarkEnd w:id="13"/>
    </w:p>
    <w:p w:rsidR="00FD501F" w:rsidRDefault="00FD501F" w:rsidP="00475ECE">
      <w:pPr>
        <w:pStyle w:val="Text2-1"/>
      </w:pPr>
      <w:r w:rsidRPr="00FD501F">
        <w:t xml:space="preserve">Projektová dokumentace bude zpracována dle </w:t>
      </w:r>
      <w:r w:rsidRPr="00B828C6">
        <w:t xml:space="preserve">schváleného Záměru </w:t>
      </w:r>
      <w:r w:rsidR="00223504" w:rsidRPr="00B828C6">
        <w:t>projektu</w:t>
      </w:r>
      <w:r w:rsidR="00223504">
        <w:t xml:space="preserve"> (ZP</w:t>
      </w:r>
      <w:r w:rsidR="00B828C6">
        <w:t>)</w:t>
      </w:r>
      <w:r w:rsidR="00FB545C" w:rsidRPr="00B828C6">
        <w:t xml:space="preserve"> – bod</w:t>
      </w:r>
      <w:r w:rsidR="00FB545C">
        <w:t xml:space="preserve"> 2.1.1.</w:t>
      </w:r>
      <w:r w:rsidRPr="00FD501F">
        <w:t xml:space="preserve"> </w:t>
      </w:r>
      <w:r w:rsidR="006A46A8">
        <w:t>Vybrané pasáže Záměru projektu jsou</w:t>
      </w:r>
      <w:r w:rsidR="00B828C6">
        <w:t xml:space="preserve"> přílohou Zadávací dokumentace. Celý ZP bude předán vítěznému uchazeči.</w:t>
      </w:r>
    </w:p>
    <w:p w:rsidR="000B4A0E" w:rsidRPr="006A46A8" w:rsidRDefault="000B4A0E" w:rsidP="000B4A0E">
      <w:pPr>
        <w:pStyle w:val="Text2-1"/>
      </w:pPr>
      <w:r w:rsidRPr="006A46A8">
        <w:t>Součástí předmětu díla bude i projekt autobusového terminálu, příjezdové komunikace a točny autobusů. Investorem této části projektu je město Aš. Zhotovitel bude na základě Smlouvy o spolupráci mezi Správou železnic a městem Aš, z</w:t>
      </w:r>
      <w:r w:rsidR="00A15EE0" w:rsidRPr="006A46A8">
        <w:t xml:space="preserve">pracovávat obě části projektu </w:t>
      </w:r>
      <w:r w:rsidRPr="006A46A8">
        <w:t>této společné investiční akce Správy železnic a města Aš.</w:t>
      </w:r>
    </w:p>
    <w:p w:rsidR="00A15EE0" w:rsidRPr="00BB00C6" w:rsidRDefault="00A15EE0" w:rsidP="00A15EE0">
      <w:pPr>
        <w:pStyle w:val="Text2-1"/>
        <w:rPr>
          <w:highlight w:val="yellow"/>
        </w:rPr>
      </w:pPr>
      <w:r w:rsidRPr="00BB00C6">
        <w:rPr>
          <w:highlight w:val="yellow"/>
        </w:rPr>
        <w:t>Varianta N, dále popisovaná v Záměru projektu, je pouze pracovní ideový návrh možného řešení. Výsledná podoba výpravní budovy bude řešena následujícím způsobem:</w:t>
      </w:r>
    </w:p>
    <w:p w:rsidR="00A15EE0" w:rsidRPr="00BB00C6" w:rsidRDefault="00A15EE0" w:rsidP="007F5977">
      <w:pPr>
        <w:pStyle w:val="Text2-1"/>
        <w:numPr>
          <w:ilvl w:val="0"/>
          <w:numId w:val="25"/>
        </w:numPr>
        <w:spacing w:after="0"/>
        <w:rPr>
          <w:highlight w:val="yellow"/>
        </w:rPr>
      </w:pPr>
      <w:r w:rsidRPr="00BB00C6">
        <w:rPr>
          <w:highlight w:val="yellow"/>
        </w:rPr>
        <w:t>Zhotovitel zpracuje 3 varianty budoucí podoby objektu (min. 3 varianty)</w:t>
      </w:r>
      <w:r w:rsidR="006A46A8">
        <w:rPr>
          <w:highlight w:val="yellow"/>
        </w:rPr>
        <w:t xml:space="preserve"> – Variantní koncepční architektonickou studii – dle bodu 1.1.2.5. těchto ZTP</w:t>
      </w:r>
      <w:r w:rsidRPr="00BB00C6">
        <w:rPr>
          <w:highlight w:val="yellow"/>
        </w:rPr>
        <w:t>.</w:t>
      </w:r>
    </w:p>
    <w:p w:rsidR="00A15EE0" w:rsidRPr="00BB00C6" w:rsidRDefault="00A15EE0" w:rsidP="007F5977">
      <w:pPr>
        <w:pStyle w:val="Text2-1"/>
        <w:numPr>
          <w:ilvl w:val="0"/>
          <w:numId w:val="25"/>
        </w:numPr>
        <w:spacing w:after="0"/>
        <w:rPr>
          <w:highlight w:val="yellow"/>
        </w:rPr>
      </w:pPr>
      <w:r w:rsidRPr="00BB00C6">
        <w:rPr>
          <w:highlight w:val="yellow"/>
        </w:rPr>
        <w:t>Vítěznou variantu vybere komise sestavená ze zástupců SŽDC a města Aš.</w:t>
      </w:r>
    </w:p>
    <w:p w:rsidR="00A15EE0" w:rsidRDefault="00A15EE0" w:rsidP="007F5977">
      <w:pPr>
        <w:pStyle w:val="Text2-1"/>
        <w:numPr>
          <w:ilvl w:val="0"/>
          <w:numId w:val="25"/>
        </w:numPr>
        <w:spacing w:after="0"/>
        <w:jc w:val="left"/>
        <w:rPr>
          <w:highlight w:val="yellow"/>
        </w:rPr>
      </w:pPr>
      <w:r w:rsidRPr="00BB00C6">
        <w:rPr>
          <w:highlight w:val="yellow"/>
        </w:rPr>
        <w:t xml:space="preserve">Komise má právo nevybrat ani jeden z návrhů, který zhotovitel </w:t>
      </w:r>
      <w:r w:rsidR="006A46A8">
        <w:rPr>
          <w:highlight w:val="yellow"/>
        </w:rPr>
        <w:t>zpracuje a předložit mu jinou koncepční architektonickou studii, která pak pro Zhotovitele bude závazná.</w:t>
      </w:r>
    </w:p>
    <w:p w:rsidR="007F5977" w:rsidRDefault="007F5977" w:rsidP="007F5977">
      <w:pPr>
        <w:pStyle w:val="Text2-1"/>
        <w:numPr>
          <w:ilvl w:val="0"/>
          <w:numId w:val="25"/>
        </w:numPr>
        <w:spacing w:after="0"/>
        <w:jc w:val="left"/>
        <w:rPr>
          <w:highlight w:val="yellow"/>
        </w:rPr>
      </w:pPr>
      <w:r w:rsidRPr="007F5977">
        <w:rPr>
          <w:highlight w:val="yellow"/>
        </w:rPr>
        <w:t>Na vítěznou variantu dopracuje Zhotovitel Architektonickou studii dle bodu 1.1.2.6</w:t>
      </w:r>
      <w:r>
        <w:rPr>
          <w:highlight w:val="yellow"/>
        </w:rPr>
        <w:t>.</w:t>
      </w:r>
    </w:p>
    <w:p w:rsidR="00FD501F" w:rsidRDefault="00FD501F" w:rsidP="007F5977">
      <w:pPr>
        <w:pStyle w:val="Text2-1"/>
        <w:spacing w:before="240"/>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672766" w:rsidRPr="00672766" w:rsidRDefault="00672766" w:rsidP="00672766">
      <w:pPr>
        <w:pStyle w:val="Text2-1"/>
      </w:pPr>
      <w:r w:rsidRPr="00672766">
        <w:t xml:space="preserve">Při zpracování Díla se postupuje dle VTP pro DSP+PDPS kromě případů, kdy </w:t>
      </w:r>
      <w:r>
        <w:t>vyplývá z</w:t>
      </w:r>
      <w:r w:rsidR="00B81C32">
        <w:t xml:space="preserve"> potřeby </w:t>
      </w:r>
      <w:r w:rsidRPr="00672766">
        <w:t xml:space="preserve">postupovat dle VTP pro </w:t>
      </w:r>
      <w:r w:rsidR="00B81C32">
        <w:t>ZP+</w:t>
      </w:r>
      <w:r w:rsidRPr="00672766">
        <w:t>DUR.</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5A72CD" w:rsidRPr="0027321C" w:rsidRDefault="005A72CD" w:rsidP="005A72CD">
      <w:pPr>
        <w:pStyle w:val="Text2-1"/>
      </w:pPr>
      <w:r w:rsidRPr="0027321C">
        <w:t xml:space="preserve">K připomínkovému řízení PDPS bude odevzdána kompletní dokumentace vč. soupisu prací s výkazem výměr v rozsahu a podrobnostech stanoveném vyhláškou 169/2016 Sb. Soupisy prací k připomínkovému řízení budou odevzdány vždy v oceněné variantě jak ve </w:t>
      </w:r>
      <w:proofErr w:type="gramStart"/>
      <w:r w:rsidRPr="0027321C">
        <w:t>formátu *.XML</w:t>
      </w:r>
      <w:proofErr w:type="gramEnd"/>
      <w:r w:rsidRPr="0027321C">
        <w:t xml:space="preserve"> -</w:t>
      </w:r>
      <w:r>
        <w:t xml:space="preserve"> </w:t>
      </w:r>
      <w:r w:rsidRPr="0027321C">
        <w:t xml:space="preserve">datový </w:t>
      </w:r>
      <w:r w:rsidRPr="0014474D">
        <w:t>předpis XDC</w:t>
      </w:r>
      <w:r w:rsidR="00C26072" w:rsidRPr="0014474D">
        <w:t>/XC4</w:t>
      </w:r>
      <w:r w:rsidRPr="0014474D">
        <w:t>, tak ve</w:t>
      </w:r>
      <w:r w:rsidRPr="0027321C">
        <w:t xml:space="preserve"> formátu *.XLS (Formulář SO/PS viz přílohu Směrnice č. 20). Po ukončení připomínkového řízení a</w:t>
      </w:r>
      <w:r w:rsidR="00C26072">
        <w:t> </w:t>
      </w:r>
      <w:r w:rsidRPr="0027321C">
        <w:t xml:space="preserve">vyhotovení protokolu o vypořádání připomínek bude Objednateli předána konečná verze soupisů prací s výkazy výměr, které budou použity </w:t>
      </w:r>
      <w:r w:rsidR="001D589C">
        <w:t xml:space="preserve">pro </w:t>
      </w:r>
      <w:r w:rsidRPr="0027321C">
        <w:t>zadávací dokumentac</w:t>
      </w:r>
      <w:r w:rsidR="001D589C">
        <w:t>i</w:t>
      </w:r>
      <w:r w:rsidRPr="0027321C">
        <w:t xml:space="preserve"> veřejné zakázky na </w:t>
      </w:r>
      <w:r w:rsidR="001D589C">
        <w:t xml:space="preserve">zhotovení </w:t>
      </w:r>
      <w:r w:rsidRPr="0027321C">
        <w:t xml:space="preserve">stavby. Odevzdání proběhne v oceněné variantě ve </w:t>
      </w:r>
      <w:proofErr w:type="gramStart"/>
      <w:r w:rsidRPr="0027321C">
        <w:t>formátu *.XML</w:t>
      </w:r>
      <w:proofErr w:type="gramEnd"/>
      <w:r w:rsidRPr="0027321C">
        <w:t xml:space="preserve"> - datový předpis </w:t>
      </w:r>
      <w:r w:rsidRPr="0014474D">
        <w:t>XDC</w:t>
      </w:r>
      <w:r w:rsidR="00C26072" w:rsidRPr="0014474D">
        <w:t>/XC4</w:t>
      </w:r>
      <w:r w:rsidR="001D589C" w:rsidRPr="0014474D">
        <w:t xml:space="preserve"> a ve</w:t>
      </w:r>
      <w:r w:rsidR="001D589C" w:rsidRPr="0027321C">
        <w:t xml:space="preserve"> formátu *.XLS (Formulář SO/PS viz přílohu Směrnice č. 20)</w:t>
      </w:r>
      <w:r w:rsidRPr="0027321C">
        <w:t>.</w:t>
      </w:r>
    </w:p>
    <w:p w:rsidR="005A72CD" w:rsidRDefault="005A72CD" w:rsidP="001B0DC1">
      <w:pPr>
        <w:pStyle w:val="Text2-1"/>
      </w:pPr>
      <w:r w:rsidRPr="0027321C">
        <w:t xml:space="preserve">V případě, že z dotazů uchazečů veřejné zakázky na realizaci stavby položených v rámci soutěže vzejde potřeba upravit soupisy prací, budou tyto soupisy Objednateli odevzdány vždy v oceněné variantě ve </w:t>
      </w:r>
      <w:proofErr w:type="gramStart"/>
      <w:r w:rsidRPr="0027321C">
        <w:t>formátu *.XML</w:t>
      </w:r>
      <w:proofErr w:type="gramEnd"/>
      <w:r w:rsidRPr="0027321C">
        <w:t xml:space="preserve"> - datový </w:t>
      </w:r>
      <w:r w:rsidRPr="0014474D">
        <w:t>předpis XDC</w:t>
      </w:r>
      <w:r w:rsidR="00C26072" w:rsidRPr="0014474D">
        <w:t>/XC4</w:t>
      </w:r>
      <w:r w:rsidR="001D589C" w:rsidRPr="0014474D">
        <w:t xml:space="preserve"> a ve formátu</w:t>
      </w:r>
      <w:r w:rsidR="001D589C" w:rsidRPr="0027321C">
        <w:t xml:space="preserve"> *.XLS (Formulář SO/PS viz přílohu Směrnice č. 20).</w:t>
      </w:r>
    </w:p>
    <w:p w:rsidR="00A338F4" w:rsidRPr="006B26B3" w:rsidRDefault="00A338F4" w:rsidP="00A338F4">
      <w:pPr>
        <w:pStyle w:val="Text2-1"/>
      </w:pPr>
      <w:r w:rsidRPr="006B26B3">
        <w:t>Na základě těchto úprav v Soupisu prací provede Zhotovitel aktualizaci Projektové dokumentace v rozsahu všech příloh, kterých se tyto změny týkají nejpozději před zahájením zhotovení stavby.</w:t>
      </w:r>
    </w:p>
    <w:p w:rsidR="00A338F4" w:rsidRPr="00A338F4" w:rsidRDefault="00A338F4" w:rsidP="00A338F4">
      <w:pPr>
        <w:pStyle w:val="Text2-1"/>
      </w:pPr>
      <w:r w:rsidRPr="00A338F4">
        <w:t>V</w:t>
      </w:r>
      <w:r>
        <w:t>e VTP/DSP+PDPS/13/20,</w:t>
      </w:r>
      <w:r w:rsidRPr="00A338F4">
        <w:t xml:space="preserve">článcích 2.4.8, 2.4.9 a </w:t>
      </w:r>
      <w:proofErr w:type="gramStart"/>
      <w:r w:rsidRPr="00A338F4">
        <w:t>2.4.11</w:t>
      </w:r>
      <w:proofErr w:type="gramEnd"/>
      <w:r>
        <w:t xml:space="preserve"> </w:t>
      </w:r>
      <w:r w:rsidRPr="00A338F4">
        <w:t xml:space="preserve">se text „datový předpis XDC (viz xdc.szdc.cz)“ nahrazuje textem „datový předpis XC4 (viz https://www.xc4.cz/)“ </w:t>
      </w:r>
    </w:p>
    <w:p w:rsidR="00F678E3" w:rsidRPr="00280C98" w:rsidRDefault="00F678E3" w:rsidP="002F2288">
      <w:pPr>
        <w:pStyle w:val="Nadpis2-2"/>
        <w:numPr>
          <w:ilvl w:val="1"/>
          <w:numId w:val="6"/>
        </w:numPr>
      </w:pPr>
      <w:bookmarkStart w:id="14" w:name="_Toc15649884"/>
      <w:bookmarkStart w:id="15" w:name="_Toc35951607"/>
      <w:r w:rsidRPr="00280C98">
        <w:lastRenderedPageBreak/>
        <w:t>Ostatní objekty</w:t>
      </w:r>
      <w:bookmarkEnd w:id="14"/>
      <w:bookmarkEnd w:id="15"/>
    </w:p>
    <w:p w:rsidR="00F678E3" w:rsidRPr="00280C98" w:rsidRDefault="00F678E3" w:rsidP="002F2288">
      <w:pPr>
        <w:pStyle w:val="Text2-1"/>
        <w:numPr>
          <w:ilvl w:val="2"/>
          <w:numId w:val="6"/>
        </w:numPr>
      </w:pPr>
      <w:r w:rsidRPr="00280C98">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p>
    <w:p w:rsidR="00F678E3" w:rsidRPr="00280C98" w:rsidRDefault="00F678E3" w:rsidP="002F2288">
      <w:pPr>
        <w:pStyle w:val="Nadpis2-2"/>
        <w:numPr>
          <w:ilvl w:val="1"/>
          <w:numId w:val="6"/>
        </w:numPr>
      </w:pPr>
      <w:bookmarkStart w:id="16" w:name="_Toc15649885"/>
      <w:bookmarkStart w:id="17" w:name="_Toc35951608"/>
      <w:r w:rsidRPr="00280C98">
        <w:t>Pozemní stavební objekty</w:t>
      </w:r>
      <w:bookmarkEnd w:id="16"/>
      <w:bookmarkEnd w:id="17"/>
    </w:p>
    <w:p w:rsidR="006729AE" w:rsidRPr="00F678E3" w:rsidRDefault="006729AE" w:rsidP="002F2288">
      <w:pPr>
        <w:pStyle w:val="Text2-1"/>
        <w:numPr>
          <w:ilvl w:val="2"/>
          <w:numId w:val="6"/>
        </w:numPr>
        <w:rPr>
          <w:rStyle w:val="Tun"/>
        </w:rPr>
      </w:pPr>
      <w:bookmarkStart w:id="18" w:name="_Toc15649886"/>
      <w:r w:rsidRPr="00F678E3">
        <w:rPr>
          <w:rStyle w:val="Tun"/>
        </w:rPr>
        <w:t xml:space="preserve">Popis stávajícího stavu </w:t>
      </w:r>
    </w:p>
    <w:p w:rsidR="006729AE" w:rsidRPr="00280C98" w:rsidRDefault="0018586B" w:rsidP="002F2288">
      <w:pPr>
        <w:pStyle w:val="Text2-2"/>
        <w:numPr>
          <w:ilvl w:val="3"/>
          <w:numId w:val="6"/>
        </w:numPr>
      </w:pPr>
      <w:r>
        <w:t>Všechny podrobnosti jsou obsaženy v Záměru projektu.</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18586B" w:rsidRPr="0018586B" w:rsidRDefault="0018586B" w:rsidP="0018586B">
      <w:pPr>
        <w:pStyle w:val="Nadpis2-2"/>
        <w:rPr>
          <w:b w:val="0"/>
          <w:sz w:val="18"/>
        </w:rPr>
      </w:pPr>
      <w:bookmarkStart w:id="19" w:name="_Toc35951609"/>
      <w:r w:rsidRPr="0018586B">
        <w:rPr>
          <w:b w:val="0"/>
          <w:sz w:val="18"/>
        </w:rPr>
        <w:t>Všechny podrobnosti jsou obsaženy v Záměru projektu.</w:t>
      </w:r>
      <w:bookmarkEnd w:id="19"/>
    </w:p>
    <w:p w:rsidR="00002C2C" w:rsidRPr="00FD501F" w:rsidRDefault="00002C2C" w:rsidP="00002C2C">
      <w:pPr>
        <w:pStyle w:val="Nadpis2-2"/>
      </w:pPr>
      <w:bookmarkStart w:id="20" w:name="_Toc35951610"/>
      <w:r w:rsidRPr="00FD501F">
        <w:t>Zásady organizace výstavby</w:t>
      </w:r>
      <w:bookmarkEnd w:id="20"/>
    </w:p>
    <w:p w:rsidR="00002C2C" w:rsidRPr="00250A40" w:rsidRDefault="00002C2C" w:rsidP="00002C2C">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8C4A90" w:rsidRDefault="00002C2C" w:rsidP="008C4A90">
      <w:pPr>
        <w:pStyle w:val="Text2-1"/>
      </w:pPr>
      <w:r>
        <w:t xml:space="preserve">Zhotovitel je při zhotovení návrhu harmonogramu stavby povinen </w:t>
      </w:r>
      <w:r w:rsidRPr="005857FD">
        <w:t>efektivně a</w:t>
      </w:r>
      <w:r>
        <w:t> </w:t>
      </w:r>
      <w:r w:rsidRPr="005857FD">
        <w:t>optimálně navr</w:t>
      </w:r>
      <w:r>
        <w:t xml:space="preserve">hnout </w:t>
      </w:r>
      <w:r w:rsidRPr="005857FD">
        <w:t xml:space="preserve">časový plán realizace stavby rozdělený do jednotlivých stavebních postupů s maximálním využitím doby pro efektivní časovou koordinaci, vzájemně na sebe navazujících činností zahrnutých do stavby. Navržený časový plán bude </w:t>
      </w:r>
      <w:r w:rsidRPr="00317F02">
        <w:rPr>
          <w:b/>
        </w:rPr>
        <w:t>efektivně využívat 7 dnů</w:t>
      </w:r>
      <w:r w:rsidRPr="005857FD">
        <w:t xml:space="preserve"> v týdnu, se zohledněním</w:t>
      </w:r>
      <w:r>
        <w:t xml:space="preserve"> státem uznávaných svátků v </w:t>
      </w:r>
      <w:r w:rsidRPr="005857FD">
        <w:t xml:space="preserve">ČR a </w:t>
      </w:r>
      <w:r w:rsidRPr="00317F02">
        <w:rPr>
          <w:b/>
        </w:rPr>
        <w:t>využitím 12 hodinové denní pracovní doby</w:t>
      </w:r>
      <w:r w:rsidRPr="005857FD">
        <w:t xml:space="preserve">. Při návrhu harmonogramu projektant prověří možnost souběhu jednotlivých postupů pro maximální zkrácení doby výstavby </w:t>
      </w:r>
      <w:r w:rsidRPr="00317F02">
        <w:rPr>
          <w:b/>
        </w:rPr>
        <w:t>a možnost provádění vybraných činností v nočních směnách</w:t>
      </w:r>
      <w:r w:rsidRPr="005857FD">
        <w:t>. Pro noční práce budou vždy stanovené podmínky a požadavky, za kterých se budou práce provádět.  V</w:t>
      </w:r>
      <w:r>
        <w:t> </w:t>
      </w:r>
      <w:r w:rsidRPr="005857FD">
        <w:t xml:space="preserve">harmonogramu stavby bude taktéž definovaná kritická cesta pro realizaci stavby, která bude </w:t>
      </w:r>
      <w:r w:rsidR="0018586B">
        <w:t>zahrnovat seznam</w:t>
      </w:r>
      <w:r w:rsidRPr="005857FD">
        <w:t xml:space="preserve">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8C4A90" w:rsidRDefault="008C4A90" w:rsidP="008C4A90">
      <w:pPr>
        <w:pStyle w:val="Text2-1"/>
      </w:pPr>
      <w:r>
        <w:t>Dokumentaci bude obsahovat popis stávajících sdělovacích a zabezpečovacích zařízení, jejich umístění, napájení a zálohování napájení. Dále informace o způsobu jejich obsluhy (výpravčí) a údržby. Kromě popisu současného stavu, je třeba doplnit i informace o správcích jednotlivých zařízení a kontaktních osobách těchto správců.</w:t>
      </w:r>
    </w:p>
    <w:p w:rsidR="008C4A90" w:rsidRDefault="008C4A90" w:rsidP="001A4830">
      <w:pPr>
        <w:pStyle w:val="Text2-1"/>
      </w:pPr>
      <w:r>
        <w:t xml:space="preserve">V případě stavebních prací, které budou zasahovat do prostor, kde jsou buďto tyto zařízení umístěna nebo odkud jsou obsluhována (dopravní kancelář …), je třeba popsat, jakým způsobem budou jednotlivá zařízení chráněna proti poškození (zakrytí igelitem, dřevěná konstrukce, …) a tento princip projednat se správcem těchto zařízení. Vzhledem k požadavku na provedení stavby za plného železničního provozu, je zajištění řádného provozu zařízení, přístupu pro údržbu a řádných pracovních podmínek pro obsluhu zařízení, zásadním pro zajištění bezpečného a plynulého železničního provozu. </w:t>
      </w:r>
    </w:p>
    <w:p w:rsidR="00002C2C" w:rsidRPr="00FD501F" w:rsidRDefault="0018586B" w:rsidP="00002C2C">
      <w:pPr>
        <w:pStyle w:val="Text2-1"/>
      </w:pPr>
      <w:r>
        <w:t xml:space="preserve">Více </w:t>
      </w:r>
      <w:r w:rsidR="00A338F4">
        <w:t>podrobností</w:t>
      </w:r>
      <w:r>
        <w:t xml:space="preserve"> v Záměru projektu</w:t>
      </w:r>
      <w:r w:rsidR="00002C2C" w:rsidRPr="00FD501F">
        <w:t>.</w:t>
      </w:r>
    </w:p>
    <w:p w:rsidR="00F678E3" w:rsidRPr="0014474D" w:rsidRDefault="00F678E3" w:rsidP="002F2288">
      <w:pPr>
        <w:pStyle w:val="Nadpis2-2"/>
        <w:numPr>
          <w:ilvl w:val="1"/>
          <w:numId w:val="6"/>
        </w:numPr>
      </w:pPr>
      <w:bookmarkStart w:id="21" w:name="_Toc35951611"/>
      <w:r w:rsidRPr="0014474D">
        <w:t>Geodetická dokumentace</w:t>
      </w:r>
      <w:bookmarkEnd w:id="18"/>
      <w:bookmarkEnd w:id="21"/>
    </w:p>
    <w:p w:rsidR="0014474D" w:rsidRPr="0014474D" w:rsidRDefault="0014474D" w:rsidP="0014474D">
      <w:pPr>
        <w:pStyle w:val="Text2-1"/>
        <w:numPr>
          <w:ilvl w:val="2"/>
          <w:numId w:val="6"/>
        </w:numPr>
      </w:pPr>
      <w:r w:rsidRPr="0014474D">
        <w:t>Geodetická část projektové dokumentace bude zpracovaná na základě platných norem, předpisů, vyhlášek a opatření, které jsou uvedeny v následujícím textu. Geodetická dokumentace musí zajistit dostatečný geodetický podklad pro provedení díla.</w:t>
      </w:r>
    </w:p>
    <w:p w:rsidR="0014474D" w:rsidRPr="0014474D" w:rsidRDefault="0014474D" w:rsidP="0014474D">
      <w:pPr>
        <w:pStyle w:val="Text2-1"/>
      </w:pPr>
      <w:r w:rsidRPr="0014474D">
        <w:t>Geodetická dokumentace bude vyhotovena a předána v souladu se Směrnicí GŘ č. 11/2006 v platném znění, společně s pokynem SŽDC PO-O7/2019-GŘ „Aplikace novel a vyhlášek o dokumentacích staveb“ v platném znění.</w:t>
      </w:r>
    </w:p>
    <w:p w:rsidR="0014474D" w:rsidRPr="0014474D" w:rsidRDefault="0014474D" w:rsidP="0014474D">
      <w:pPr>
        <w:pStyle w:val="Text2-1"/>
      </w:pPr>
      <w:r w:rsidRPr="0014474D">
        <w:lastRenderedPageBreak/>
        <w:t xml:space="preserve">Geodetické mapové podklady v </w:t>
      </w:r>
      <w:r w:rsidRPr="00C86A74">
        <w:rPr>
          <w:color w:val="FF0000"/>
        </w:rPr>
        <w:t xml:space="preserve">rozsahu km </w:t>
      </w:r>
      <w:r w:rsidR="00C86A74" w:rsidRPr="00C86A74">
        <w:rPr>
          <w:color w:val="FF0000"/>
        </w:rPr>
        <w:t xml:space="preserve">27,3-27,8 </w:t>
      </w:r>
      <w:r w:rsidR="00C86A74">
        <w:rPr>
          <w:color w:val="FF0000"/>
        </w:rPr>
        <w:t xml:space="preserve">(TÚ0221) </w:t>
      </w:r>
      <w:r w:rsidR="00C86A74" w:rsidRPr="00C86A74">
        <w:rPr>
          <w:color w:val="FF0000"/>
        </w:rPr>
        <w:t xml:space="preserve">a </w:t>
      </w:r>
      <w:r w:rsidR="00C86A74">
        <w:rPr>
          <w:color w:val="FF0000"/>
        </w:rPr>
        <w:t xml:space="preserve">0,0-0,3 </w:t>
      </w:r>
      <w:r w:rsidR="00C86A74">
        <w:rPr>
          <w:color w:val="FF0000"/>
        </w:rPr>
        <w:t>(</w:t>
      </w:r>
      <w:r w:rsidR="00C86A74">
        <w:rPr>
          <w:color w:val="FF0000"/>
        </w:rPr>
        <w:t xml:space="preserve">TÚ </w:t>
      </w:r>
      <w:proofErr w:type="gramStart"/>
      <w:r w:rsidR="00C86A74">
        <w:rPr>
          <w:color w:val="FF0000"/>
        </w:rPr>
        <w:t xml:space="preserve">0222 </w:t>
      </w:r>
      <w:r w:rsidR="00C86A74">
        <w:rPr>
          <w:color w:val="FF0000"/>
        </w:rPr>
        <w:t>)</w:t>
      </w:r>
      <w:r w:rsidR="00C86A74">
        <w:rPr>
          <w:color w:val="FF0000"/>
        </w:rPr>
        <w:t xml:space="preserve"> </w:t>
      </w:r>
      <w:r w:rsidRPr="0014474D">
        <w:t>včetně</w:t>
      </w:r>
      <w:proofErr w:type="gramEnd"/>
      <w:r w:rsidRPr="0014474D">
        <w:t xml:space="preserve"> geodetického zaměření do hranic dráhy a platného ŽBP zajistí objednavatel prostřednictvím Správy železniční geodézie (SŽG) s platností k datu poslední aktualizace (</w:t>
      </w:r>
      <w:bookmarkStart w:id="22" w:name="_GoBack"/>
      <w:r w:rsidR="00C86A74" w:rsidRPr="00C86A74">
        <w:rPr>
          <w:color w:val="FF0000"/>
        </w:rPr>
        <w:t>listopad 2019</w:t>
      </w:r>
      <w:bookmarkEnd w:id="22"/>
      <w:r w:rsidRPr="0014474D">
        <w:t>).</w:t>
      </w:r>
    </w:p>
    <w:p w:rsidR="0014474D" w:rsidRDefault="0014474D" w:rsidP="002F2288">
      <w:pPr>
        <w:pStyle w:val="Text2-1"/>
        <w:numPr>
          <w:ilvl w:val="2"/>
          <w:numId w:val="6"/>
        </w:numPr>
      </w:pPr>
      <w:r w:rsidRPr="0014474D">
        <w:t>V případě 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rsidR="0014474D" w:rsidRPr="0014474D" w:rsidRDefault="0014474D" w:rsidP="0014474D">
      <w:pPr>
        <w:pStyle w:val="Text2-1"/>
      </w:pPr>
      <w:r w:rsidRPr="0014474D">
        <w:t>V průběhu zpracování projektové dokumentace budou zhotovitelem na jeho náklady provedeny veškeré geodetické práce v rozsahu potřebném pro řádné zpracování projektové dokumentace.</w:t>
      </w:r>
    </w:p>
    <w:p w:rsidR="0014474D" w:rsidRPr="0014474D" w:rsidRDefault="0014474D" w:rsidP="0014474D">
      <w:pPr>
        <w:pStyle w:val="Text2-1"/>
      </w:pPr>
      <w:r w:rsidRPr="0014474D">
        <w:t>Geodetická dokumentace a vytyčovací výkresy jednotlivých PS a SO musí být ověřeny úředně oprávněným zeměměřickým inženýrem (fyzická osoba, které bylo uděleno úřední oprávnění podle § 13 odst. 1, písm</w:t>
      </w:r>
      <w:r>
        <w:t>. c) zákona č. 200/1994 Sb.)</w:t>
      </w:r>
      <w:r w:rsidRPr="0014474D">
        <w:t>, který zároveň musí být držitelem zkoušky G-02 nebo G-03.</w:t>
      </w:r>
    </w:p>
    <w:p w:rsidR="0014474D" w:rsidRPr="0014474D" w:rsidRDefault="0014474D" w:rsidP="0014474D">
      <w:pPr>
        <w:pStyle w:val="Text2-1"/>
      </w:pPr>
      <w:r w:rsidRPr="0014474D">
        <w:t>Způsob zaměřování a zobrazování objektů železniční dopravní cesty je stanoven předpisem SŽDC M20/MP006 Opatření k zaměřování objektů železniční dopravní cesty v platném znění. Podzemní a nadzemní vedení a zařízení technické infrastruktury budou zakreslena jednotlivými ucelenými liniemi.</w:t>
      </w:r>
    </w:p>
    <w:p w:rsidR="0014474D" w:rsidRDefault="0014474D" w:rsidP="002F2288">
      <w:pPr>
        <w:pStyle w:val="Text2-1"/>
        <w:numPr>
          <w:ilvl w:val="2"/>
          <w:numId w:val="6"/>
        </w:numPr>
      </w:pPr>
      <w:r w:rsidRPr="0014474D">
        <w:t xml:space="preserve">Geodetické a mapové podklady a jejich doplnění se zpracovává podle předpisu SŽDC M20/MP005 Metodický pokyn pro tvorbu prostorových dat pro mapy velkého měřítka v platném znění (oba dokumenty jsou umístěny na adrese </w:t>
      </w:r>
      <w:hyperlink r:id="rId13" w:history="1">
        <w:r w:rsidRPr="0014474D">
          <w:rPr>
            <w:rStyle w:val="Hypertextovodkaz"/>
            <w:noProof w:val="0"/>
          </w:rPr>
          <w:t>https://www.szdc.cz/o-nas/organizacni-struktura/organizacni-jednotky/szg-praha/dokumenty-ke-stazeni/externi</w:t>
        </w:r>
      </w:hyperlink>
      <w:r w:rsidRPr="0014474D">
        <w:t>).</w:t>
      </w:r>
    </w:p>
    <w:p w:rsidR="0014474D" w:rsidRPr="0014474D" w:rsidRDefault="0014474D" w:rsidP="0014474D">
      <w:pPr>
        <w:pStyle w:val="Text2-1"/>
      </w:pPr>
      <w:r w:rsidRPr="0014474D">
        <w:t>Body železničního bodového pole se navrhují, stabilizují, zaměřují a dokumentují podle předpisu SŽDC M20/MP007 Železniční bodové pole v platném znění (dokument je umístěn na adrese https://www.szdc.cz/o-nas/organizacni-struktura/organizacni-jednotky/szg-praha/dokumenty-ke-stazeni/externí).</w:t>
      </w:r>
    </w:p>
    <w:p w:rsidR="0014474D" w:rsidRPr="0014474D" w:rsidRDefault="0014474D" w:rsidP="0014474D">
      <w:pPr>
        <w:pStyle w:val="Text2-1"/>
      </w:pPr>
      <w:r w:rsidRPr="0014474D">
        <w:t>Součástí dokumentace bude doplněná tabulka, Přehled majetkoprávního vypořádání staveb“, kterou zhotovitel obdrží od UOZI objednatele</w:t>
      </w:r>
      <w:r>
        <w:t>.</w:t>
      </w:r>
    </w:p>
    <w:p w:rsidR="0014474D" w:rsidRPr="0014474D" w:rsidRDefault="0014474D" w:rsidP="0014474D">
      <w:pPr>
        <w:pStyle w:val="Text2-1"/>
      </w:pPr>
      <w:r w:rsidRPr="0014474D">
        <w:t>Geodetická dokumentace bude odevzdána v uzavřené i v otevřené formě.</w:t>
      </w:r>
    </w:p>
    <w:p w:rsidR="0014474D" w:rsidRPr="0014474D" w:rsidRDefault="0014474D" w:rsidP="0014474D">
      <w:pPr>
        <w:pStyle w:val="Text2-1"/>
      </w:pPr>
      <w:r w:rsidRPr="0014474D">
        <w:t>Kompletní Geodetická dokumentace bude zaslána zhotovitelem ke schválení geodetem (ÚOZI) objednatele.</w:t>
      </w:r>
    </w:p>
    <w:p w:rsidR="00F678E3" w:rsidRDefault="00F678E3" w:rsidP="002F2288">
      <w:pPr>
        <w:pStyle w:val="Nadpis2-2"/>
        <w:numPr>
          <w:ilvl w:val="1"/>
          <w:numId w:val="6"/>
        </w:numPr>
      </w:pPr>
      <w:bookmarkStart w:id="23" w:name="_Toc15649887"/>
      <w:bookmarkStart w:id="24" w:name="_Toc35951612"/>
      <w:r w:rsidRPr="00280C98">
        <w:t>Životní prostředí</w:t>
      </w:r>
      <w:bookmarkEnd w:id="23"/>
      <w:bookmarkEnd w:id="24"/>
    </w:p>
    <w:p w:rsidR="002209A7" w:rsidRPr="002209A7" w:rsidRDefault="002209A7" w:rsidP="002209A7">
      <w:pPr>
        <w:pStyle w:val="Text2-1"/>
      </w:pPr>
      <w:r>
        <w:t>Popis požadavků je uveden v Záměru projektu.</w:t>
      </w:r>
    </w:p>
    <w:p w:rsidR="009933E4" w:rsidRDefault="009933E4" w:rsidP="002F2288">
      <w:pPr>
        <w:pStyle w:val="Nadpis2-1"/>
        <w:numPr>
          <w:ilvl w:val="0"/>
          <w:numId w:val="6"/>
        </w:numPr>
      </w:pPr>
      <w:bookmarkStart w:id="25" w:name="_Toc29554212"/>
      <w:bookmarkStart w:id="26" w:name="_Toc29554213"/>
      <w:bookmarkStart w:id="27" w:name="_Toc29393944"/>
      <w:bookmarkStart w:id="28" w:name="_Toc35951613"/>
      <w:bookmarkEnd w:id="25"/>
      <w:bookmarkEnd w:id="26"/>
      <w:r>
        <w:t>Vykazování odpadů</w:t>
      </w:r>
      <w:bookmarkEnd w:id="27"/>
      <w:bookmarkEnd w:id="28"/>
    </w:p>
    <w:p w:rsidR="009933E4" w:rsidRDefault="009933E4" w:rsidP="002F2288">
      <w:pPr>
        <w:pStyle w:val="Nadpis2-2"/>
        <w:numPr>
          <w:ilvl w:val="1"/>
          <w:numId w:val="6"/>
        </w:numPr>
      </w:pPr>
      <w:bookmarkStart w:id="29" w:name="_Toc27040311"/>
      <w:bookmarkStart w:id="30" w:name="_Toc29393945"/>
      <w:bookmarkStart w:id="31" w:name="_Toc35951614"/>
      <w:r>
        <w:t>Vykazování odpadů ve vztahu ke stanovení nákladů stavby</w:t>
      </w:r>
      <w:bookmarkEnd w:id="29"/>
      <w:bookmarkEnd w:id="30"/>
      <w:bookmarkEnd w:id="31"/>
    </w:p>
    <w:p w:rsidR="009933E4" w:rsidRDefault="009933E4" w:rsidP="002F2288">
      <w:pPr>
        <w:pStyle w:val="Text2-1"/>
        <w:numPr>
          <w:ilvl w:val="2"/>
          <w:numId w:val="6"/>
        </w:numPr>
      </w:pPr>
      <w:r w:rsidRPr="003108AB">
        <w:rPr>
          <w:rStyle w:val="Tun"/>
        </w:rPr>
        <w:t xml:space="preserve">Zhotovitel Projektové dokumentace v Soupisech prací uvede jednotlivé položky odpadů dle kategorií, které budou následně souhrnně vyčísleny za celou stavbu </w:t>
      </w:r>
      <w:r w:rsidRPr="00F76485">
        <w:rPr>
          <w:rStyle w:val="Tun"/>
        </w:rPr>
        <w:t>v SO 90-90 Likvidace odpadů včetně dopravy v roztřídění do kategorií s</w:t>
      </w:r>
      <w:r w:rsidRPr="003108AB">
        <w:rPr>
          <w:rStyle w:val="Tun"/>
        </w:rPr>
        <w:t xml:space="preserve">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9933E4" w:rsidRDefault="009933E4" w:rsidP="002F2288">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F3349D">
        <w:rPr>
          <w:rStyle w:val="Tun"/>
        </w:rPr>
        <w:t>5.1.3</w:t>
      </w:r>
      <w:proofErr w:type="gramEnd"/>
      <w:r w:rsidRPr="003108AB">
        <w:rPr>
          <w:rStyle w:val="Tun"/>
        </w:rPr>
        <w:fldChar w:fldCharType="end"/>
      </w:r>
      <w:r w:rsidRPr="003108AB">
        <w:rPr>
          <w:rStyle w:val="Tun"/>
        </w:rPr>
        <w:t>.</w:t>
      </w:r>
      <w:r>
        <w:t xml:space="preserve"> </w:t>
      </w:r>
    </w:p>
    <w:p w:rsidR="009933E4" w:rsidRPr="0061694A" w:rsidRDefault="009933E4" w:rsidP="002F2288">
      <w:pPr>
        <w:pStyle w:val="Text2-1"/>
        <w:keepNext/>
        <w:numPr>
          <w:ilvl w:val="2"/>
          <w:numId w:val="6"/>
        </w:numPr>
        <w:rPr>
          <w:rStyle w:val="Tun"/>
        </w:rPr>
      </w:pPr>
      <w:bookmarkStart w:id="32" w:name="_Ref27037418"/>
      <w:r w:rsidRPr="0061694A">
        <w:rPr>
          <w:rStyle w:val="Tun"/>
        </w:rPr>
        <w:lastRenderedPageBreak/>
        <w:t>Úpravy položkových rozpočtů</w:t>
      </w:r>
      <w:bookmarkEnd w:id="32"/>
      <w:r w:rsidRPr="0061694A">
        <w:rPr>
          <w:rStyle w:val="Tun"/>
        </w:rPr>
        <w:t xml:space="preserve"> </w:t>
      </w:r>
    </w:p>
    <w:p w:rsidR="009933E4" w:rsidRDefault="009933E4" w:rsidP="002F2288">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9933E4" w:rsidRDefault="009933E4" w:rsidP="002F2288">
      <w:pPr>
        <w:pStyle w:val="Odstavec1-1a"/>
        <w:numPr>
          <w:ilvl w:val="0"/>
          <w:numId w:val="5"/>
        </w:numPr>
      </w:pPr>
      <w:r>
        <w:t>Kalkulace položky „Likvidace odpadů […] včetně dopravy“ v přípravě bude provedena jako součet položek:</w:t>
      </w:r>
    </w:p>
    <w:p w:rsidR="009933E4" w:rsidRDefault="009933E4" w:rsidP="002F2288">
      <w:pPr>
        <w:pStyle w:val="Odrka1-2-"/>
        <w:numPr>
          <w:ilvl w:val="1"/>
          <w:numId w:val="4"/>
        </w:numPr>
      </w:pPr>
      <w:r>
        <w:t>poplatek na skládku dle kategorie odpadu a množství, a to dle aktuálního ceníku vybrané skládky v přípravě,</w:t>
      </w:r>
    </w:p>
    <w:p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rsidR="009933E4" w:rsidRDefault="009933E4" w:rsidP="002F2288">
      <w:pPr>
        <w:pStyle w:val="Text2-2"/>
        <w:numPr>
          <w:ilvl w:val="3"/>
          <w:numId w:val="6"/>
        </w:numPr>
      </w:pPr>
      <w:r>
        <w:t xml:space="preserve">Pro soupisy prací budou vytvořené „R-položky“ pro likvidaci odpadů s dopravou, a to následovně: </w:t>
      </w:r>
    </w:p>
    <w:p w:rsidR="009933E4" w:rsidRPr="00303A2A" w:rsidRDefault="009933E4" w:rsidP="002F2288">
      <w:pPr>
        <w:pStyle w:val="Text2-2"/>
        <w:numPr>
          <w:ilvl w:val="3"/>
          <w:numId w:val="6"/>
        </w:numPr>
        <w:rPr>
          <w:rStyle w:val="Tun"/>
        </w:rPr>
      </w:pPr>
      <w:r w:rsidRPr="00303A2A">
        <w:rPr>
          <w:rStyle w:val="Tun"/>
        </w:rPr>
        <w:t xml:space="preserve">Označení položky: </w:t>
      </w:r>
    </w:p>
    <w:p w:rsidR="009933E4" w:rsidRDefault="009933E4" w:rsidP="009933E4">
      <w:pPr>
        <w:pStyle w:val="Textbezslovn"/>
        <w:ind w:left="1701"/>
      </w:pPr>
      <w:r>
        <w:t>R015XXX [AŽ] R015XXX – LIKVIADACE ODPADŮ [TYP ODPADU] VČETNĚ DOPRAVY</w:t>
      </w:r>
    </w:p>
    <w:p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rsidR="009933E4" w:rsidRPr="00303A2A" w:rsidRDefault="009933E4" w:rsidP="009933E4">
      <w:pPr>
        <w:pStyle w:val="Textbezslovn"/>
        <w:ind w:left="1701"/>
        <w:rPr>
          <w:rStyle w:val="Tun"/>
        </w:rPr>
      </w:pPr>
      <w:r w:rsidRPr="00303A2A">
        <w:rPr>
          <w:rStyle w:val="Tun"/>
        </w:rPr>
        <w:t>Příklad:</w:t>
      </w:r>
    </w:p>
    <w:p w:rsidR="009933E4" w:rsidRDefault="009933E4" w:rsidP="009933E4">
      <w:pPr>
        <w:pStyle w:val="Textbezslovn"/>
        <w:ind w:left="1701"/>
      </w:pPr>
      <w:r>
        <w:t>Původní položka OTSKP bez dopravy:</w:t>
      </w:r>
    </w:p>
    <w:p w:rsidR="009933E4" w:rsidRDefault="009933E4" w:rsidP="009933E4">
      <w:pPr>
        <w:pStyle w:val="Textbezslovn"/>
        <w:ind w:left="2127"/>
      </w:pPr>
      <w:r>
        <w:t>015112 - POPLATKY ZA LIKVIDACŮ ODPADŮ NEKONTAMINOVANÝCH – 17 05 04 VYTĚŽENÉ ZEMINY A HORNINY - II. TŘÍDA TĚŽITELNOSTI</w:t>
      </w:r>
    </w:p>
    <w:p w:rsidR="009933E4" w:rsidRDefault="009933E4" w:rsidP="009933E4">
      <w:pPr>
        <w:pStyle w:val="Textbezslovn"/>
        <w:ind w:left="1701"/>
      </w:pPr>
      <w:r>
        <w:t>Nová R položka s dopravou:</w:t>
      </w:r>
    </w:p>
    <w:p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9933E4" w:rsidRPr="00303A2A" w:rsidRDefault="009933E4" w:rsidP="002F2288">
      <w:pPr>
        <w:pStyle w:val="Text2-2"/>
        <w:numPr>
          <w:ilvl w:val="3"/>
          <w:numId w:val="6"/>
        </w:numPr>
        <w:rPr>
          <w:rStyle w:val="Tun"/>
        </w:rPr>
      </w:pPr>
      <w:r w:rsidRPr="00303A2A">
        <w:rPr>
          <w:rStyle w:val="Tun"/>
        </w:rPr>
        <w:t>Technická specifikace položky</w:t>
      </w:r>
    </w:p>
    <w:p w:rsidR="009933E4" w:rsidRDefault="009933E4" w:rsidP="009933E4">
      <w:pPr>
        <w:pStyle w:val="Textbezslovn"/>
        <w:ind w:left="1701"/>
      </w:pPr>
      <w:r>
        <w:t>1. Položka obsahuje:</w:t>
      </w:r>
    </w:p>
    <w:p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9933E4" w:rsidRDefault="009933E4" w:rsidP="002F2288">
      <w:pPr>
        <w:pStyle w:val="Odrka1-4"/>
        <w:numPr>
          <w:ilvl w:val="3"/>
          <w:numId w:val="4"/>
        </w:numPr>
      </w:pPr>
      <w:r>
        <w:lastRenderedPageBreak/>
        <w:t>náklady spojené s dopravou odpadu z místa stavby na místo převzetí provozovatelem skládky, recyklační linky nebo jiného zařízení na zpracování nebo likvidaci odpadů,</w:t>
      </w:r>
    </w:p>
    <w:p w:rsidR="009933E4" w:rsidRDefault="009933E4" w:rsidP="002F2288">
      <w:pPr>
        <w:pStyle w:val="Odrka1-4"/>
        <w:numPr>
          <w:ilvl w:val="3"/>
          <w:numId w:val="4"/>
        </w:numPr>
      </w:pPr>
      <w:r>
        <w:t>náklady spojené s vyložením a manipulací s materiálem v místě skládky.</w:t>
      </w:r>
    </w:p>
    <w:p w:rsidR="009933E4" w:rsidRDefault="009933E4" w:rsidP="009933E4">
      <w:pPr>
        <w:pStyle w:val="Textbezslovn"/>
        <w:ind w:left="1701"/>
      </w:pPr>
      <w:r>
        <w:t>2. Položka neobsahuje:</w:t>
      </w:r>
    </w:p>
    <w:p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rsidR="009933E4" w:rsidRDefault="009933E4" w:rsidP="009933E4">
      <w:pPr>
        <w:pStyle w:val="Textbezslovn"/>
        <w:ind w:left="1701"/>
      </w:pPr>
      <w:r>
        <w:t xml:space="preserve">3. Způsob měření: </w:t>
      </w:r>
    </w:p>
    <w:p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rsidR="009933E4" w:rsidRPr="00303A2A" w:rsidRDefault="009933E4" w:rsidP="009933E4">
      <w:pPr>
        <w:pStyle w:val="Textbezslovn"/>
        <w:rPr>
          <w:rStyle w:val="Tun"/>
        </w:rPr>
      </w:pPr>
      <w:r w:rsidRPr="00303A2A">
        <w:rPr>
          <w:rStyle w:val="Tun"/>
        </w:rPr>
        <w:t xml:space="preserve">Poznámka: </w:t>
      </w:r>
    </w:p>
    <w:p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9933E4" w:rsidRPr="00303A2A" w:rsidRDefault="009933E4" w:rsidP="002F2288">
      <w:pPr>
        <w:pStyle w:val="Text2-1"/>
        <w:numPr>
          <w:ilvl w:val="2"/>
          <w:numId w:val="6"/>
        </w:numPr>
        <w:rPr>
          <w:rStyle w:val="Tun"/>
        </w:rPr>
      </w:pPr>
      <w:r w:rsidRPr="00303A2A">
        <w:rPr>
          <w:rStyle w:val="Tun"/>
        </w:rPr>
        <w:t>SO 90-90 Likvidace odpadů včetně dopravy</w:t>
      </w:r>
    </w:p>
    <w:p w:rsidR="009933E4" w:rsidRDefault="009933E4" w:rsidP="002F2288">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Default="009933E4" w:rsidP="002F2288">
      <w:pPr>
        <w:pStyle w:val="Text2-2"/>
        <w:numPr>
          <w:ilvl w:val="3"/>
          <w:numId w:val="6"/>
        </w:numPr>
      </w:pPr>
      <w:r>
        <w:t>zhotovitel v rámci výběrového řízení na zhotovení stavby ocení celkové množství daného typu/kategorie odpadu, které je součástí Všeobecného objektu,</w:t>
      </w:r>
    </w:p>
    <w:p w:rsidR="009933E4" w:rsidRDefault="009933E4" w:rsidP="002F2288">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rsidR="009933E4" w:rsidRPr="009F2E73" w:rsidRDefault="009933E4" w:rsidP="002F2288">
      <w:pPr>
        <w:pStyle w:val="Text2-1"/>
        <w:numPr>
          <w:ilvl w:val="2"/>
          <w:numId w:val="6"/>
        </w:numPr>
        <w:rPr>
          <w:rStyle w:val="Tun"/>
        </w:rPr>
      </w:pPr>
      <w:r w:rsidRPr="009F2E73">
        <w:rPr>
          <w:rStyle w:val="Tun"/>
        </w:rPr>
        <w:t>Souhrnný rozpočet</w:t>
      </w:r>
    </w:p>
    <w:p w:rsidR="009933E4" w:rsidRDefault="009933E4" w:rsidP="002F2288">
      <w:pPr>
        <w:pStyle w:val="Text2-2"/>
        <w:numPr>
          <w:ilvl w:val="3"/>
          <w:numId w:val="6"/>
        </w:numPr>
      </w:pPr>
      <w:r>
        <w:t>pro vykazování nákladů stavby (rozpočty jednotlivých SO/PS) zařazených do souhrnného rozpočtu budou náklady vykazované jako náklady, které jsou součástí těchto SO/PS,</w:t>
      </w:r>
    </w:p>
    <w:p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Default="009933E4" w:rsidP="002F2288">
      <w:pPr>
        <w:pStyle w:val="Nadpis2-2"/>
        <w:numPr>
          <w:ilvl w:val="1"/>
          <w:numId w:val="6"/>
        </w:numPr>
      </w:pPr>
      <w:bookmarkStart w:id="33" w:name="_Toc27040312"/>
      <w:bookmarkStart w:id="34" w:name="_Toc29393946"/>
      <w:bookmarkStart w:id="35" w:name="_Toc35951615"/>
      <w:r>
        <w:t>Ostatní přílohy vztahující se k odpadovému hospodářství</w:t>
      </w:r>
      <w:bookmarkEnd w:id="33"/>
      <w:bookmarkEnd w:id="34"/>
      <w:bookmarkEnd w:id="35"/>
    </w:p>
    <w:p w:rsidR="009933E4" w:rsidRDefault="002209A7" w:rsidP="002F2288">
      <w:pPr>
        <w:pStyle w:val="Text2-1"/>
        <w:numPr>
          <w:ilvl w:val="2"/>
          <w:numId w:val="6"/>
        </w:numPr>
      </w:pPr>
      <w:r w:rsidRPr="003108AB">
        <w:rPr>
          <w:rStyle w:val="Tun"/>
        </w:rPr>
        <w:t>Část B. 6 Popis</w:t>
      </w:r>
      <w:r w:rsidR="009933E4" w:rsidRPr="003108AB">
        <w:rPr>
          <w:rStyle w:val="Tun"/>
        </w:rPr>
        <w:t xml:space="preserve"> vlivů stavby na životní prostředí a jeho ochrana – část odpadové hospodářství bude mimo jiné obsahovat:</w:t>
      </w:r>
    </w:p>
    <w:p w:rsidR="009933E4" w:rsidRDefault="009933E4" w:rsidP="002F2288">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9933E4" w:rsidRPr="0016016E" w:rsidRDefault="009933E4" w:rsidP="002F2288">
      <w:pPr>
        <w:pStyle w:val="Odstavec1-1a"/>
        <w:numPr>
          <w:ilvl w:val="0"/>
          <w:numId w:val="8"/>
        </w:numPr>
      </w:pPr>
      <w:r w:rsidRPr="0016016E">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Pr="0016016E" w:rsidRDefault="009933E4" w:rsidP="002F2288">
      <w:pPr>
        <w:pStyle w:val="Odstavec1-1a"/>
        <w:numPr>
          <w:ilvl w:val="0"/>
          <w:numId w:val="8"/>
        </w:numPr>
      </w:pPr>
      <w:r w:rsidRPr="0016016E">
        <w:t>přehled všech odpadů uvedených v jednotlivých SO a PS dle zařazení do jednotlivých kategorií odpadů,</w:t>
      </w:r>
    </w:p>
    <w:p w:rsidR="009933E4" w:rsidRPr="0016016E" w:rsidRDefault="009933E4" w:rsidP="002F2288">
      <w:pPr>
        <w:pStyle w:val="Odstavec1-1a"/>
        <w:numPr>
          <w:ilvl w:val="0"/>
          <w:numId w:val="8"/>
        </w:numPr>
      </w:pPr>
      <w:r w:rsidRPr="0016016E">
        <w:t xml:space="preserve">souhrn odpadů za celou stavbu, dle zatřídění do kategorií odpadů. Souhrn bude podkladem pro vytvoření položek samostatného objektu odpadů SO 90-90, který </w:t>
      </w:r>
      <w:r w:rsidRPr="0016016E">
        <w:lastRenderedPageBreak/>
        <w:t>bude podkladem pro ocenění zhotovitelem v rámci výběrového řízení na zhotovení stavby,</w:t>
      </w:r>
    </w:p>
    <w:p w:rsidR="009933E4" w:rsidRPr="0016016E" w:rsidRDefault="009933E4" w:rsidP="002F2288">
      <w:pPr>
        <w:pStyle w:val="Odstavec1-1a"/>
        <w:numPr>
          <w:ilvl w:val="0"/>
          <w:numId w:val="8"/>
        </w:numPr>
      </w:pPr>
      <w:r w:rsidRPr="0016016E">
        <w:t xml:space="preserve">popis rozsahu prováděných chemických analýz a výsledky chemických analýz a jejich vyhodnocení, </w:t>
      </w:r>
    </w:p>
    <w:p w:rsidR="009933E4" w:rsidRDefault="009933E4" w:rsidP="002F2288">
      <w:pPr>
        <w:pStyle w:val="Odstavec1-1a"/>
        <w:numPr>
          <w:ilvl w:val="0"/>
          <w:numId w:val="8"/>
        </w:numPr>
      </w:pPr>
      <w:r>
        <w:t>množství vyzískaného materiálu a možnosti jejího využití nebo odstranění,</w:t>
      </w:r>
    </w:p>
    <w:p w:rsidR="009933E4" w:rsidRDefault="009933E4" w:rsidP="002F2288">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 xml:space="preserve">odpadech, dle zákona č. 185/2001 Sb. o odpadech </w:t>
      </w:r>
      <w:r w:rsidRPr="0016016E">
        <w:t>a o změně některých dalších zákonů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w:t>
      </w:r>
      <w:r w:rsidRPr="008E3FBA">
        <w:t>. o Katalogu odpadů a ostatní legislativy Ministerstva životního prostředí.</w:t>
      </w:r>
    </w:p>
    <w:p w:rsidR="00FD501F" w:rsidRPr="00FD501F" w:rsidRDefault="00FD501F" w:rsidP="00F043AB">
      <w:pPr>
        <w:pStyle w:val="Nadpis2-1"/>
      </w:pPr>
      <w:bookmarkStart w:id="36" w:name="_Toc35951616"/>
      <w:r w:rsidRPr="00FD501F">
        <w:t>SPECIFICKÉ POŽADAVKY</w:t>
      </w:r>
      <w:bookmarkEnd w:id="36"/>
    </w:p>
    <w:p w:rsidR="008127C4" w:rsidRPr="008127C4" w:rsidRDefault="008127C4" w:rsidP="008127C4">
      <w:pPr>
        <w:pStyle w:val="Text2-1"/>
      </w:pPr>
      <w:r w:rsidRPr="008127C4">
        <w:t xml:space="preserve">Projektová dokumentace </w:t>
      </w:r>
      <w:r w:rsidR="002209A7">
        <w:t>musí vycházet ze schváleného Z</w:t>
      </w:r>
      <w:r w:rsidRPr="008127C4">
        <w:t>áměru projektu (jeho vybrané části jsou součástí zadávací dokumentace) a dále z dokumentu Koncepce při nakládání s nemovitostmi osobních nádraží (bude předáno vítěznému uchazeči).</w:t>
      </w:r>
    </w:p>
    <w:p w:rsidR="008127C4" w:rsidRDefault="008127C4" w:rsidP="008127C4">
      <w:pPr>
        <w:pStyle w:val="Text2-1"/>
      </w:pPr>
      <w:r w:rsidRPr="008127C4">
        <w:t>Veškeré pří</w:t>
      </w:r>
      <w:r w:rsidR="002209A7">
        <w:t>padné změny oproti schválenému Z</w:t>
      </w:r>
      <w:r w:rsidRPr="008127C4">
        <w:t>áměru projektu (viz bod 2.1.1), vyvolané v rámci zpracování tohoto stupně dokumentace, musí být konzultovány s Objednatelem.</w:t>
      </w:r>
    </w:p>
    <w:p w:rsidR="008127C4" w:rsidRPr="008127C4" w:rsidRDefault="008127C4" w:rsidP="008127C4">
      <w:pPr>
        <w:pStyle w:val="Text2-1"/>
      </w:pPr>
      <w:r w:rsidRPr="008127C4">
        <w:t xml:space="preserve">Veškeré navrhované postupy a dispoziční řešení, které vyplynou v průběhu zpracování projektové dokumentace a nebudou tak v souladu se </w:t>
      </w:r>
      <w:r w:rsidR="002209A7">
        <w:t>schváleným Z</w:t>
      </w:r>
      <w:r w:rsidRPr="008127C4">
        <w:t>áměrem projektu, musí být konzultovány se zástupci investora.</w:t>
      </w:r>
    </w:p>
    <w:p w:rsidR="008127C4" w:rsidRDefault="008127C4" w:rsidP="008127C4">
      <w:pPr>
        <w:pStyle w:val="Text2-1"/>
      </w:pPr>
      <w:r w:rsidRPr="008127C4">
        <w:t>Zhotovitel je povinen svolat po domluvě s Objednatelem vstupní a závěrečnou poradu a dále dle potřeby zajišťovat průběžné porady, které budou svolávány v průběhu projekčních prací. V rámci připomínkového řízení jednotlivých stupňů projektové dokumentace bude svoláno konferenční projednání připomínek, které bude mít formu projednání odborných vyjádření, připomínek a požadavků vzešlých z připomínkového řízení (vše dle bodu 2.3 přiložených VTP).</w:t>
      </w:r>
    </w:p>
    <w:p w:rsidR="008127C4" w:rsidRDefault="008127C4" w:rsidP="008127C4">
      <w:pPr>
        <w:pStyle w:val="Text2-1"/>
      </w:pPr>
      <w:r w:rsidRPr="008127C4">
        <w:t>Projektová dokumentace bude řešit návrh skladby a barevnosti veškerých povrchů (podlahy, stěny, stropy) v úzké koordinaci s Objednatelem. Součástí zpracování díla je také návrh vnitřního mobiliáře a dále návrh informačního a orientačního systému.</w:t>
      </w:r>
    </w:p>
    <w:p w:rsidR="004B2CD5" w:rsidRPr="00534273" w:rsidRDefault="004B2CD5" w:rsidP="00534273">
      <w:pPr>
        <w:pStyle w:val="Text2-1"/>
      </w:pPr>
      <w:r w:rsidRPr="004B2CD5">
        <w:t>Součástí zakázky je také vypracování Prezentačního materiálu dle VTP_DSP+PDPS_13-20_národní_zdroje, bodu 4. 7., který bude sloužit jako podklad pro propagaci stavby. Propagační materiál bude zpracován minimálně v následujícím rozsahu:</w:t>
      </w:r>
      <w:r w:rsidR="00F70B84">
        <w:t xml:space="preserve"> </w:t>
      </w:r>
    </w:p>
    <w:p w:rsidR="004B2CD5" w:rsidRPr="004B2CD5" w:rsidRDefault="004B2CD5" w:rsidP="004B2CD5">
      <w:pPr>
        <w:numPr>
          <w:ilvl w:val="2"/>
          <w:numId w:val="24"/>
        </w:numPr>
        <w:spacing w:after="120"/>
        <w:jc w:val="both"/>
        <w:rPr>
          <w:rFonts w:ascii="Verdana" w:hAnsi="Verdana"/>
        </w:rPr>
      </w:pPr>
      <w:r w:rsidRPr="004B2CD5">
        <w:rPr>
          <w:rFonts w:ascii="Verdana" w:hAnsi="Verdana"/>
        </w:rPr>
        <w:t>Popis materiálového a barevného řešení rozhodujících stavebních konstrukcí a povrchových materiálů s uvedením referenčních vzorků.</w:t>
      </w:r>
    </w:p>
    <w:p w:rsidR="004B2CD5" w:rsidRPr="004B2CD5" w:rsidRDefault="004B2CD5" w:rsidP="004B2CD5">
      <w:pPr>
        <w:numPr>
          <w:ilvl w:val="2"/>
          <w:numId w:val="24"/>
        </w:numPr>
        <w:spacing w:after="120"/>
        <w:jc w:val="both"/>
        <w:rPr>
          <w:rFonts w:ascii="Verdana" w:hAnsi="Verdana"/>
        </w:rPr>
      </w:pPr>
      <w:r w:rsidRPr="004B2CD5">
        <w:rPr>
          <w:rFonts w:ascii="Verdana" w:hAnsi="Verdana"/>
        </w:rPr>
        <w:t>Schématické půdorysy objektu s vyznačením vazeb v souvislosti na toky cestujících.</w:t>
      </w:r>
    </w:p>
    <w:p w:rsidR="004B2CD5" w:rsidRPr="004B2CD5" w:rsidRDefault="004B2CD5" w:rsidP="004B2CD5">
      <w:pPr>
        <w:numPr>
          <w:ilvl w:val="2"/>
          <w:numId w:val="24"/>
        </w:numPr>
        <w:spacing w:after="120"/>
        <w:jc w:val="both"/>
        <w:rPr>
          <w:rFonts w:ascii="Verdana" w:hAnsi="Verdana"/>
        </w:rPr>
      </w:pPr>
      <w:r w:rsidRPr="004B2CD5">
        <w:rPr>
          <w:rFonts w:ascii="Verdana" w:hAnsi="Verdana"/>
        </w:rPr>
        <w:lastRenderedPageBreak/>
        <w:t>Schématické řezy popisující prostorové vazby.</w:t>
      </w:r>
    </w:p>
    <w:p w:rsidR="004B2CD5" w:rsidRDefault="004B2CD5" w:rsidP="004B2CD5">
      <w:pPr>
        <w:numPr>
          <w:ilvl w:val="2"/>
          <w:numId w:val="24"/>
        </w:numPr>
        <w:spacing w:after="120"/>
        <w:jc w:val="both"/>
        <w:rPr>
          <w:rFonts w:ascii="Verdana" w:hAnsi="Verdana"/>
        </w:rPr>
      </w:pPr>
      <w:r w:rsidRPr="004B2CD5">
        <w:rPr>
          <w:rFonts w:ascii="Verdana" w:hAnsi="Verdana"/>
        </w:rPr>
        <w:t>Statickou vizualizaci veřejně přístupných pro</w:t>
      </w:r>
      <w:r>
        <w:rPr>
          <w:rFonts w:ascii="Verdana" w:hAnsi="Verdana"/>
        </w:rPr>
        <w:t>stor v min. počtu 4 vizualizací</w:t>
      </w:r>
      <w:r w:rsidR="00534273">
        <w:rPr>
          <w:rFonts w:ascii="Verdana" w:hAnsi="Verdana"/>
        </w:rPr>
        <w:t>.</w:t>
      </w:r>
    </w:p>
    <w:p w:rsidR="004B2CD5" w:rsidRDefault="004B2CD5" w:rsidP="004B2CD5">
      <w:pPr>
        <w:numPr>
          <w:ilvl w:val="2"/>
          <w:numId w:val="24"/>
        </w:numPr>
        <w:spacing w:after="120"/>
        <w:jc w:val="both"/>
        <w:rPr>
          <w:rFonts w:ascii="Verdana" w:hAnsi="Verdana"/>
        </w:rPr>
      </w:pPr>
      <w:r>
        <w:rPr>
          <w:rFonts w:ascii="Verdana" w:hAnsi="Verdana"/>
        </w:rPr>
        <w:t>Statickou vizualizaci</w:t>
      </w:r>
      <w:r w:rsidRPr="004B2CD5">
        <w:rPr>
          <w:rFonts w:ascii="Verdana" w:hAnsi="Verdana"/>
        </w:rPr>
        <w:t xml:space="preserve"> okolí objektu v pohledu z přednádraží a od kolejiště</w:t>
      </w:r>
      <w:r w:rsidR="00534273">
        <w:rPr>
          <w:rFonts w:ascii="Verdana" w:hAnsi="Verdana"/>
        </w:rPr>
        <w:t xml:space="preserve"> v min počtu 4 vizualizací</w:t>
      </w:r>
      <w:r w:rsidRPr="004B2CD5">
        <w:rPr>
          <w:rFonts w:ascii="Verdana" w:hAnsi="Verdana"/>
        </w:rPr>
        <w:t>.</w:t>
      </w:r>
    </w:p>
    <w:p w:rsidR="00534273" w:rsidRPr="004B2CD5" w:rsidRDefault="00534273" w:rsidP="004B2CD5">
      <w:pPr>
        <w:numPr>
          <w:ilvl w:val="2"/>
          <w:numId w:val="24"/>
        </w:numPr>
        <w:spacing w:after="120"/>
        <w:jc w:val="both"/>
        <w:rPr>
          <w:rFonts w:ascii="Verdana" w:hAnsi="Verdana"/>
        </w:rPr>
      </w:pPr>
      <w:r w:rsidRPr="00534273">
        <w:rPr>
          <w:rFonts w:ascii="Verdana" w:hAnsi="Verdana"/>
        </w:rPr>
        <w:t xml:space="preserve">Statickou vizualizaci </w:t>
      </w:r>
      <w:r>
        <w:rPr>
          <w:rFonts w:ascii="Verdana" w:hAnsi="Verdana"/>
        </w:rPr>
        <w:t>autobusového terminálu v min počtu 2 vizualizací.</w:t>
      </w:r>
    </w:p>
    <w:p w:rsidR="008127C4" w:rsidRPr="008127C4" w:rsidRDefault="008127C4" w:rsidP="008127C4">
      <w:pPr>
        <w:pStyle w:val="Text2-1"/>
      </w:pPr>
      <w:r w:rsidRPr="008127C4">
        <w:t xml:space="preserve">Zhotovitel je povinen kontaktovat zástupce společnosti </w:t>
      </w:r>
      <w:proofErr w:type="spellStart"/>
      <w:r w:rsidRPr="008127C4">
        <w:t>Railreklam</w:t>
      </w:r>
      <w:proofErr w:type="spellEnd"/>
      <w:r w:rsidRPr="008127C4">
        <w:t xml:space="preserve">, s ohledem na stávající smluvní vztah mezi SŽDC a </w:t>
      </w:r>
      <w:proofErr w:type="spellStart"/>
      <w:r w:rsidRPr="008127C4">
        <w:t>Railreklam</w:t>
      </w:r>
      <w:proofErr w:type="spellEnd"/>
      <w:r w:rsidRPr="008127C4">
        <w:t xml:space="preserve"> („Smlouva o spolupráci v reklamní činnosti a v činnostech souvisejících). Společnost </w:t>
      </w:r>
      <w:proofErr w:type="spellStart"/>
      <w:r w:rsidRPr="008127C4">
        <w:t>Railreklam</w:t>
      </w:r>
      <w:proofErr w:type="spellEnd"/>
      <w:r w:rsidRPr="008127C4">
        <w:t xml:space="preserve"> vyhodnotí a formou oficiálního vyjádření, které je Zhotovitel povinen zajistit, sdělí, zda má zájem využívat rekonstruované prostory pro své reklamní účely, následně budou zástupci </w:t>
      </w:r>
      <w:proofErr w:type="spellStart"/>
      <w:r w:rsidRPr="008127C4">
        <w:t>Railreklam</w:t>
      </w:r>
      <w:proofErr w:type="spellEnd"/>
      <w:r w:rsidRPr="008127C4">
        <w:t xml:space="preserve"> vytipovány místa, kam se reklamní plochy umístí. Kontaktní osobou je pan Zdeněk Čihák (tel.: +420 731 134 182, e.: zdenek.cihak@railreklam.cz).</w:t>
      </w:r>
    </w:p>
    <w:p w:rsidR="008127C4" w:rsidRPr="008127C4" w:rsidRDefault="008127C4" w:rsidP="008127C4">
      <w:pPr>
        <w:pStyle w:val="Text2-1"/>
      </w:pPr>
      <w:r w:rsidRPr="008127C4">
        <w:t xml:space="preserve">Nad rámec interních dokumentů a předpisů, </w:t>
      </w:r>
      <w:r w:rsidRPr="00B12DDD">
        <w:t>uvedených v kap. 7.5 VTP, budou</w:t>
      </w:r>
      <w:r w:rsidRPr="008127C4">
        <w:t xml:space="preserve"> dále použity níže uvedené předpisy:</w:t>
      </w:r>
    </w:p>
    <w:p w:rsidR="008127C4" w:rsidRPr="008127C4" w:rsidRDefault="008127C4" w:rsidP="008127C4">
      <w:pPr>
        <w:pStyle w:val="Text2-1"/>
        <w:numPr>
          <w:ilvl w:val="2"/>
          <w:numId w:val="20"/>
        </w:numPr>
      </w:pPr>
      <w:r w:rsidRPr="008127C4">
        <w:t xml:space="preserve">Návrh mobiliáře bude v souladu s pokynem </w:t>
      </w:r>
      <w:r w:rsidRPr="008127C4">
        <w:rPr>
          <w:b/>
        </w:rPr>
        <w:t>SŽDC PO-20/2019-GŘ</w:t>
      </w:r>
      <w:r w:rsidRPr="008127C4">
        <w:t xml:space="preserve">, </w:t>
      </w:r>
      <w:r w:rsidRPr="008127C4">
        <w:rPr>
          <w:b/>
        </w:rPr>
        <w:t>Moderní design a architektura nádraží a zastávek ČR – mobiliář</w:t>
      </w:r>
      <w:r w:rsidRPr="008127C4">
        <w:t>.</w:t>
      </w:r>
    </w:p>
    <w:p w:rsidR="008127C4" w:rsidRPr="008127C4" w:rsidRDefault="008127C4" w:rsidP="008127C4">
      <w:pPr>
        <w:pStyle w:val="Text2-1"/>
        <w:numPr>
          <w:ilvl w:val="2"/>
          <w:numId w:val="20"/>
        </w:numPr>
      </w:pPr>
      <w:r w:rsidRPr="008127C4">
        <w:t xml:space="preserve">Hygienická zařízení, určená pro cestující veřejnost budou navržená dle pokynu </w:t>
      </w:r>
      <w:r w:rsidRPr="008127C4">
        <w:rPr>
          <w:b/>
        </w:rPr>
        <w:t>SŽDC PO-22/2019-GŘ, Moderní design a architektura nádraží a zastávek ČR – Standardy pro hygienická zařízení</w:t>
      </w:r>
      <w:r w:rsidRPr="008127C4">
        <w:t>.</w:t>
      </w:r>
    </w:p>
    <w:p w:rsidR="008127C4" w:rsidRPr="008127C4" w:rsidRDefault="008127C4" w:rsidP="008127C4">
      <w:pPr>
        <w:pStyle w:val="Text2-1"/>
        <w:numPr>
          <w:ilvl w:val="2"/>
          <w:numId w:val="20"/>
        </w:numPr>
      </w:pPr>
      <w:r w:rsidRPr="008127C4">
        <w:t xml:space="preserve">Návrh nového informačního a orientačního systému (bude zpracováno dle </w:t>
      </w:r>
      <w:r w:rsidRPr="008127C4">
        <w:rPr>
          <w:b/>
        </w:rPr>
        <w:t>Směrnice SŽDC č. 118 – Orientační a informační systém v železničních stanicích a na železničních zastávkách, vč. Grafického manuálu jednotného orientačního a informačního systému Správy železniční dopravní cesty, státní organizace)</w:t>
      </w:r>
      <w:r w:rsidRPr="008127C4">
        <w:t>.</w:t>
      </w:r>
    </w:p>
    <w:p w:rsidR="00FD501F" w:rsidRPr="00FD501F" w:rsidRDefault="00FD501F" w:rsidP="00F043AB">
      <w:pPr>
        <w:pStyle w:val="Nadpis2-1"/>
      </w:pPr>
      <w:bookmarkStart w:id="37" w:name="_Toc35951617"/>
      <w:r w:rsidRPr="00FD501F">
        <w:t>SOUVISEJÍCÍ DOKUMENTY A PŘEDPISY</w:t>
      </w:r>
      <w:bookmarkEnd w:id="37"/>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FD501F" w:rsidRPr="00FD501F" w:rsidRDefault="00FD501F" w:rsidP="00F043AB">
      <w:pPr>
        <w:pStyle w:val="Text2-1"/>
      </w:pPr>
      <w:r w:rsidRPr="00FD501F">
        <w:t xml:space="preserve">Objednatel umožňuje Zhotoviteli přístup ke všem </w:t>
      </w:r>
      <w:r w:rsidR="00035340">
        <w:t>svým interním předpisům a </w:t>
      </w:r>
      <w:r w:rsidRPr="00FD501F">
        <w:t>dokumentům následujícím způsobem:</w:t>
      </w:r>
    </w:p>
    <w:p w:rsidR="00035340" w:rsidRPr="00E85446" w:rsidRDefault="00035340" w:rsidP="00035340">
      <w:pPr>
        <w:pStyle w:val="Textbezslovn"/>
        <w:spacing w:after="0"/>
        <w:rPr>
          <w:rStyle w:val="Tun"/>
        </w:rPr>
      </w:pPr>
      <w:r w:rsidRPr="00E85446">
        <w:rPr>
          <w:rStyle w:val="Tun"/>
        </w:rPr>
        <w:t>Správa železni</w:t>
      </w:r>
      <w:r w:rsidR="006570FD">
        <w:rPr>
          <w:rStyle w:val="Tun"/>
        </w:rPr>
        <w:t>c</w:t>
      </w:r>
      <w:r w:rsidRPr="00E85446">
        <w:rPr>
          <w:rStyle w:val="Tun"/>
        </w:rPr>
        <w:t>, státní organizace</w:t>
      </w:r>
    </w:p>
    <w:p w:rsidR="00035340" w:rsidRPr="00E85446" w:rsidRDefault="00035340" w:rsidP="00035340">
      <w:pPr>
        <w:pStyle w:val="Textbezslovn"/>
        <w:spacing w:after="0"/>
        <w:rPr>
          <w:rStyle w:val="Tun"/>
        </w:rPr>
      </w:pPr>
      <w:r w:rsidRPr="00E85446">
        <w:rPr>
          <w:rStyle w:val="Tun"/>
        </w:rPr>
        <w:t xml:space="preserve">Technická ústředna dopravní cesty, </w:t>
      </w:r>
    </w:p>
    <w:p w:rsidR="00035340" w:rsidRPr="00035340" w:rsidRDefault="00035340" w:rsidP="00035340">
      <w:pPr>
        <w:pStyle w:val="Textbezslovn"/>
        <w:spacing w:after="0"/>
        <w:rPr>
          <w:rStyle w:val="Tun"/>
        </w:rPr>
      </w:pPr>
      <w:r w:rsidRPr="00035340">
        <w:rPr>
          <w:rStyle w:val="Tun"/>
        </w:rPr>
        <w:t>Oddělení distribuce dokumentace</w:t>
      </w:r>
    </w:p>
    <w:p w:rsidR="00035340" w:rsidRPr="007D016E" w:rsidRDefault="00D0296E" w:rsidP="00035340">
      <w:pPr>
        <w:pStyle w:val="Textbezslovn"/>
        <w:spacing w:after="0"/>
      </w:pPr>
      <w:r>
        <w:t>Jeremenkova 103/23</w:t>
      </w:r>
    </w:p>
    <w:p w:rsidR="00035340" w:rsidRPr="007D016E" w:rsidRDefault="00035340" w:rsidP="00035340">
      <w:pPr>
        <w:pStyle w:val="Textbezslovn"/>
        <w:spacing w:after="0"/>
      </w:pPr>
      <w:r w:rsidRPr="007D016E">
        <w:t>77</w:t>
      </w:r>
      <w:r>
        <w:t>9 00</w:t>
      </w:r>
      <w:r w:rsidRPr="007D016E">
        <w:t xml:space="preserve"> Olomouc</w:t>
      </w:r>
    </w:p>
    <w:p w:rsidR="00035340" w:rsidRDefault="00035340" w:rsidP="00035340">
      <w:pPr>
        <w:pStyle w:val="Textbezslovn"/>
        <w:spacing w:after="0"/>
      </w:pPr>
      <w:r w:rsidRPr="007D016E">
        <w:t xml:space="preserve">kontaktní osoba: p. Jarmila Strnadová, tel.: </w:t>
      </w:r>
      <w:r w:rsidRPr="00563B6F">
        <w:t xml:space="preserve">972 742 396, </w:t>
      </w:r>
      <w:r>
        <w:t xml:space="preserve">mobil: </w:t>
      </w:r>
      <w:r w:rsidRPr="00563B6F">
        <w:t>725 039 782</w:t>
      </w:r>
    </w:p>
    <w:p w:rsidR="00035340" w:rsidRDefault="00035340" w:rsidP="00035340">
      <w:pPr>
        <w:pStyle w:val="Textbezslovn"/>
        <w:spacing w:after="0"/>
      </w:pPr>
      <w:r w:rsidRPr="007D016E">
        <w:t>e-mail: typdok@tudc.cz</w:t>
      </w:r>
    </w:p>
    <w:p w:rsidR="00035340" w:rsidRDefault="00035340" w:rsidP="00035340">
      <w:pPr>
        <w:pStyle w:val="Textbezslovn"/>
      </w:pPr>
      <w:r w:rsidRPr="00035340">
        <w:t xml:space="preserve">www: </w:t>
      </w:r>
      <w:hyperlink r:id="rId14" w:history="1">
        <w:r w:rsidRPr="00035340">
          <w:rPr>
            <w:rStyle w:val="Hypertextovodkaz"/>
            <w:color w:val="auto"/>
            <w:u w:val="none"/>
          </w:rPr>
          <w:t>www.tudc.cz</w:t>
        </w:r>
      </w:hyperlink>
      <w:r w:rsidRPr="00035340">
        <w:t xml:space="preserve"> </w:t>
      </w:r>
      <w:r w:rsidR="00D0296E">
        <w:t xml:space="preserve">v sekci dokumenty </w:t>
      </w:r>
      <w:r w:rsidRPr="00035340">
        <w:t xml:space="preserve">nebo </w:t>
      </w:r>
      <w:hyperlink r:id="rId15" w:history="1">
        <w:r w:rsidRPr="00035340">
          <w:rPr>
            <w:rStyle w:val="Hypertextovodkaz"/>
            <w:color w:val="auto"/>
            <w:u w:val="none"/>
          </w:rPr>
          <w:t>www.szdc.cz</w:t>
        </w:r>
      </w:hyperlink>
      <w:r w:rsidRPr="00035340">
        <w:t xml:space="preserve"> v sekci „O nás / Vnitřní předpisy / odkaz </w:t>
      </w:r>
      <w:r>
        <w:t>Dokumenty a předpisy</w:t>
      </w:r>
      <w:r w:rsidRPr="00563B6F">
        <w:t>“</w:t>
      </w:r>
    </w:p>
    <w:p w:rsidR="00FD501F" w:rsidRPr="00FD501F" w:rsidRDefault="00FD501F" w:rsidP="00F043AB">
      <w:pPr>
        <w:pStyle w:val="Nadpis2-1"/>
      </w:pPr>
      <w:bookmarkStart w:id="38" w:name="_Toc35951618"/>
      <w:r w:rsidRPr="00FD501F">
        <w:t>PŘÍLOHY</w:t>
      </w:r>
      <w:bookmarkEnd w:id="38"/>
    </w:p>
    <w:p w:rsidR="00FD501F" w:rsidRPr="00F043AB" w:rsidRDefault="00FD501F" w:rsidP="00F043AB">
      <w:pPr>
        <w:pStyle w:val="Text2-1"/>
        <w:rPr>
          <w:highlight w:val="green"/>
        </w:rPr>
      </w:pPr>
      <w:r w:rsidRPr="00F043AB">
        <w:rPr>
          <w:highlight w:val="green"/>
        </w:rPr>
        <w:t>Tabulka č. ………</w:t>
      </w:r>
    </w:p>
    <w:p w:rsidR="00FD501F" w:rsidRPr="00F043AB" w:rsidRDefault="00FD501F" w:rsidP="00F043AB">
      <w:pPr>
        <w:pStyle w:val="Text2-1"/>
        <w:rPr>
          <w:highlight w:val="green"/>
        </w:rPr>
      </w:pPr>
      <w:r w:rsidRPr="00F043AB">
        <w:rPr>
          <w:highlight w:val="green"/>
        </w:rPr>
        <w:t>Požadavky …</w:t>
      </w:r>
      <w:proofErr w:type="gramStart"/>
      <w:r w:rsidRPr="00F043AB">
        <w:rPr>
          <w:highlight w:val="green"/>
        </w:rPr>
        <w:t>…..</w:t>
      </w:r>
      <w:proofErr w:type="gramEnd"/>
    </w:p>
    <w:p w:rsidR="00FD501F" w:rsidRPr="00F043AB" w:rsidRDefault="00FD501F" w:rsidP="00F043AB">
      <w:pPr>
        <w:pStyle w:val="Text2-1"/>
        <w:rPr>
          <w:highlight w:val="green"/>
        </w:rPr>
      </w:pPr>
      <w:r w:rsidRPr="00F043AB">
        <w:rPr>
          <w:highlight w:val="green"/>
        </w:rPr>
        <w:t>Interní předpis Objednatele: …</w:t>
      </w:r>
      <w:proofErr w:type="gramStart"/>
      <w:r w:rsidRPr="00F043AB">
        <w:rPr>
          <w:highlight w:val="green"/>
        </w:rPr>
        <w:t>…..</w:t>
      </w:r>
      <w:proofErr w:type="gramEnd"/>
    </w:p>
    <w:p w:rsidR="00FD501F" w:rsidRPr="00FD501F" w:rsidRDefault="00FD501F" w:rsidP="00FD501F"/>
    <w:bookmarkEnd w:id="2"/>
    <w:bookmarkEnd w:id="3"/>
    <w:bookmarkEnd w:id="4"/>
    <w:bookmarkEnd w:id="5"/>
    <w:p w:rsidR="00FD501F" w:rsidRPr="00FD501F" w:rsidRDefault="00FD501F" w:rsidP="00FD501F"/>
    <w:sectPr w:rsidR="00FD501F" w:rsidRPr="00FD501F" w:rsidSect="00DB6CED">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737" w:rsidRDefault="00382737" w:rsidP="00962258">
      <w:pPr>
        <w:spacing w:after="0" w:line="240" w:lineRule="auto"/>
      </w:pPr>
    </w:p>
    <w:p w:rsidR="00382737" w:rsidRDefault="00382737"/>
  </w:endnote>
  <w:endnote w:type="continuationSeparator" w:id="0">
    <w:p w:rsidR="00382737" w:rsidRDefault="00382737" w:rsidP="00962258">
      <w:pPr>
        <w:spacing w:after="0" w:line="240" w:lineRule="auto"/>
      </w:pPr>
    </w:p>
    <w:p w:rsidR="00382737" w:rsidRDefault="00382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81A80" w:rsidRPr="003462EB" w:rsidTr="00CA7194">
      <w:tc>
        <w:tcPr>
          <w:tcW w:w="993" w:type="dxa"/>
          <w:tcMar>
            <w:left w:w="0" w:type="dxa"/>
            <w:right w:w="0" w:type="dxa"/>
          </w:tcMar>
          <w:vAlign w:val="bottom"/>
        </w:tcPr>
        <w:p w:rsidR="00F81A80" w:rsidRPr="00B8518B" w:rsidRDefault="00F81A80"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A7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6A74">
            <w:rPr>
              <w:rStyle w:val="slostrnky"/>
              <w:noProof/>
            </w:rPr>
            <w:t>12</w:t>
          </w:r>
          <w:r w:rsidRPr="00B8518B">
            <w:rPr>
              <w:rStyle w:val="slostrnky"/>
            </w:rPr>
            <w:fldChar w:fldCharType="end"/>
          </w:r>
        </w:p>
      </w:tc>
      <w:tc>
        <w:tcPr>
          <w:tcW w:w="7739" w:type="dxa"/>
          <w:vAlign w:val="bottom"/>
        </w:tcPr>
        <w:p w:rsidR="00F81A80" w:rsidRPr="004D477C" w:rsidRDefault="00124D71" w:rsidP="00C73C02">
          <w:pPr>
            <w:pStyle w:val="Zpatvlevo"/>
          </w:pPr>
          <w:fldSimple w:instr=" STYLEREF  _Název_akce  \* MERGEFORMAT ">
            <w:r w:rsidR="00C86A74">
              <w:rPr>
                <w:noProof/>
              </w:rPr>
              <w:t>„Rekonstrukce výpravní budovy v žst. Aš“</w:t>
            </w:r>
          </w:fldSimple>
        </w:p>
        <w:p w:rsidR="00F81A80" w:rsidRDefault="00F81A80" w:rsidP="00C73C02">
          <w:pPr>
            <w:pStyle w:val="Zpatvlevo"/>
          </w:pPr>
          <w:r>
            <w:t xml:space="preserve">Příloha č. 3 c) </w:t>
          </w:r>
        </w:p>
        <w:p w:rsidR="00F81A80" w:rsidRPr="003462EB" w:rsidRDefault="00F81A80" w:rsidP="00C73C02">
          <w:pPr>
            <w:pStyle w:val="Zpatvlevo"/>
          </w:pPr>
          <w:r>
            <w:t>Zvláštní technické podmínky - DUSP+PDPS</w:t>
          </w:r>
        </w:p>
      </w:tc>
    </w:tr>
  </w:tbl>
  <w:p w:rsidR="00F81A80" w:rsidRPr="00DB6CED" w:rsidRDefault="00F81A8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81A80" w:rsidRPr="009E09BE" w:rsidTr="00CA7194">
      <w:tc>
        <w:tcPr>
          <w:tcW w:w="7797" w:type="dxa"/>
          <w:tcMar>
            <w:left w:w="0" w:type="dxa"/>
            <w:right w:w="0" w:type="dxa"/>
          </w:tcMar>
          <w:vAlign w:val="bottom"/>
        </w:tcPr>
        <w:p w:rsidR="00F81A80" w:rsidRDefault="00124D71" w:rsidP="00C73C02">
          <w:pPr>
            <w:pStyle w:val="Zpatvpravo"/>
          </w:pPr>
          <w:fldSimple w:instr=" STYLEREF  _Název_akce  \* MERGEFORMAT ">
            <w:r w:rsidR="00C86A74">
              <w:rPr>
                <w:noProof/>
              </w:rPr>
              <w:t>„Rekonstrukce výpravní budovy v žst. Aš“</w:t>
            </w:r>
          </w:fldSimple>
        </w:p>
        <w:p w:rsidR="00F81A80" w:rsidRDefault="00F81A80" w:rsidP="00C73C02">
          <w:pPr>
            <w:pStyle w:val="Zpatvpravo"/>
          </w:pPr>
          <w:r>
            <w:t xml:space="preserve">Příloha č. 3 c) </w:t>
          </w:r>
        </w:p>
        <w:p w:rsidR="00F81A80" w:rsidRPr="003462EB" w:rsidRDefault="00F81A80" w:rsidP="00C73C02">
          <w:pPr>
            <w:pStyle w:val="Zpatvpravo"/>
            <w:rPr>
              <w:rStyle w:val="slostrnky"/>
              <w:b w:val="0"/>
              <w:color w:val="auto"/>
              <w:sz w:val="12"/>
            </w:rPr>
          </w:pPr>
          <w:r>
            <w:t>Zvláštní technické podmínky - DUSP+PDPS</w:t>
          </w:r>
        </w:p>
      </w:tc>
      <w:tc>
        <w:tcPr>
          <w:tcW w:w="935" w:type="dxa"/>
          <w:vAlign w:val="bottom"/>
        </w:tcPr>
        <w:p w:rsidR="00F81A80" w:rsidRPr="009E09BE" w:rsidRDefault="00F81A80"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A7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6A74">
            <w:rPr>
              <w:rStyle w:val="slostrnky"/>
              <w:noProof/>
            </w:rPr>
            <w:t>12</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80" w:rsidRPr="00B8518B" w:rsidRDefault="00F81A80" w:rsidP="00460660">
    <w:pPr>
      <w:pStyle w:val="Zpat"/>
      <w:rPr>
        <w:sz w:val="2"/>
        <w:szCs w:val="2"/>
      </w:rPr>
    </w:pPr>
  </w:p>
  <w:p w:rsidR="00F81A80" w:rsidRDefault="00F81A80" w:rsidP="00054FC6">
    <w:pPr>
      <w:pStyle w:val="Zpat"/>
      <w:rPr>
        <w:rFonts w:cs="Calibri"/>
        <w:szCs w:val="12"/>
      </w:rPr>
    </w:pPr>
    <w:r>
      <w:rPr>
        <w:noProof/>
        <w:lang w:eastAsia="cs-CZ"/>
      </w:rPr>
      <w:drawing>
        <wp:anchor distT="0" distB="0" distL="114300" distR="114300" simplePos="0" relativeHeight="251670528" behindDoc="1" locked="1" layoutInCell="1" allowOverlap="1" wp14:anchorId="6C52BE3D" wp14:editId="3D591DA0">
          <wp:simplePos x="0" y="0"/>
          <wp:positionH relativeFrom="page">
            <wp:posOffset>826770</wp:posOffset>
          </wp:positionH>
          <wp:positionV relativeFrom="page">
            <wp:posOffset>9316720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0038273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2576;mso-wrap-distance-top:11.35pt;mso-wrap-distance-right:113.4pt;mso-position-horizontal-relative:text;mso-position-vertical-relative:text" o:allowoverlap="f">
          <v:imagedata r:id="rId2" o:title=""/>
          <w10:wrap type="square" side="left"/>
        </v:shape>
        <o:OLEObject Type="Embed" ProgID="FoxitReader.Document" ShapeID="_x0000_s2049" DrawAspect="Content" ObjectID="_1650216755" r:id="rId3"/>
      </w:pict>
    </w:r>
  </w:p>
  <w:p w:rsidR="00F81A80" w:rsidRDefault="00F81A80" w:rsidP="00054FC6">
    <w:pPr>
      <w:pStyle w:val="Zpat"/>
      <w:rPr>
        <w:rFonts w:cs="Calibri"/>
        <w:szCs w:val="12"/>
      </w:rPr>
    </w:pPr>
  </w:p>
  <w:p w:rsidR="00F81A80" w:rsidRPr="005D19D8" w:rsidRDefault="00F81A80" w:rsidP="00054FC6">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F81A80" w:rsidRPr="00460660" w:rsidRDefault="00F81A8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737" w:rsidRDefault="00382737">
      <w:pPr>
        <w:spacing w:after="0" w:line="240" w:lineRule="auto"/>
      </w:pPr>
    </w:p>
  </w:footnote>
  <w:footnote w:type="continuationSeparator" w:id="0">
    <w:p w:rsidR="00382737" w:rsidRDefault="00382737" w:rsidP="00962258">
      <w:pPr>
        <w:spacing w:after="0" w:line="240" w:lineRule="auto"/>
      </w:pPr>
    </w:p>
    <w:p w:rsidR="00382737" w:rsidRDefault="003827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80" w:rsidRDefault="00F81A80"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F81A80" w:rsidTr="003F08B2">
      <w:trPr>
        <w:trHeight w:hRule="exact" w:val="454"/>
      </w:trPr>
      <w:tc>
        <w:tcPr>
          <w:tcW w:w="2028" w:type="dxa"/>
          <w:tcMar>
            <w:top w:w="57" w:type="dxa"/>
            <w:left w:w="0" w:type="dxa"/>
            <w:right w:w="0" w:type="dxa"/>
          </w:tcMar>
        </w:tcPr>
        <w:p w:rsidR="00F81A80" w:rsidRPr="00B8518B" w:rsidRDefault="00F81A80" w:rsidP="00523EA7">
          <w:pPr>
            <w:pStyle w:val="Zpat"/>
            <w:rPr>
              <w:rStyle w:val="slostrnky"/>
            </w:rPr>
          </w:pPr>
        </w:p>
      </w:tc>
      <w:tc>
        <w:tcPr>
          <w:tcW w:w="8489" w:type="dxa"/>
          <w:shd w:val="clear" w:color="auto" w:fill="auto"/>
          <w:tcMar>
            <w:top w:w="57" w:type="dxa"/>
            <w:left w:w="0" w:type="dxa"/>
            <w:right w:w="0" w:type="dxa"/>
          </w:tcMar>
        </w:tcPr>
        <w:p w:rsidR="00F81A80" w:rsidRPr="00D6163D" w:rsidRDefault="00F81A80" w:rsidP="00D6163D">
          <w:pPr>
            <w:pStyle w:val="Druhdokumentu"/>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1A80" w:rsidTr="00B22106">
      <w:trPr>
        <w:trHeight w:hRule="exact" w:val="936"/>
      </w:trPr>
      <w:tc>
        <w:tcPr>
          <w:tcW w:w="1361" w:type="dxa"/>
          <w:tcMar>
            <w:left w:w="0" w:type="dxa"/>
            <w:right w:w="0" w:type="dxa"/>
          </w:tcMar>
        </w:tcPr>
        <w:p w:rsidR="00F81A80" w:rsidRPr="00B8518B" w:rsidRDefault="00F81A80" w:rsidP="00FC6389">
          <w:pPr>
            <w:pStyle w:val="Zpat"/>
            <w:rPr>
              <w:rStyle w:val="slostrnky"/>
            </w:rPr>
          </w:pPr>
        </w:p>
      </w:tc>
      <w:tc>
        <w:tcPr>
          <w:tcW w:w="3458" w:type="dxa"/>
          <w:shd w:val="clear" w:color="auto" w:fill="auto"/>
          <w:tcMar>
            <w:left w:w="0" w:type="dxa"/>
            <w:right w:w="0" w:type="dxa"/>
          </w:tcMar>
        </w:tcPr>
        <w:p w:rsidR="00F81A80" w:rsidRDefault="00F81A80" w:rsidP="00FC6389">
          <w:pPr>
            <w:pStyle w:val="Zpat"/>
          </w:pPr>
          <w:r>
            <w:rPr>
              <w:noProof/>
              <w:lang w:eastAsia="cs-CZ"/>
            </w:rPr>
            <w:drawing>
              <wp:anchor distT="0" distB="0" distL="114300" distR="114300" simplePos="0" relativeHeight="251674624" behindDoc="0" locked="1" layoutInCell="1" allowOverlap="1" wp14:anchorId="24362FCE" wp14:editId="4DD4AC8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81A80" w:rsidRPr="00D6163D" w:rsidRDefault="00F81A80" w:rsidP="00FC6389">
          <w:pPr>
            <w:pStyle w:val="Druhdokumentu"/>
          </w:pPr>
        </w:p>
      </w:tc>
    </w:tr>
    <w:tr w:rsidR="00F81A80" w:rsidTr="00B22106">
      <w:trPr>
        <w:trHeight w:hRule="exact" w:val="936"/>
      </w:trPr>
      <w:tc>
        <w:tcPr>
          <w:tcW w:w="1361" w:type="dxa"/>
          <w:tcMar>
            <w:left w:w="0" w:type="dxa"/>
            <w:right w:w="0" w:type="dxa"/>
          </w:tcMar>
        </w:tcPr>
        <w:p w:rsidR="00F81A80" w:rsidRPr="00B8518B" w:rsidRDefault="00F81A80" w:rsidP="00FC6389">
          <w:pPr>
            <w:pStyle w:val="Zpat"/>
            <w:rPr>
              <w:rStyle w:val="slostrnky"/>
            </w:rPr>
          </w:pPr>
        </w:p>
      </w:tc>
      <w:tc>
        <w:tcPr>
          <w:tcW w:w="3458" w:type="dxa"/>
          <w:shd w:val="clear" w:color="auto" w:fill="auto"/>
          <w:tcMar>
            <w:left w:w="0" w:type="dxa"/>
            <w:right w:w="0" w:type="dxa"/>
          </w:tcMar>
        </w:tcPr>
        <w:p w:rsidR="00F81A80" w:rsidRDefault="00F81A80" w:rsidP="00FC6389">
          <w:pPr>
            <w:pStyle w:val="Zpat"/>
          </w:pPr>
        </w:p>
      </w:tc>
      <w:tc>
        <w:tcPr>
          <w:tcW w:w="5756" w:type="dxa"/>
          <w:shd w:val="clear" w:color="auto" w:fill="auto"/>
          <w:tcMar>
            <w:left w:w="0" w:type="dxa"/>
            <w:right w:w="0" w:type="dxa"/>
          </w:tcMar>
        </w:tcPr>
        <w:p w:rsidR="00F81A80" w:rsidRPr="00D6163D" w:rsidRDefault="00F81A80" w:rsidP="00FC6389">
          <w:pPr>
            <w:pStyle w:val="Druhdokumentu"/>
          </w:pPr>
        </w:p>
      </w:tc>
    </w:tr>
  </w:tbl>
  <w:p w:rsidR="00F81A80" w:rsidRPr="00D6163D" w:rsidRDefault="00F81A80" w:rsidP="00FC6389">
    <w:pPr>
      <w:pStyle w:val="Zhlav"/>
      <w:rPr>
        <w:sz w:val="8"/>
        <w:szCs w:val="8"/>
      </w:rPr>
    </w:pPr>
  </w:p>
  <w:p w:rsidR="00F81A80" w:rsidRPr="00460660" w:rsidRDefault="00F81A8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A33E16C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tabs>
          <w:tab w:val="num" w:pos="823"/>
        </w:tabs>
        <w:ind w:left="823" w:hanging="681"/>
      </w:pPr>
      <w:rPr>
        <w:rFonts w:hint="default"/>
        <w:i w:val="0"/>
        <w:color w:val="auto"/>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AB244D7"/>
    <w:multiLevelType w:val="multilevel"/>
    <w:tmpl w:val="37A63B7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11937A5"/>
    <w:multiLevelType w:val="multilevel"/>
    <w:tmpl w:val="0166039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B254770"/>
    <w:multiLevelType w:val="multilevel"/>
    <w:tmpl w:val="ACBC21D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nsid w:val="43DD43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C87818"/>
    <w:multiLevelType w:val="hybridMultilevel"/>
    <w:tmpl w:val="1054E1D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DD439EF"/>
    <w:multiLevelType w:val="hybridMultilevel"/>
    <w:tmpl w:val="7528E20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nsid w:val="75C84970"/>
    <w:multiLevelType w:val="multilevel"/>
    <w:tmpl w:val="CD1AE66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739268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E3B731C"/>
    <w:multiLevelType w:val="multilevel"/>
    <w:tmpl w:val="37A63B7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num w:numId="1">
    <w:abstractNumId w:val="6"/>
  </w:num>
  <w:num w:numId="2">
    <w:abstractNumId w:val="4"/>
  </w:num>
  <w:num w:numId="3">
    <w:abstractNumId w:val="1"/>
  </w:num>
  <w:num w:numId="4">
    <w:abstractNumId w:val="8"/>
  </w:num>
  <w:num w:numId="5">
    <w:abstractNumId w:val="12"/>
  </w:num>
  <w:num w:numId="6">
    <w:abstractNumId w:val="3"/>
  </w:num>
  <w:num w:numId="7">
    <w:abstractNumId w:val="1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2"/>
  </w:num>
  <w:num w:numId="12">
    <w:abstractNumId w:val="13"/>
  </w:num>
  <w:num w:numId="13">
    <w:abstractNumId w:val="0"/>
  </w:num>
  <w:num w:numId="14">
    <w:abstractNumId w:val="3"/>
  </w:num>
  <w:num w:numId="15">
    <w:abstractNumId w:val="17"/>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5"/>
  </w:num>
  <w:num w:numId="21">
    <w:abstractNumId w:val="18"/>
  </w:num>
  <w:num w:numId="22">
    <w:abstractNumId w:val="14"/>
  </w:num>
  <w:num w:numId="23">
    <w:abstractNumId w:val="9"/>
  </w:num>
  <w:num w:numId="24">
    <w:abstractNumId w:val="7"/>
  </w:num>
  <w:num w:numId="25">
    <w:abstractNumId w:val="11"/>
  </w:num>
  <w:num w:numId="26">
    <w:abstractNumId w:val="10"/>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A4"/>
    <w:rsid w:val="00002C2C"/>
    <w:rsid w:val="00004C65"/>
    <w:rsid w:val="00007CF6"/>
    <w:rsid w:val="000110D4"/>
    <w:rsid w:val="00012EC4"/>
    <w:rsid w:val="00017F3C"/>
    <w:rsid w:val="0002101A"/>
    <w:rsid w:val="000235AC"/>
    <w:rsid w:val="00035340"/>
    <w:rsid w:val="00041EC8"/>
    <w:rsid w:val="00054FC6"/>
    <w:rsid w:val="00057EAF"/>
    <w:rsid w:val="0006465A"/>
    <w:rsid w:val="0006588D"/>
    <w:rsid w:val="00067A5E"/>
    <w:rsid w:val="000719BB"/>
    <w:rsid w:val="00072A65"/>
    <w:rsid w:val="00072C1E"/>
    <w:rsid w:val="00076B14"/>
    <w:rsid w:val="00092FDB"/>
    <w:rsid w:val="000B2007"/>
    <w:rsid w:val="000B408F"/>
    <w:rsid w:val="000B4A0E"/>
    <w:rsid w:val="000B4EB8"/>
    <w:rsid w:val="000C41F2"/>
    <w:rsid w:val="000D22C4"/>
    <w:rsid w:val="000D27D1"/>
    <w:rsid w:val="000E1A7F"/>
    <w:rsid w:val="000E6E13"/>
    <w:rsid w:val="000F15F1"/>
    <w:rsid w:val="000F5847"/>
    <w:rsid w:val="001079FE"/>
    <w:rsid w:val="00110DCA"/>
    <w:rsid w:val="00112864"/>
    <w:rsid w:val="00114472"/>
    <w:rsid w:val="00114988"/>
    <w:rsid w:val="00114DE9"/>
    <w:rsid w:val="00115069"/>
    <w:rsid w:val="001150F2"/>
    <w:rsid w:val="00123321"/>
    <w:rsid w:val="00124D71"/>
    <w:rsid w:val="0014474D"/>
    <w:rsid w:val="00146BCB"/>
    <w:rsid w:val="0015027B"/>
    <w:rsid w:val="0016016E"/>
    <w:rsid w:val="001656A2"/>
    <w:rsid w:val="00170EC5"/>
    <w:rsid w:val="001720BD"/>
    <w:rsid w:val="001747C1"/>
    <w:rsid w:val="00177D6B"/>
    <w:rsid w:val="0018586B"/>
    <w:rsid w:val="00191F90"/>
    <w:rsid w:val="001A0C52"/>
    <w:rsid w:val="001A3B3C"/>
    <w:rsid w:val="001B0DC1"/>
    <w:rsid w:val="001B4180"/>
    <w:rsid w:val="001B4244"/>
    <w:rsid w:val="001B4E74"/>
    <w:rsid w:val="001B7668"/>
    <w:rsid w:val="001C645F"/>
    <w:rsid w:val="001D589C"/>
    <w:rsid w:val="001E3362"/>
    <w:rsid w:val="001E678E"/>
    <w:rsid w:val="001E67EF"/>
    <w:rsid w:val="0020253A"/>
    <w:rsid w:val="0020334F"/>
    <w:rsid w:val="002038C9"/>
    <w:rsid w:val="002071BB"/>
    <w:rsid w:val="0020770A"/>
    <w:rsid w:val="00207DF5"/>
    <w:rsid w:val="0021381B"/>
    <w:rsid w:val="002209A7"/>
    <w:rsid w:val="00223504"/>
    <w:rsid w:val="00240B81"/>
    <w:rsid w:val="00247D01"/>
    <w:rsid w:val="0025030F"/>
    <w:rsid w:val="00251487"/>
    <w:rsid w:val="00261A5B"/>
    <w:rsid w:val="00262E5B"/>
    <w:rsid w:val="00276AFE"/>
    <w:rsid w:val="002A3B57"/>
    <w:rsid w:val="002B6B58"/>
    <w:rsid w:val="002C31BF"/>
    <w:rsid w:val="002D2102"/>
    <w:rsid w:val="002D75D3"/>
    <w:rsid w:val="002D7FD6"/>
    <w:rsid w:val="002E0CD7"/>
    <w:rsid w:val="002E0CFB"/>
    <w:rsid w:val="002E5C7B"/>
    <w:rsid w:val="002F0AE6"/>
    <w:rsid w:val="002F2288"/>
    <w:rsid w:val="002F4333"/>
    <w:rsid w:val="002F6807"/>
    <w:rsid w:val="00304DAF"/>
    <w:rsid w:val="00307207"/>
    <w:rsid w:val="003130A4"/>
    <w:rsid w:val="003139AF"/>
    <w:rsid w:val="00317F02"/>
    <w:rsid w:val="003229ED"/>
    <w:rsid w:val="003254A3"/>
    <w:rsid w:val="00327EEF"/>
    <w:rsid w:val="0033239F"/>
    <w:rsid w:val="00334918"/>
    <w:rsid w:val="00335A35"/>
    <w:rsid w:val="0033729B"/>
    <w:rsid w:val="0034107E"/>
    <w:rsid w:val="003418A3"/>
    <w:rsid w:val="0034274B"/>
    <w:rsid w:val="0034719F"/>
    <w:rsid w:val="00350A05"/>
    <w:rsid w:val="00350A35"/>
    <w:rsid w:val="003571D8"/>
    <w:rsid w:val="00357BC6"/>
    <w:rsid w:val="00361422"/>
    <w:rsid w:val="0037545D"/>
    <w:rsid w:val="00376357"/>
    <w:rsid w:val="00382737"/>
    <w:rsid w:val="003839B7"/>
    <w:rsid w:val="00386FF1"/>
    <w:rsid w:val="00392EB6"/>
    <w:rsid w:val="003956C6"/>
    <w:rsid w:val="003A5471"/>
    <w:rsid w:val="003C0849"/>
    <w:rsid w:val="003C33F2"/>
    <w:rsid w:val="003C6679"/>
    <w:rsid w:val="003D5DF1"/>
    <w:rsid w:val="003D756E"/>
    <w:rsid w:val="003E420D"/>
    <w:rsid w:val="003E4C13"/>
    <w:rsid w:val="003F08B2"/>
    <w:rsid w:val="004049CE"/>
    <w:rsid w:val="00406C03"/>
    <w:rsid w:val="004078F3"/>
    <w:rsid w:val="0041791B"/>
    <w:rsid w:val="0042307C"/>
    <w:rsid w:val="00427794"/>
    <w:rsid w:val="00450F07"/>
    <w:rsid w:val="00453CD3"/>
    <w:rsid w:val="004561C5"/>
    <w:rsid w:val="00460660"/>
    <w:rsid w:val="00463BD5"/>
    <w:rsid w:val="00464BA9"/>
    <w:rsid w:val="00474234"/>
    <w:rsid w:val="00475ECE"/>
    <w:rsid w:val="00483969"/>
    <w:rsid w:val="00486107"/>
    <w:rsid w:val="004912B3"/>
    <w:rsid w:val="00491827"/>
    <w:rsid w:val="004961BF"/>
    <w:rsid w:val="004B210D"/>
    <w:rsid w:val="004B2CD5"/>
    <w:rsid w:val="004B49BA"/>
    <w:rsid w:val="004C404B"/>
    <w:rsid w:val="004C4399"/>
    <w:rsid w:val="004C787C"/>
    <w:rsid w:val="004D2A92"/>
    <w:rsid w:val="004D477C"/>
    <w:rsid w:val="004E03F0"/>
    <w:rsid w:val="004E7A1F"/>
    <w:rsid w:val="004F4B9B"/>
    <w:rsid w:val="0050666E"/>
    <w:rsid w:val="00511AB9"/>
    <w:rsid w:val="00522C50"/>
    <w:rsid w:val="00523BB5"/>
    <w:rsid w:val="00523EA7"/>
    <w:rsid w:val="00531CB9"/>
    <w:rsid w:val="00534273"/>
    <w:rsid w:val="00537342"/>
    <w:rsid w:val="00537C11"/>
    <w:rsid w:val="005406EB"/>
    <w:rsid w:val="00553375"/>
    <w:rsid w:val="00555884"/>
    <w:rsid w:val="005736B7"/>
    <w:rsid w:val="00575E5A"/>
    <w:rsid w:val="00580245"/>
    <w:rsid w:val="005857FD"/>
    <w:rsid w:val="0058742A"/>
    <w:rsid w:val="00593FD0"/>
    <w:rsid w:val="00594F1A"/>
    <w:rsid w:val="00596809"/>
    <w:rsid w:val="00596B45"/>
    <w:rsid w:val="005A1F44"/>
    <w:rsid w:val="005A2C9F"/>
    <w:rsid w:val="005A72CD"/>
    <w:rsid w:val="005A755B"/>
    <w:rsid w:val="005C47F3"/>
    <w:rsid w:val="005D1ACF"/>
    <w:rsid w:val="005D3C39"/>
    <w:rsid w:val="005E2BB8"/>
    <w:rsid w:val="00601A8C"/>
    <w:rsid w:val="00603691"/>
    <w:rsid w:val="0061068E"/>
    <w:rsid w:val="006115D3"/>
    <w:rsid w:val="00616C47"/>
    <w:rsid w:val="00621A29"/>
    <w:rsid w:val="00621E4A"/>
    <w:rsid w:val="00633ED9"/>
    <w:rsid w:val="00655976"/>
    <w:rsid w:val="0065599A"/>
    <w:rsid w:val="006559B0"/>
    <w:rsid w:val="0065610E"/>
    <w:rsid w:val="006570FD"/>
    <w:rsid w:val="00660AD3"/>
    <w:rsid w:val="00666745"/>
    <w:rsid w:val="00672766"/>
    <w:rsid w:val="006729AE"/>
    <w:rsid w:val="006776B6"/>
    <w:rsid w:val="00682EB9"/>
    <w:rsid w:val="0069136C"/>
    <w:rsid w:val="00693150"/>
    <w:rsid w:val="006A019B"/>
    <w:rsid w:val="006A15FA"/>
    <w:rsid w:val="006A46A8"/>
    <w:rsid w:val="006A5570"/>
    <w:rsid w:val="006A689C"/>
    <w:rsid w:val="006B2318"/>
    <w:rsid w:val="006B26B3"/>
    <w:rsid w:val="006B3D79"/>
    <w:rsid w:val="006B6FE4"/>
    <w:rsid w:val="006C16E1"/>
    <w:rsid w:val="006C2343"/>
    <w:rsid w:val="006C31D3"/>
    <w:rsid w:val="006C442A"/>
    <w:rsid w:val="006C7435"/>
    <w:rsid w:val="006D6135"/>
    <w:rsid w:val="006E0578"/>
    <w:rsid w:val="006E314D"/>
    <w:rsid w:val="006E5CC5"/>
    <w:rsid w:val="006F0619"/>
    <w:rsid w:val="006F0680"/>
    <w:rsid w:val="006F11C2"/>
    <w:rsid w:val="00710723"/>
    <w:rsid w:val="00720802"/>
    <w:rsid w:val="00723ED1"/>
    <w:rsid w:val="007324B4"/>
    <w:rsid w:val="00732E1A"/>
    <w:rsid w:val="00733AD8"/>
    <w:rsid w:val="00740AF5"/>
    <w:rsid w:val="00743525"/>
    <w:rsid w:val="00745555"/>
    <w:rsid w:val="00745F94"/>
    <w:rsid w:val="00753654"/>
    <w:rsid w:val="007541A2"/>
    <w:rsid w:val="00755818"/>
    <w:rsid w:val="0076286B"/>
    <w:rsid w:val="007642BC"/>
    <w:rsid w:val="00766846"/>
    <w:rsid w:val="0076790E"/>
    <w:rsid w:val="00767D3E"/>
    <w:rsid w:val="0077255F"/>
    <w:rsid w:val="007729EC"/>
    <w:rsid w:val="0077673A"/>
    <w:rsid w:val="00782B26"/>
    <w:rsid w:val="007846E1"/>
    <w:rsid w:val="007847D6"/>
    <w:rsid w:val="007A5172"/>
    <w:rsid w:val="007A5F2F"/>
    <w:rsid w:val="007A67A0"/>
    <w:rsid w:val="007B570C"/>
    <w:rsid w:val="007C5DAB"/>
    <w:rsid w:val="007D097B"/>
    <w:rsid w:val="007E4A6E"/>
    <w:rsid w:val="007F2DEA"/>
    <w:rsid w:val="007F56A7"/>
    <w:rsid w:val="007F5977"/>
    <w:rsid w:val="007F760C"/>
    <w:rsid w:val="00800851"/>
    <w:rsid w:val="0080171C"/>
    <w:rsid w:val="0080778B"/>
    <w:rsid w:val="00807DD0"/>
    <w:rsid w:val="00807E58"/>
    <w:rsid w:val="00810E5C"/>
    <w:rsid w:val="008127C4"/>
    <w:rsid w:val="00813559"/>
    <w:rsid w:val="00816930"/>
    <w:rsid w:val="00821D01"/>
    <w:rsid w:val="00826B7B"/>
    <w:rsid w:val="0083197D"/>
    <w:rsid w:val="00834146"/>
    <w:rsid w:val="00840F1C"/>
    <w:rsid w:val="008419CB"/>
    <w:rsid w:val="00846789"/>
    <w:rsid w:val="008516D4"/>
    <w:rsid w:val="00854CB9"/>
    <w:rsid w:val="008714B8"/>
    <w:rsid w:val="008721B2"/>
    <w:rsid w:val="0087533C"/>
    <w:rsid w:val="00876DF2"/>
    <w:rsid w:val="00886708"/>
    <w:rsid w:val="00887F36"/>
    <w:rsid w:val="00890A4F"/>
    <w:rsid w:val="008A3568"/>
    <w:rsid w:val="008B0E82"/>
    <w:rsid w:val="008C24A8"/>
    <w:rsid w:val="008C4A90"/>
    <w:rsid w:val="008C4BA8"/>
    <w:rsid w:val="008C50F3"/>
    <w:rsid w:val="008C51A4"/>
    <w:rsid w:val="008C7EFE"/>
    <w:rsid w:val="008D03B9"/>
    <w:rsid w:val="008D30C7"/>
    <w:rsid w:val="008D53EC"/>
    <w:rsid w:val="008F18D6"/>
    <w:rsid w:val="008F2C9B"/>
    <w:rsid w:val="008F3EEA"/>
    <w:rsid w:val="008F797B"/>
    <w:rsid w:val="00904780"/>
    <w:rsid w:val="00904CE6"/>
    <w:rsid w:val="0090635B"/>
    <w:rsid w:val="00914F81"/>
    <w:rsid w:val="00920360"/>
    <w:rsid w:val="00922385"/>
    <w:rsid w:val="009223DF"/>
    <w:rsid w:val="00923406"/>
    <w:rsid w:val="00932958"/>
    <w:rsid w:val="00936091"/>
    <w:rsid w:val="00940D8A"/>
    <w:rsid w:val="00950944"/>
    <w:rsid w:val="00953968"/>
    <w:rsid w:val="00953D36"/>
    <w:rsid w:val="00962258"/>
    <w:rsid w:val="009656BA"/>
    <w:rsid w:val="009678B7"/>
    <w:rsid w:val="00967E3A"/>
    <w:rsid w:val="0097239D"/>
    <w:rsid w:val="009809EE"/>
    <w:rsid w:val="00980AB0"/>
    <w:rsid w:val="0098260D"/>
    <w:rsid w:val="00990984"/>
    <w:rsid w:val="00991A73"/>
    <w:rsid w:val="00991B1E"/>
    <w:rsid w:val="00992D9C"/>
    <w:rsid w:val="009932FA"/>
    <w:rsid w:val="009933E4"/>
    <w:rsid w:val="00996CB8"/>
    <w:rsid w:val="009A2CA4"/>
    <w:rsid w:val="009A404E"/>
    <w:rsid w:val="009A5E92"/>
    <w:rsid w:val="009A6781"/>
    <w:rsid w:val="009B2E97"/>
    <w:rsid w:val="009B5146"/>
    <w:rsid w:val="009C418E"/>
    <w:rsid w:val="009C442C"/>
    <w:rsid w:val="009D085D"/>
    <w:rsid w:val="009D2FC5"/>
    <w:rsid w:val="009E07F4"/>
    <w:rsid w:val="009E7D0F"/>
    <w:rsid w:val="009F309B"/>
    <w:rsid w:val="009F392E"/>
    <w:rsid w:val="009F53C5"/>
    <w:rsid w:val="00A04D7F"/>
    <w:rsid w:val="00A0740E"/>
    <w:rsid w:val="00A134F8"/>
    <w:rsid w:val="00A15EE0"/>
    <w:rsid w:val="00A338F4"/>
    <w:rsid w:val="00A4050F"/>
    <w:rsid w:val="00A50641"/>
    <w:rsid w:val="00A530BF"/>
    <w:rsid w:val="00A572A2"/>
    <w:rsid w:val="00A6177B"/>
    <w:rsid w:val="00A62E74"/>
    <w:rsid w:val="00A66136"/>
    <w:rsid w:val="00A71189"/>
    <w:rsid w:val="00A7364A"/>
    <w:rsid w:val="00A74DCC"/>
    <w:rsid w:val="00A74EB8"/>
    <w:rsid w:val="00A753ED"/>
    <w:rsid w:val="00A77512"/>
    <w:rsid w:val="00A82DA0"/>
    <w:rsid w:val="00A94C2F"/>
    <w:rsid w:val="00AA4CBB"/>
    <w:rsid w:val="00AA65FA"/>
    <w:rsid w:val="00AA7351"/>
    <w:rsid w:val="00AA77DA"/>
    <w:rsid w:val="00AD056F"/>
    <w:rsid w:val="00AD0C7B"/>
    <w:rsid w:val="00AD38D0"/>
    <w:rsid w:val="00AD39B3"/>
    <w:rsid w:val="00AD5F1A"/>
    <w:rsid w:val="00AD6731"/>
    <w:rsid w:val="00AE072B"/>
    <w:rsid w:val="00AF4FD5"/>
    <w:rsid w:val="00B008D5"/>
    <w:rsid w:val="00B00CFD"/>
    <w:rsid w:val="00B02F73"/>
    <w:rsid w:val="00B0619F"/>
    <w:rsid w:val="00B101FD"/>
    <w:rsid w:val="00B12DDD"/>
    <w:rsid w:val="00B13A26"/>
    <w:rsid w:val="00B15D0D"/>
    <w:rsid w:val="00B210C3"/>
    <w:rsid w:val="00B22106"/>
    <w:rsid w:val="00B24EBA"/>
    <w:rsid w:val="00B41B94"/>
    <w:rsid w:val="00B507F3"/>
    <w:rsid w:val="00B50AB2"/>
    <w:rsid w:val="00B5431A"/>
    <w:rsid w:val="00B650AB"/>
    <w:rsid w:val="00B65EDF"/>
    <w:rsid w:val="00B66167"/>
    <w:rsid w:val="00B75EE1"/>
    <w:rsid w:val="00B77481"/>
    <w:rsid w:val="00B81C32"/>
    <w:rsid w:val="00B828C6"/>
    <w:rsid w:val="00B8518B"/>
    <w:rsid w:val="00B97CC3"/>
    <w:rsid w:val="00BA5C89"/>
    <w:rsid w:val="00BB00C6"/>
    <w:rsid w:val="00BB605E"/>
    <w:rsid w:val="00BC06C4"/>
    <w:rsid w:val="00BD7E91"/>
    <w:rsid w:val="00BD7F0D"/>
    <w:rsid w:val="00BF26F4"/>
    <w:rsid w:val="00C02D0A"/>
    <w:rsid w:val="00C03A6E"/>
    <w:rsid w:val="00C04CAA"/>
    <w:rsid w:val="00C0601E"/>
    <w:rsid w:val="00C11FD1"/>
    <w:rsid w:val="00C13104"/>
    <w:rsid w:val="00C13860"/>
    <w:rsid w:val="00C226C0"/>
    <w:rsid w:val="00C24A6A"/>
    <w:rsid w:val="00C26072"/>
    <w:rsid w:val="00C268B0"/>
    <w:rsid w:val="00C338CF"/>
    <w:rsid w:val="00C3790B"/>
    <w:rsid w:val="00C41108"/>
    <w:rsid w:val="00C42FE6"/>
    <w:rsid w:val="00C44F6A"/>
    <w:rsid w:val="00C6198E"/>
    <w:rsid w:val="00C708EA"/>
    <w:rsid w:val="00C71467"/>
    <w:rsid w:val="00C71821"/>
    <w:rsid w:val="00C73C02"/>
    <w:rsid w:val="00C778A5"/>
    <w:rsid w:val="00C86240"/>
    <w:rsid w:val="00C86A74"/>
    <w:rsid w:val="00C95162"/>
    <w:rsid w:val="00CA7194"/>
    <w:rsid w:val="00CB6A37"/>
    <w:rsid w:val="00CB7684"/>
    <w:rsid w:val="00CC095D"/>
    <w:rsid w:val="00CC7C8F"/>
    <w:rsid w:val="00CD1FC4"/>
    <w:rsid w:val="00CD471B"/>
    <w:rsid w:val="00CF338C"/>
    <w:rsid w:val="00D0296E"/>
    <w:rsid w:val="00D034A0"/>
    <w:rsid w:val="00D0732C"/>
    <w:rsid w:val="00D17217"/>
    <w:rsid w:val="00D21061"/>
    <w:rsid w:val="00D214AD"/>
    <w:rsid w:val="00D322B7"/>
    <w:rsid w:val="00D4108E"/>
    <w:rsid w:val="00D60C58"/>
    <w:rsid w:val="00D6163D"/>
    <w:rsid w:val="00D623E0"/>
    <w:rsid w:val="00D71D59"/>
    <w:rsid w:val="00D831A3"/>
    <w:rsid w:val="00D90C8B"/>
    <w:rsid w:val="00D96BFB"/>
    <w:rsid w:val="00D97BE3"/>
    <w:rsid w:val="00DA27EA"/>
    <w:rsid w:val="00DA3711"/>
    <w:rsid w:val="00DB0562"/>
    <w:rsid w:val="00DB3807"/>
    <w:rsid w:val="00DB6CED"/>
    <w:rsid w:val="00DD34DF"/>
    <w:rsid w:val="00DD46F3"/>
    <w:rsid w:val="00DE51A5"/>
    <w:rsid w:val="00DE56F2"/>
    <w:rsid w:val="00DF116D"/>
    <w:rsid w:val="00DF4DDD"/>
    <w:rsid w:val="00DF5435"/>
    <w:rsid w:val="00E014A7"/>
    <w:rsid w:val="00E04A7B"/>
    <w:rsid w:val="00E15CFF"/>
    <w:rsid w:val="00E16FF7"/>
    <w:rsid w:val="00E1732F"/>
    <w:rsid w:val="00E2186B"/>
    <w:rsid w:val="00E26D68"/>
    <w:rsid w:val="00E33C54"/>
    <w:rsid w:val="00E41675"/>
    <w:rsid w:val="00E43317"/>
    <w:rsid w:val="00E44045"/>
    <w:rsid w:val="00E4609C"/>
    <w:rsid w:val="00E4738A"/>
    <w:rsid w:val="00E618C4"/>
    <w:rsid w:val="00E7218A"/>
    <w:rsid w:val="00E84C3A"/>
    <w:rsid w:val="00E87403"/>
    <w:rsid w:val="00E878EE"/>
    <w:rsid w:val="00EA3395"/>
    <w:rsid w:val="00EA6EC7"/>
    <w:rsid w:val="00EA7278"/>
    <w:rsid w:val="00EB104F"/>
    <w:rsid w:val="00EB46E5"/>
    <w:rsid w:val="00EB59F7"/>
    <w:rsid w:val="00EC2805"/>
    <w:rsid w:val="00ED033D"/>
    <w:rsid w:val="00ED0703"/>
    <w:rsid w:val="00ED14BD"/>
    <w:rsid w:val="00EF1373"/>
    <w:rsid w:val="00EF3A25"/>
    <w:rsid w:val="00F016C7"/>
    <w:rsid w:val="00F043AB"/>
    <w:rsid w:val="00F12DEC"/>
    <w:rsid w:val="00F15B4C"/>
    <w:rsid w:val="00F1715C"/>
    <w:rsid w:val="00F310F8"/>
    <w:rsid w:val="00F3349D"/>
    <w:rsid w:val="00F35939"/>
    <w:rsid w:val="00F45607"/>
    <w:rsid w:val="00F4722B"/>
    <w:rsid w:val="00F54432"/>
    <w:rsid w:val="00F659EB"/>
    <w:rsid w:val="00F678E3"/>
    <w:rsid w:val="00F705D1"/>
    <w:rsid w:val="00F70B84"/>
    <w:rsid w:val="00F722DF"/>
    <w:rsid w:val="00F76485"/>
    <w:rsid w:val="00F81A80"/>
    <w:rsid w:val="00F845B2"/>
    <w:rsid w:val="00F86BA6"/>
    <w:rsid w:val="00F8788B"/>
    <w:rsid w:val="00FA4B17"/>
    <w:rsid w:val="00FB459A"/>
    <w:rsid w:val="00FB545C"/>
    <w:rsid w:val="00FB5DE8"/>
    <w:rsid w:val="00FB6342"/>
    <w:rsid w:val="00FC2155"/>
    <w:rsid w:val="00FC6389"/>
    <w:rsid w:val="00FD501F"/>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73C02"/>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C73C02"/>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73C02"/>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73C02"/>
    <w:pPr>
      <w:numPr>
        <w:ilvl w:val="1"/>
      </w:numPr>
      <w:spacing w:before="200"/>
      <w:outlineLvl w:val="1"/>
    </w:pPr>
    <w:rPr>
      <w:caps w:val="0"/>
      <w:sz w:val="20"/>
    </w:rPr>
  </w:style>
  <w:style w:type="character" w:customStyle="1" w:styleId="Nadpis2-1Char">
    <w:name w:val="_Nadpis_2-1 Char"/>
    <w:basedOn w:val="Standardnpsmoodstavce"/>
    <w:link w:val="Nadpis2-1"/>
    <w:rsid w:val="00C73C02"/>
    <w:rPr>
      <w:rFonts w:ascii="Verdana" w:hAnsi="Verdana"/>
      <w:b/>
      <w:caps/>
      <w:sz w:val="22"/>
    </w:rPr>
  </w:style>
  <w:style w:type="paragraph" w:customStyle="1" w:styleId="Text2-1">
    <w:name w:val="_Text_2-1"/>
    <w:basedOn w:val="Odstavecseseznamem"/>
    <w:link w:val="Text2-1Char"/>
    <w:qFormat/>
    <w:rsid w:val="00C73C02"/>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C73C02"/>
    <w:rPr>
      <w:rFonts w:ascii="Verdana" w:hAnsi="Verdana"/>
      <w:b/>
      <w:caps w:val="0"/>
      <w:sz w:val="20"/>
    </w:rPr>
  </w:style>
  <w:style w:type="paragraph" w:customStyle="1" w:styleId="Titul1">
    <w:name w:val="_Titul_1"/>
    <w:basedOn w:val="Normln"/>
    <w:qFormat/>
    <w:rsid w:val="00C73C0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3C02"/>
    <w:rPr>
      <w:rFonts w:ascii="Verdana" w:hAnsi="Verdana"/>
    </w:rPr>
  </w:style>
  <w:style w:type="paragraph" w:customStyle="1" w:styleId="Titul2">
    <w:name w:val="_Titul_2"/>
    <w:basedOn w:val="Normln"/>
    <w:qFormat/>
    <w:rsid w:val="00C73C02"/>
    <w:pPr>
      <w:tabs>
        <w:tab w:val="left" w:pos="6796"/>
      </w:tabs>
    </w:pPr>
    <w:rPr>
      <w:rFonts w:ascii="Verdana" w:hAnsi="Verdana"/>
      <w:b/>
      <w:sz w:val="36"/>
      <w:szCs w:val="32"/>
    </w:rPr>
  </w:style>
  <w:style w:type="paragraph" w:customStyle="1" w:styleId="Tituldatum">
    <w:name w:val="_Titul_datum"/>
    <w:basedOn w:val="Normln"/>
    <w:link w:val="TituldatumChar"/>
    <w:qFormat/>
    <w:rsid w:val="00C73C02"/>
    <w:rPr>
      <w:rFonts w:ascii="Verdana" w:hAnsi="Verdana"/>
      <w:sz w:val="24"/>
      <w:szCs w:val="24"/>
    </w:rPr>
  </w:style>
  <w:style w:type="character" w:customStyle="1" w:styleId="TituldatumChar">
    <w:name w:val="_Titul_datum Char"/>
    <w:basedOn w:val="Standardnpsmoodstavce"/>
    <w:link w:val="Tituldatum"/>
    <w:rsid w:val="00C73C0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3C0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3C02"/>
    <w:pPr>
      <w:numPr>
        <w:ilvl w:val="2"/>
      </w:numPr>
    </w:pPr>
  </w:style>
  <w:style w:type="paragraph" w:customStyle="1" w:styleId="Text1-1">
    <w:name w:val="_Text_1-1"/>
    <w:basedOn w:val="Normln"/>
    <w:link w:val="Text1-1Char"/>
    <w:rsid w:val="00C73C02"/>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C73C02"/>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C73C02"/>
    <w:pPr>
      <w:numPr>
        <w:numId w:val="10"/>
      </w:numPr>
      <w:spacing w:after="80"/>
      <w:jc w:val="both"/>
    </w:pPr>
    <w:rPr>
      <w:rFonts w:ascii="Verdana" w:hAnsi="Verdana"/>
    </w:rPr>
  </w:style>
  <w:style w:type="character" w:customStyle="1" w:styleId="Text1-1Char">
    <w:name w:val="_Text_1-1 Char"/>
    <w:basedOn w:val="Standardnpsmoodstavce"/>
    <w:link w:val="Text1-1"/>
    <w:rsid w:val="00C73C02"/>
    <w:rPr>
      <w:rFonts w:ascii="Verdana" w:hAnsi="Verdana"/>
    </w:rPr>
  </w:style>
  <w:style w:type="character" w:customStyle="1" w:styleId="Nadpis1-1Char">
    <w:name w:val="_Nadpis_1-1 Char"/>
    <w:basedOn w:val="Standardnpsmoodstavce"/>
    <w:link w:val="Nadpis1-1"/>
    <w:rsid w:val="00C73C02"/>
    <w:rPr>
      <w:rFonts w:ascii="Verdana" w:hAnsi="Verdana"/>
      <w:b/>
      <w:caps/>
      <w:sz w:val="22"/>
    </w:rPr>
  </w:style>
  <w:style w:type="character" w:customStyle="1" w:styleId="Text1-2Char">
    <w:name w:val="_Text_1-2 Char"/>
    <w:basedOn w:val="Text1-1Char"/>
    <w:link w:val="Text1-2"/>
    <w:rsid w:val="00C73C0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3C02"/>
    <w:rPr>
      <w:rFonts w:ascii="Verdana" w:hAnsi="Verdana"/>
    </w:rPr>
  </w:style>
  <w:style w:type="paragraph" w:customStyle="1" w:styleId="Odrka1-2-">
    <w:name w:val="_Odrážka_1-2_-"/>
    <w:basedOn w:val="Odrka1-1"/>
    <w:qFormat/>
    <w:rsid w:val="00C73C02"/>
    <w:pPr>
      <w:numPr>
        <w:ilvl w:val="1"/>
      </w:numPr>
    </w:pPr>
  </w:style>
  <w:style w:type="paragraph" w:customStyle="1" w:styleId="Odrka1-3">
    <w:name w:val="_Odrážka_1-3_·"/>
    <w:basedOn w:val="Odrka1-2-"/>
    <w:qFormat/>
    <w:rsid w:val="00C73C02"/>
    <w:pPr>
      <w:numPr>
        <w:ilvl w:val="2"/>
      </w:numPr>
    </w:pPr>
  </w:style>
  <w:style w:type="paragraph" w:customStyle="1" w:styleId="Odstavec1-1a">
    <w:name w:val="_Odstavec_1-1_a)"/>
    <w:basedOn w:val="Normln"/>
    <w:link w:val="Odstavec1-1aChar"/>
    <w:qFormat/>
    <w:rsid w:val="00C73C02"/>
    <w:pPr>
      <w:numPr>
        <w:numId w:val="11"/>
      </w:numPr>
      <w:spacing w:after="80"/>
      <w:jc w:val="both"/>
    </w:pPr>
    <w:rPr>
      <w:rFonts w:ascii="Verdana" w:hAnsi="Verdana"/>
    </w:rPr>
  </w:style>
  <w:style w:type="paragraph" w:customStyle="1" w:styleId="Odstavec1-2i">
    <w:name w:val="_Odstavec_1-2_(i)"/>
    <w:basedOn w:val="Odstavec1-1a"/>
    <w:qFormat/>
    <w:rsid w:val="00C73C02"/>
    <w:pPr>
      <w:numPr>
        <w:ilvl w:val="1"/>
      </w:numPr>
    </w:pPr>
  </w:style>
  <w:style w:type="paragraph" w:customStyle="1" w:styleId="Odstavec1-31">
    <w:name w:val="_Odstavec_1-3_1)"/>
    <w:basedOn w:val="Odstavec1-2i"/>
    <w:qFormat/>
    <w:rsid w:val="00C73C02"/>
    <w:pPr>
      <w:numPr>
        <w:ilvl w:val="2"/>
      </w:numPr>
    </w:pPr>
  </w:style>
  <w:style w:type="paragraph" w:customStyle="1" w:styleId="Textbezslovn">
    <w:name w:val="_Text_bez_číslování"/>
    <w:basedOn w:val="Normln"/>
    <w:link w:val="TextbezslovnChar"/>
    <w:qFormat/>
    <w:rsid w:val="00C73C02"/>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3C0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3C02"/>
    <w:pPr>
      <w:numPr>
        <w:ilvl w:val="3"/>
      </w:numPr>
    </w:pPr>
  </w:style>
  <w:style w:type="character" w:customStyle="1" w:styleId="Text2-2Char">
    <w:name w:val="_Text_2-2 Char"/>
    <w:basedOn w:val="Text2-1Char"/>
    <w:link w:val="Text2-2"/>
    <w:rsid w:val="00C73C02"/>
    <w:rPr>
      <w:rFonts w:ascii="Verdana" w:hAnsi="Verdana"/>
    </w:rPr>
  </w:style>
  <w:style w:type="paragraph" w:customStyle="1" w:styleId="Zkratky1">
    <w:name w:val="_Zkratky_1"/>
    <w:basedOn w:val="Normln"/>
    <w:qFormat/>
    <w:rsid w:val="00C73C02"/>
    <w:pPr>
      <w:tabs>
        <w:tab w:val="right" w:leader="dot" w:pos="1134"/>
      </w:tabs>
      <w:spacing w:after="0" w:line="240" w:lineRule="auto"/>
    </w:pPr>
    <w:rPr>
      <w:rFonts w:ascii="Verdana" w:hAnsi="Verdana"/>
      <w:b/>
      <w:sz w:val="16"/>
    </w:rPr>
  </w:style>
  <w:style w:type="paragraph" w:customStyle="1" w:styleId="Seznam1">
    <w:name w:val="_Seznam_[1]"/>
    <w:basedOn w:val="Normln"/>
    <w:qFormat/>
    <w:rsid w:val="00C73C02"/>
    <w:pPr>
      <w:numPr>
        <w:numId w:val="12"/>
      </w:numPr>
      <w:spacing w:after="60"/>
      <w:jc w:val="both"/>
    </w:pPr>
    <w:rPr>
      <w:rFonts w:ascii="Verdana" w:hAnsi="Verdana"/>
      <w:sz w:val="16"/>
    </w:rPr>
  </w:style>
  <w:style w:type="paragraph" w:customStyle="1" w:styleId="Zkratky2">
    <w:name w:val="_Zkratky_2"/>
    <w:basedOn w:val="Normln"/>
    <w:qFormat/>
    <w:rsid w:val="00C73C02"/>
    <w:pPr>
      <w:spacing w:after="0" w:line="240" w:lineRule="auto"/>
    </w:pPr>
    <w:rPr>
      <w:rFonts w:ascii="Verdana" w:hAnsi="Verdana"/>
      <w:sz w:val="16"/>
      <w:szCs w:val="16"/>
    </w:rPr>
  </w:style>
  <w:style w:type="character" w:customStyle="1" w:styleId="Tun-ZRUIT">
    <w:name w:val="_Tučně-ZRUŠIT"/>
    <w:basedOn w:val="Standardnpsmoodstavce"/>
    <w:qFormat/>
    <w:rsid w:val="00C73C02"/>
    <w:rPr>
      <w:b w:val="0"/>
      <w:i w:val="0"/>
    </w:rPr>
  </w:style>
  <w:style w:type="paragraph" w:customStyle="1" w:styleId="Nadpisbezsl1-1">
    <w:name w:val="_Nadpis_bez_čísl_1-1"/>
    <w:next w:val="Nadpisbezsl1-2"/>
    <w:qFormat/>
    <w:rsid w:val="00C73C02"/>
    <w:pPr>
      <w:keepNext/>
      <w:spacing w:before="280" w:after="120"/>
    </w:pPr>
    <w:rPr>
      <w:rFonts w:ascii="Verdana" w:hAnsi="Verdana"/>
      <w:b/>
      <w:caps/>
      <w:sz w:val="22"/>
    </w:rPr>
  </w:style>
  <w:style w:type="paragraph" w:customStyle="1" w:styleId="Nadpisbezsl1-2">
    <w:name w:val="_Nadpis_bez_čísl_1-2"/>
    <w:next w:val="Text2-1"/>
    <w:qFormat/>
    <w:rsid w:val="00C73C0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73C02"/>
    <w:pPr>
      <w:spacing w:after="120"/>
      <w:jc w:val="both"/>
    </w:pPr>
    <w:rPr>
      <w:rFonts w:ascii="Verdana" w:hAnsi="Verdana"/>
    </w:rPr>
  </w:style>
  <w:style w:type="character" w:customStyle="1" w:styleId="TextbezodsazenChar">
    <w:name w:val="_Text_bez_odsazení Char"/>
    <w:basedOn w:val="Standardnpsmoodstavce"/>
    <w:link w:val="Textbezodsazen"/>
    <w:rsid w:val="00C73C02"/>
    <w:rPr>
      <w:rFonts w:ascii="Verdana" w:hAnsi="Verdana"/>
    </w:rPr>
  </w:style>
  <w:style w:type="paragraph" w:customStyle="1" w:styleId="ZTPinfo-text">
    <w:name w:val="_ZTP_info-text"/>
    <w:basedOn w:val="Textbezslovn"/>
    <w:link w:val="ZTPinfo-textChar"/>
    <w:qFormat/>
    <w:rsid w:val="00C73C02"/>
    <w:pPr>
      <w:ind w:left="0"/>
    </w:pPr>
    <w:rPr>
      <w:i/>
      <w:color w:val="00A1E0"/>
    </w:rPr>
  </w:style>
  <w:style w:type="character" w:customStyle="1" w:styleId="ZTPinfo-textChar">
    <w:name w:val="_ZTP_info-text Char"/>
    <w:basedOn w:val="Standardnpsmoodstavce"/>
    <w:link w:val="ZTPinfo-text"/>
    <w:rsid w:val="00C73C02"/>
    <w:rPr>
      <w:rFonts w:ascii="Verdana" w:hAnsi="Verdana"/>
      <w:i/>
      <w:color w:val="00A1E0"/>
    </w:rPr>
  </w:style>
  <w:style w:type="paragraph" w:customStyle="1" w:styleId="ZTPinfo-text-odr">
    <w:name w:val="_ZTP_info-text-odr"/>
    <w:basedOn w:val="ZTPinfo-text"/>
    <w:link w:val="ZTPinfo-text-odrChar"/>
    <w:qFormat/>
    <w:rsid w:val="00C73C02"/>
    <w:pPr>
      <w:numPr>
        <w:numId w:val="15"/>
      </w:numPr>
    </w:pPr>
  </w:style>
  <w:style w:type="character" w:customStyle="1" w:styleId="ZTPinfo-text-odrChar">
    <w:name w:val="_ZTP_info-text-odr Char"/>
    <w:basedOn w:val="ZTPinfo-textChar"/>
    <w:link w:val="ZTPinfo-text-odr"/>
    <w:rsid w:val="00C73C02"/>
    <w:rPr>
      <w:rFonts w:ascii="Verdana" w:hAnsi="Verdana"/>
      <w:i/>
      <w:color w:val="00A1E0"/>
    </w:rPr>
  </w:style>
  <w:style w:type="paragraph" w:customStyle="1" w:styleId="Tabulka">
    <w:name w:val="_Tabulka"/>
    <w:basedOn w:val="Textbezodsazen"/>
    <w:qFormat/>
    <w:rsid w:val="00C73C02"/>
    <w:pPr>
      <w:spacing w:before="40" w:after="40" w:line="240" w:lineRule="auto"/>
      <w:jc w:val="left"/>
    </w:pPr>
  </w:style>
  <w:style w:type="character" w:customStyle="1" w:styleId="TextbezslovnChar">
    <w:name w:val="_Text_bez_číslování Char"/>
    <w:basedOn w:val="Standardnpsmoodstavce"/>
    <w:link w:val="Textbezslovn"/>
    <w:rsid w:val="00C73C02"/>
    <w:rPr>
      <w:rFonts w:ascii="Verdana" w:hAnsi="Verdana"/>
    </w:rPr>
  </w:style>
  <w:style w:type="paragraph" w:customStyle="1" w:styleId="Odrka1-4">
    <w:name w:val="_Odrážka_1-4_•"/>
    <w:basedOn w:val="Odrka1-1"/>
    <w:qFormat/>
    <w:rsid w:val="00C73C02"/>
    <w:pPr>
      <w:numPr>
        <w:ilvl w:val="3"/>
      </w:numPr>
    </w:pPr>
  </w:style>
  <w:style w:type="paragraph" w:customStyle="1" w:styleId="Odstavec1-41">
    <w:name w:val="_Odstavec_1-4_1."/>
    <w:basedOn w:val="Odstavec1-1a"/>
    <w:link w:val="Odstavec1-41Char"/>
    <w:qFormat/>
    <w:rsid w:val="00C73C02"/>
    <w:pPr>
      <w:numPr>
        <w:ilvl w:val="3"/>
      </w:numPr>
    </w:pPr>
  </w:style>
  <w:style w:type="character" w:customStyle="1" w:styleId="Odstavec1-1aChar">
    <w:name w:val="_Odstavec_1-1_a) Char"/>
    <w:basedOn w:val="Standardnpsmoodstavce"/>
    <w:link w:val="Odstavec1-1a"/>
    <w:rsid w:val="00C73C02"/>
    <w:rPr>
      <w:rFonts w:ascii="Verdana" w:hAnsi="Verdana"/>
    </w:rPr>
  </w:style>
  <w:style w:type="character" w:customStyle="1" w:styleId="Odstavec1-41Char">
    <w:name w:val="_Odstavec_1-4_1. Char"/>
    <w:basedOn w:val="Odstavec1-1aChar"/>
    <w:link w:val="Odstavec1-41"/>
    <w:rsid w:val="00C73C02"/>
    <w:rPr>
      <w:rFonts w:ascii="Verdana" w:hAnsi="Verdana"/>
    </w:rPr>
  </w:style>
  <w:style w:type="paragraph" w:customStyle="1" w:styleId="Zpatvlevo">
    <w:name w:val="_Zápatí_vlevo"/>
    <w:basedOn w:val="Zpatvpravo"/>
    <w:qFormat/>
    <w:rsid w:val="00C73C02"/>
    <w:pPr>
      <w:jc w:val="left"/>
    </w:pPr>
  </w:style>
  <w:style w:type="character" w:customStyle="1" w:styleId="Nzevakce">
    <w:name w:val="_Název_akce"/>
    <w:basedOn w:val="Standardnpsmoodstavce"/>
    <w:qFormat/>
    <w:rsid w:val="00C73C02"/>
    <w:rPr>
      <w:rFonts w:ascii="Verdana" w:hAnsi="Verdana"/>
      <w:b/>
      <w:sz w:val="36"/>
    </w:rPr>
  </w:style>
  <w:style w:type="paragraph" w:customStyle="1" w:styleId="Zpatvpravo">
    <w:name w:val="_Zápatí_vpravo"/>
    <w:basedOn w:val="Zpat"/>
    <w:qFormat/>
    <w:rsid w:val="00C73C02"/>
    <w:pPr>
      <w:jc w:val="right"/>
    </w:pPr>
    <w:rPr>
      <w:rFonts w:ascii="Verdana" w:hAnsi="Verdana"/>
    </w:rPr>
  </w:style>
  <w:style w:type="character" w:customStyle="1" w:styleId="Znaka">
    <w:name w:val="_Značka"/>
    <w:basedOn w:val="Standardnpsmoodstavce"/>
    <w:rsid w:val="00C73C02"/>
    <w:rPr>
      <w:rFonts w:ascii="Verdana" w:hAnsi="Verdana"/>
      <w:b/>
      <w:sz w:val="36"/>
    </w:rPr>
  </w:style>
  <w:style w:type="paragraph" w:customStyle="1" w:styleId="ZTPinfo-text-odr0">
    <w:name w:val="_ZTP_info-text-odr_•"/>
    <w:basedOn w:val="ZTPinfo-text-odr"/>
    <w:link w:val="ZTPinfo-text-odrChar0"/>
    <w:qFormat/>
    <w:rsid w:val="00C73C02"/>
    <w:pPr>
      <w:numPr>
        <w:ilvl w:val="1"/>
      </w:numPr>
      <w:spacing w:after="80"/>
      <w:contextualSpacing/>
    </w:pPr>
  </w:style>
  <w:style w:type="character" w:customStyle="1" w:styleId="ZTPinfo-text-odrChar0">
    <w:name w:val="_ZTP_info-text-odr_• Char"/>
    <w:basedOn w:val="ZTPinfo-text-odrChar"/>
    <w:link w:val="ZTPinfo-text-odr0"/>
    <w:rsid w:val="00C73C02"/>
    <w:rPr>
      <w:rFonts w:ascii="Verdana" w:hAnsi="Verdana"/>
      <w:i/>
      <w:color w:val="00A1E0"/>
    </w:rPr>
  </w:style>
  <w:style w:type="paragraph" w:customStyle="1" w:styleId="TPNadpis-2slovan">
    <w:name w:val="TP_Nadpis-2_číslovaný"/>
    <w:next w:val="TPText-1slovan"/>
    <w:qFormat/>
    <w:rsid w:val="00B65EDF"/>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B65EDF"/>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B65EDF"/>
    <w:rPr>
      <w:rFonts w:ascii="Calibri" w:eastAsia="Calibri" w:hAnsi="Calibri" w:cs="Arial"/>
      <w:sz w:val="20"/>
      <w:szCs w:val="22"/>
    </w:rPr>
  </w:style>
  <w:style w:type="paragraph" w:customStyle="1" w:styleId="TPNADPIS-1slovan">
    <w:name w:val="TP_NADPIS-1_číslovaný"/>
    <w:next w:val="TPNadpis-2slovan"/>
    <w:qFormat/>
    <w:rsid w:val="00B65EDF"/>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B65EDF"/>
    <w:pPr>
      <w:numPr>
        <w:ilvl w:val="3"/>
        <w:numId w:val="16"/>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73C02"/>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C73C02"/>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73C02"/>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73C02"/>
    <w:pPr>
      <w:numPr>
        <w:ilvl w:val="1"/>
      </w:numPr>
      <w:spacing w:before="200"/>
      <w:outlineLvl w:val="1"/>
    </w:pPr>
    <w:rPr>
      <w:caps w:val="0"/>
      <w:sz w:val="20"/>
    </w:rPr>
  </w:style>
  <w:style w:type="character" w:customStyle="1" w:styleId="Nadpis2-1Char">
    <w:name w:val="_Nadpis_2-1 Char"/>
    <w:basedOn w:val="Standardnpsmoodstavce"/>
    <w:link w:val="Nadpis2-1"/>
    <w:rsid w:val="00C73C02"/>
    <w:rPr>
      <w:rFonts w:ascii="Verdana" w:hAnsi="Verdana"/>
      <w:b/>
      <w:caps/>
      <w:sz w:val="22"/>
    </w:rPr>
  </w:style>
  <w:style w:type="paragraph" w:customStyle="1" w:styleId="Text2-1">
    <w:name w:val="_Text_2-1"/>
    <w:basedOn w:val="Odstavecseseznamem"/>
    <w:link w:val="Text2-1Char"/>
    <w:qFormat/>
    <w:rsid w:val="00C73C02"/>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C73C02"/>
    <w:rPr>
      <w:rFonts w:ascii="Verdana" w:hAnsi="Verdana"/>
      <w:b/>
      <w:caps w:val="0"/>
      <w:sz w:val="20"/>
    </w:rPr>
  </w:style>
  <w:style w:type="paragraph" w:customStyle="1" w:styleId="Titul1">
    <w:name w:val="_Titul_1"/>
    <w:basedOn w:val="Normln"/>
    <w:qFormat/>
    <w:rsid w:val="00C73C0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3C02"/>
    <w:rPr>
      <w:rFonts w:ascii="Verdana" w:hAnsi="Verdana"/>
    </w:rPr>
  </w:style>
  <w:style w:type="paragraph" w:customStyle="1" w:styleId="Titul2">
    <w:name w:val="_Titul_2"/>
    <w:basedOn w:val="Normln"/>
    <w:qFormat/>
    <w:rsid w:val="00C73C02"/>
    <w:pPr>
      <w:tabs>
        <w:tab w:val="left" w:pos="6796"/>
      </w:tabs>
    </w:pPr>
    <w:rPr>
      <w:rFonts w:ascii="Verdana" w:hAnsi="Verdana"/>
      <w:b/>
      <w:sz w:val="36"/>
      <w:szCs w:val="32"/>
    </w:rPr>
  </w:style>
  <w:style w:type="paragraph" w:customStyle="1" w:styleId="Tituldatum">
    <w:name w:val="_Titul_datum"/>
    <w:basedOn w:val="Normln"/>
    <w:link w:val="TituldatumChar"/>
    <w:qFormat/>
    <w:rsid w:val="00C73C02"/>
    <w:rPr>
      <w:rFonts w:ascii="Verdana" w:hAnsi="Verdana"/>
      <w:sz w:val="24"/>
      <w:szCs w:val="24"/>
    </w:rPr>
  </w:style>
  <w:style w:type="character" w:customStyle="1" w:styleId="TituldatumChar">
    <w:name w:val="_Titul_datum Char"/>
    <w:basedOn w:val="Standardnpsmoodstavce"/>
    <w:link w:val="Tituldatum"/>
    <w:rsid w:val="00C73C0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3C0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3C02"/>
    <w:pPr>
      <w:numPr>
        <w:ilvl w:val="2"/>
      </w:numPr>
    </w:pPr>
  </w:style>
  <w:style w:type="paragraph" w:customStyle="1" w:styleId="Text1-1">
    <w:name w:val="_Text_1-1"/>
    <w:basedOn w:val="Normln"/>
    <w:link w:val="Text1-1Char"/>
    <w:rsid w:val="00C73C02"/>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C73C02"/>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C73C02"/>
    <w:pPr>
      <w:numPr>
        <w:numId w:val="10"/>
      </w:numPr>
      <w:spacing w:after="80"/>
      <w:jc w:val="both"/>
    </w:pPr>
    <w:rPr>
      <w:rFonts w:ascii="Verdana" w:hAnsi="Verdana"/>
    </w:rPr>
  </w:style>
  <w:style w:type="character" w:customStyle="1" w:styleId="Text1-1Char">
    <w:name w:val="_Text_1-1 Char"/>
    <w:basedOn w:val="Standardnpsmoodstavce"/>
    <w:link w:val="Text1-1"/>
    <w:rsid w:val="00C73C02"/>
    <w:rPr>
      <w:rFonts w:ascii="Verdana" w:hAnsi="Verdana"/>
    </w:rPr>
  </w:style>
  <w:style w:type="character" w:customStyle="1" w:styleId="Nadpis1-1Char">
    <w:name w:val="_Nadpis_1-1 Char"/>
    <w:basedOn w:val="Standardnpsmoodstavce"/>
    <w:link w:val="Nadpis1-1"/>
    <w:rsid w:val="00C73C02"/>
    <w:rPr>
      <w:rFonts w:ascii="Verdana" w:hAnsi="Verdana"/>
      <w:b/>
      <w:caps/>
      <w:sz w:val="22"/>
    </w:rPr>
  </w:style>
  <w:style w:type="character" w:customStyle="1" w:styleId="Text1-2Char">
    <w:name w:val="_Text_1-2 Char"/>
    <w:basedOn w:val="Text1-1Char"/>
    <w:link w:val="Text1-2"/>
    <w:rsid w:val="00C73C0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3C02"/>
    <w:rPr>
      <w:rFonts w:ascii="Verdana" w:hAnsi="Verdana"/>
    </w:rPr>
  </w:style>
  <w:style w:type="paragraph" w:customStyle="1" w:styleId="Odrka1-2-">
    <w:name w:val="_Odrážka_1-2_-"/>
    <w:basedOn w:val="Odrka1-1"/>
    <w:qFormat/>
    <w:rsid w:val="00C73C02"/>
    <w:pPr>
      <w:numPr>
        <w:ilvl w:val="1"/>
      </w:numPr>
    </w:pPr>
  </w:style>
  <w:style w:type="paragraph" w:customStyle="1" w:styleId="Odrka1-3">
    <w:name w:val="_Odrážka_1-3_·"/>
    <w:basedOn w:val="Odrka1-2-"/>
    <w:qFormat/>
    <w:rsid w:val="00C73C02"/>
    <w:pPr>
      <w:numPr>
        <w:ilvl w:val="2"/>
      </w:numPr>
    </w:pPr>
  </w:style>
  <w:style w:type="paragraph" w:customStyle="1" w:styleId="Odstavec1-1a">
    <w:name w:val="_Odstavec_1-1_a)"/>
    <w:basedOn w:val="Normln"/>
    <w:link w:val="Odstavec1-1aChar"/>
    <w:qFormat/>
    <w:rsid w:val="00C73C02"/>
    <w:pPr>
      <w:numPr>
        <w:numId w:val="11"/>
      </w:numPr>
      <w:spacing w:after="80"/>
      <w:jc w:val="both"/>
    </w:pPr>
    <w:rPr>
      <w:rFonts w:ascii="Verdana" w:hAnsi="Verdana"/>
    </w:rPr>
  </w:style>
  <w:style w:type="paragraph" w:customStyle="1" w:styleId="Odstavec1-2i">
    <w:name w:val="_Odstavec_1-2_(i)"/>
    <w:basedOn w:val="Odstavec1-1a"/>
    <w:qFormat/>
    <w:rsid w:val="00C73C02"/>
    <w:pPr>
      <w:numPr>
        <w:ilvl w:val="1"/>
      </w:numPr>
    </w:pPr>
  </w:style>
  <w:style w:type="paragraph" w:customStyle="1" w:styleId="Odstavec1-31">
    <w:name w:val="_Odstavec_1-3_1)"/>
    <w:basedOn w:val="Odstavec1-2i"/>
    <w:qFormat/>
    <w:rsid w:val="00C73C02"/>
    <w:pPr>
      <w:numPr>
        <w:ilvl w:val="2"/>
      </w:numPr>
    </w:pPr>
  </w:style>
  <w:style w:type="paragraph" w:customStyle="1" w:styleId="Textbezslovn">
    <w:name w:val="_Text_bez_číslování"/>
    <w:basedOn w:val="Normln"/>
    <w:link w:val="TextbezslovnChar"/>
    <w:qFormat/>
    <w:rsid w:val="00C73C02"/>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3C0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3C02"/>
    <w:pPr>
      <w:numPr>
        <w:ilvl w:val="3"/>
      </w:numPr>
    </w:pPr>
  </w:style>
  <w:style w:type="character" w:customStyle="1" w:styleId="Text2-2Char">
    <w:name w:val="_Text_2-2 Char"/>
    <w:basedOn w:val="Text2-1Char"/>
    <w:link w:val="Text2-2"/>
    <w:rsid w:val="00C73C02"/>
    <w:rPr>
      <w:rFonts w:ascii="Verdana" w:hAnsi="Verdana"/>
    </w:rPr>
  </w:style>
  <w:style w:type="paragraph" w:customStyle="1" w:styleId="Zkratky1">
    <w:name w:val="_Zkratky_1"/>
    <w:basedOn w:val="Normln"/>
    <w:qFormat/>
    <w:rsid w:val="00C73C02"/>
    <w:pPr>
      <w:tabs>
        <w:tab w:val="right" w:leader="dot" w:pos="1134"/>
      </w:tabs>
      <w:spacing w:after="0" w:line="240" w:lineRule="auto"/>
    </w:pPr>
    <w:rPr>
      <w:rFonts w:ascii="Verdana" w:hAnsi="Verdana"/>
      <w:b/>
      <w:sz w:val="16"/>
    </w:rPr>
  </w:style>
  <w:style w:type="paragraph" w:customStyle="1" w:styleId="Seznam1">
    <w:name w:val="_Seznam_[1]"/>
    <w:basedOn w:val="Normln"/>
    <w:qFormat/>
    <w:rsid w:val="00C73C02"/>
    <w:pPr>
      <w:numPr>
        <w:numId w:val="12"/>
      </w:numPr>
      <w:spacing w:after="60"/>
      <w:jc w:val="both"/>
    </w:pPr>
    <w:rPr>
      <w:rFonts w:ascii="Verdana" w:hAnsi="Verdana"/>
      <w:sz w:val="16"/>
    </w:rPr>
  </w:style>
  <w:style w:type="paragraph" w:customStyle="1" w:styleId="Zkratky2">
    <w:name w:val="_Zkratky_2"/>
    <w:basedOn w:val="Normln"/>
    <w:qFormat/>
    <w:rsid w:val="00C73C02"/>
    <w:pPr>
      <w:spacing w:after="0" w:line="240" w:lineRule="auto"/>
    </w:pPr>
    <w:rPr>
      <w:rFonts w:ascii="Verdana" w:hAnsi="Verdana"/>
      <w:sz w:val="16"/>
      <w:szCs w:val="16"/>
    </w:rPr>
  </w:style>
  <w:style w:type="character" w:customStyle="1" w:styleId="Tun-ZRUIT">
    <w:name w:val="_Tučně-ZRUŠIT"/>
    <w:basedOn w:val="Standardnpsmoodstavce"/>
    <w:qFormat/>
    <w:rsid w:val="00C73C02"/>
    <w:rPr>
      <w:b w:val="0"/>
      <w:i w:val="0"/>
    </w:rPr>
  </w:style>
  <w:style w:type="paragraph" w:customStyle="1" w:styleId="Nadpisbezsl1-1">
    <w:name w:val="_Nadpis_bez_čísl_1-1"/>
    <w:next w:val="Nadpisbezsl1-2"/>
    <w:qFormat/>
    <w:rsid w:val="00C73C02"/>
    <w:pPr>
      <w:keepNext/>
      <w:spacing w:before="280" w:after="120"/>
    </w:pPr>
    <w:rPr>
      <w:rFonts w:ascii="Verdana" w:hAnsi="Verdana"/>
      <w:b/>
      <w:caps/>
      <w:sz w:val="22"/>
    </w:rPr>
  </w:style>
  <w:style w:type="paragraph" w:customStyle="1" w:styleId="Nadpisbezsl1-2">
    <w:name w:val="_Nadpis_bez_čísl_1-2"/>
    <w:next w:val="Text2-1"/>
    <w:qFormat/>
    <w:rsid w:val="00C73C0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73C02"/>
    <w:pPr>
      <w:spacing w:after="120"/>
      <w:jc w:val="both"/>
    </w:pPr>
    <w:rPr>
      <w:rFonts w:ascii="Verdana" w:hAnsi="Verdana"/>
    </w:rPr>
  </w:style>
  <w:style w:type="character" w:customStyle="1" w:styleId="TextbezodsazenChar">
    <w:name w:val="_Text_bez_odsazení Char"/>
    <w:basedOn w:val="Standardnpsmoodstavce"/>
    <w:link w:val="Textbezodsazen"/>
    <w:rsid w:val="00C73C02"/>
    <w:rPr>
      <w:rFonts w:ascii="Verdana" w:hAnsi="Verdana"/>
    </w:rPr>
  </w:style>
  <w:style w:type="paragraph" w:customStyle="1" w:styleId="ZTPinfo-text">
    <w:name w:val="_ZTP_info-text"/>
    <w:basedOn w:val="Textbezslovn"/>
    <w:link w:val="ZTPinfo-textChar"/>
    <w:qFormat/>
    <w:rsid w:val="00C73C02"/>
    <w:pPr>
      <w:ind w:left="0"/>
    </w:pPr>
    <w:rPr>
      <w:i/>
      <w:color w:val="00A1E0"/>
    </w:rPr>
  </w:style>
  <w:style w:type="character" w:customStyle="1" w:styleId="ZTPinfo-textChar">
    <w:name w:val="_ZTP_info-text Char"/>
    <w:basedOn w:val="Standardnpsmoodstavce"/>
    <w:link w:val="ZTPinfo-text"/>
    <w:rsid w:val="00C73C02"/>
    <w:rPr>
      <w:rFonts w:ascii="Verdana" w:hAnsi="Verdana"/>
      <w:i/>
      <w:color w:val="00A1E0"/>
    </w:rPr>
  </w:style>
  <w:style w:type="paragraph" w:customStyle="1" w:styleId="ZTPinfo-text-odr">
    <w:name w:val="_ZTP_info-text-odr"/>
    <w:basedOn w:val="ZTPinfo-text"/>
    <w:link w:val="ZTPinfo-text-odrChar"/>
    <w:qFormat/>
    <w:rsid w:val="00C73C02"/>
    <w:pPr>
      <w:numPr>
        <w:numId w:val="15"/>
      </w:numPr>
    </w:pPr>
  </w:style>
  <w:style w:type="character" w:customStyle="1" w:styleId="ZTPinfo-text-odrChar">
    <w:name w:val="_ZTP_info-text-odr Char"/>
    <w:basedOn w:val="ZTPinfo-textChar"/>
    <w:link w:val="ZTPinfo-text-odr"/>
    <w:rsid w:val="00C73C02"/>
    <w:rPr>
      <w:rFonts w:ascii="Verdana" w:hAnsi="Verdana"/>
      <w:i/>
      <w:color w:val="00A1E0"/>
    </w:rPr>
  </w:style>
  <w:style w:type="paragraph" w:customStyle="1" w:styleId="Tabulka">
    <w:name w:val="_Tabulka"/>
    <w:basedOn w:val="Textbezodsazen"/>
    <w:qFormat/>
    <w:rsid w:val="00C73C02"/>
    <w:pPr>
      <w:spacing w:before="40" w:after="40" w:line="240" w:lineRule="auto"/>
      <w:jc w:val="left"/>
    </w:pPr>
  </w:style>
  <w:style w:type="character" w:customStyle="1" w:styleId="TextbezslovnChar">
    <w:name w:val="_Text_bez_číslování Char"/>
    <w:basedOn w:val="Standardnpsmoodstavce"/>
    <w:link w:val="Textbezslovn"/>
    <w:rsid w:val="00C73C02"/>
    <w:rPr>
      <w:rFonts w:ascii="Verdana" w:hAnsi="Verdana"/>
    </w:rPr>
  </w:style>
  <w:style w:type="paragraph" w:customStyle="1" w:styleId="Odrka1-4">
    <w:name w:val="_Odrážka_1-4_•"/>
    <w:basedOn w:val="Odrka1-1"/>
    <w:qFormat/>
    <w:rsid w:val="00C73C02"/>
    <w:pPr>
      <w:numPr>
        <w:ilvl w:val="3"/>
      </w:numPr>
    </w:pPr>
  </w:style>
  <w:style w:type="paragraph" w:customStyle="1" w:styleId="Odstavec1-41">
    <w:name w:val="_Odstavec_1-4_1."/>
    <w:basedOn w:val="Odstavec1-1a"/>
    <w:link w:val="Odstavec1-41Char"/>
    <w:qFormat/>
    <w:rsid w:val="00C73C02"/>
    <w:pPr>
      <w:numPr>
        <w:ilvl w:val="3"/>
      </w:numPr>
    </w:pPr>
  </w:style>
  <w:style w:type="character" w:customStyle="1" w:styleId="Odstavec1-1aChar">
    <w:name w:val="_Odstavec_1-1_a) Char"/>
    <w:basedOn w:val="Standardnpsmoodstavce"/>
    <w:link w:val="Odstavec1-1a"/>
    <w:rsid w:val="00C73C02"/>
    <w:rPr>
      <w:rFonts w:ascii="Verdana" w:hAnsi="Verdana"/>
    </w:rPr>
  </w:style>
  <w:style w:type="character" w:customStyle="1" w:styleId="Odstavec1-41Char">
    <w:name w:val="_Odstavec_1-4_1. Char"/>
    <w:basedOn w:val="Odstavec1-1aChar"/>
    <w:link w:val="Odstavec1-41"/>
    <w:rsid w:val="00C73C02"/>
    <w:rPr>
      <w:rFonts w:ascii="Verdana" w:hAnsi="Verdana"/>
    </w:rPr>
  </w:style>
  <w:style w:type="paragraph" w:customStyle="1" w:styleId="Zpatvlevo">
    <w:name w:val="_Zápatí_vlevo"/>
    <w:basedOn w:val="Zpatvpravo"/>
    <w:qFormat/>
    <w:rsid w:val="00C73C02"/>
    <w:pPr>
      <w:jc w:val="left"/>
    </w:pPr>
  </w:style>
  <w:style w:type="character" w:customStyle="1" w:styleId="Nzevakce">
    <w:name w:val="_Název_akce"/>
    <w:basedOn w:val="Standardnpsmoodstavce"/>
    <w:qFormat/>
    <w:rsid w:val="00C73C02"/>
    <w:rPr>
      <w:rFonts w:ascii="Verdana" w:hAnsi="Verdana"/>
      <w:b/>
      <w:sz w:val="36"/>
    </w:rPr>
  </w:style>
  <w:style w:type="paragraph" w:customStyle="1" w:styleId="Zpatvpravo">
    <w:name w:val="_Zápatí_vpravo"/>
    <w:basedOn w:val="Zpat"/>
    <w:qFormat/>
    <w:rsid w:val="00C73C02"/>
    <w:pPr>
      <w:jc w:val="right"/>
    </w:pPr>
    <w:rPr>
      <w:rFonts w:ascii="Verdana" w:hAnsi="Verdana"/>
    </w:rPr>
  </w:style>
  <w:style w:type="character" w:customStyle="1" w:styleId="Znaka">
    <w:name w:val="_Značka"/>
    <w:basedOn w:val="Standardnpsmoodstavce"/>
    <w:rsid w:val="00C73C02"/>
    <w:rPr>
      <w:rFonts w:ascii="Verdana" w:hAnsi="Verdana"/>
      <w:b/>
      <w:sz w:val="36"/>
    </w:rPr>
  </w:style>
  <w:style w:type="paragraph" w:customStyle="1" w:styleId="ZTPinfo-text-odr0">
    <w:name w:val="_ZTP_info-text-odr_•"/>
    <w:basedOn w:val="ZTPinfo-text-odr"/>
    <w:link w:val="ZTPinfo-text-odrChar0"/>
    <w:qFormat/>
    <w:rsid w:val="00C73C02"/>
    <w:pPr>
      <w:numPr>
        <w:ilvl w:val="1"/>
      </w:numPr>
      <w:spacing w:after="80"/>
      <w:contextualSpacing/>
    </w:pPr>
  </w:style>
  <w:style w:type="character" w:customStyle="1" w:styleId="ZTPinfo-text-odrChar0">
    <w:name w:val="_ZTP_info-text-odr_• Char"/>
    <w:basedOn w:val="ZTPinfo-text-odrChar"/>
    <w:link w:val="ZTPinfo-text-odr0"/>
    <w:rsid w:val="00C73C02"/>
    <w:rPr>
      <w:rFonts w:ascii="Verdana" w:hAnsi="Verdana"/>
      <w:i/>
      <w:color w:val="00A1E0"/>
    </w:rPr>
  </w:style>
  <w:style w:type="paragraph" w:customStyle="1" w:styleId="TPNadpis-2slovan">
    <w:name w:val="TP_Nadpis-2_číslovaný"/>
    <w:next w:val="TPText-1slovan"/>
    <w:qFormat/>
    <w:rsid w:val="00B65EDF"/>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B65EDF"/>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B65EDF"/>
    <w:rPr>
      <w:rFonts w:ascii="Calibri" w:eastAsia="Calibri" w:hAnsi="Calibri" w:cs="Arial"/>
      <w:sz w:val="20"/>
      <w:szCs w:val="22"/>
    </w:rPr>
  </w:style>
  <w:style w:type="paragraph" w:customStyle="1" w:styleId="TPNADPIS-1slovan">
    <w:name w:val="TP_NADPIS-1_číslovaný"/>
    <w:next w:val="TPNadpis-2slovan"/>
    <w:qFormat/>
    <w:rsid w:val="00B65EDF"/>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B65EDF"/>
    <w:pPr>
      <w:numPr>
        <w:ilvl w:val="3"/>
        <w:numId w:val="16"/>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492986664">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organizacni-struktura/organizacni-jednotky/szg-praha/dokumenty-ke-stazeni/extern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s://www.szdc.cz/stavby-zakazky/podklady-pro-zhotovitele/stanoveni-nakladu-staveb-szd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zdc.cz/o-nas/vnitrni-predpisy-szdc"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udc.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ystovova.SZDCSS\Documents\A&#352;\DUSP\ZTP_DUSP+PDPS_VZOR_2001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0C71AE85CC45A591BFFA995D043F72"/>
        <w:category>
          <w:name w:val="Obecné"/>
          <w:gallery w:val="placeholder"/>
        </w:category>
        <w:types>
          <w:type w:val="bbPlcHdr"/>
        </w:types>
        <w:behaviors>
          <w:behavior w:val="content"/>
        </w:behaviors>
        <w:guid w:val="{F04B89B3-93DD-4971-B23E-B918D5D1078B}"/>
      </w:docPartPr>
      <w:docPartBody>
        <w:p w:rsidR="00B252A7" w:rsidRDefault="00B371A1">
          <w:pPr>
            <w:pStyle w:val="4E0C71AE85CC45A591BFFA995D043F7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1A1"/>
    <w:rsid w:val="00062B92"/>
    <w:rsid w:val="00121EC9"/>
    <w:rsid w:val="001A34CB"/>
    <w:rsid w:val="0037209A"/>
    <w:rsid w:val="00432CEE"/>
    <w:rsid w:val="00497785"/>
    <w:rsid w:val="005D6F0A"/>
    <w:rsid w:val="0062234D"/>
    <w:rsid w:val="006662B0"/>
    <w:rsid w:val="00691906"/>
    <w:rsid w:val="006B0558"/>
    <w:rsid w:val="00A23D19"/>
    <w:rsid w:val="00B252A7"/>
    <w:rsid w:val="00B371A1"/>
    <w:rsid w:val="00BC318C"/>
    <w:rsid w:val="00EA3A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0C71AE85CC45A591BFFA995D043F72">
    <w:name w:val="4E0C71AE85CC45A591BFFA995D043F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0C71AE85CC45A591BFFA995D043F72">
    <w:name w:val="4E0C71AE85CC45A591BFFA995D043F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CBF4D4-00BD-4EA4-B78B-81D1F3621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ZTP_DUSP+PDPS_VZOR_200120.dotx</Template>
  <TotalTime>5</TotalTime>
  <Pages>12</Pages>
  <Words>4749</Words>
  <Characters>28024</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DUSP+PDPS_200120</vt:lpstr>
      <vt:lpstr/>
      <vt:lpstr>Titulek 1. úrovně </vt:lpstr>
      <vt:lpstr>    Titulek 2. úrovně</vt:lpstr>
      <vt:lpstr>        Titulek 3. úrovně</vt:lpstr>
    </vt:vector>
  </TitlesOfParts>
  <Company>SŽDC s.o.</Company>
  <LinksUpToDate>false</LinksUpToDate>
  <CharactersWithSpaces>32708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DUSP+PDPS_200120</dc:title>
  <dc:creator>Kryštovová Dagmar</dc:creator>
  <cp:lastModifiedBy>Slaná Marcela, Ing.</cp:lastModifiedBy>
  <cp:revision>3</cp:revision>
  <cp:lastPrinted>2020-03-10T08:40:00Z</cp:lastPrinted>
  <dcterms:created xsi:type="dcterms:W3CDTF">2020-05-05T18:41:00Z</dcterms:created>
  <dcterms:modified xsi:type="dcterms:W3CDTF">2020-05-05T18:46:00Z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